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DF75DF" w14:textId="77777777" w:rsidR="00E07EC7" w:rsidRPr="00E07EC7" w:rsidRDefault="00E357F4" w:rsidP="00E07EC7">
      <w:pPr>
        <w:pStyle w:val="Heading2"/>
        <w:rPr>
          <w:bCs/>
          <w:caps w:val="0"/>
        </w:rPr>
      </w:pPr>
      <w:bookmarkStart w:id="0" w:name="_GoBack"/>
      <w:bookmarkEnd w:id="0"/>
      <w:r>
        <w:rPr>
          <w:bCs/>
          <w:caps w:val="0"/>
        </w:rPr>
        <w:t>2019</w:t>
      </w:r>
      <w:r w:rsidR="00E07EC7" w:rsidRPr="00E07EC7">
        <w:rPr>
          <w:bCs/>
          <w:caps w:val="0"/>
        </w:rPr>
        <w:t xml:space="preserve"> </w:t>
      </w:r>
      <w:r w:rsidR="00E07EC7" w:rsidRPr="005457B9">
        <w:rPr>
          <w:bCs/>
          <w:i/>
          <w:caps w:val="0"/>
        </w:rPr>
        <w:t>Click It or Ticket</w:t>
      </w:r>
      <w:r w:rsidR="00E07EC7" w:rsidRPr="00E07EC7">
        <w:rPr>
          <w:bCs/>
          <w:caps w:val="0"/>
        </w:rPr>
        <w:t xml:space="preserve"> </w:t>
      </w:r>
    </w:p>
    <w:p w14:paraId="46B9D9A2" w14:textId="77777777" w:rsidR="00E07EC7" w:rsidRDefault="00E07EC7" w:rsidP="00E07EC7">
      <w:pPr>
        <w:pStyle w:val="Heading2"/>
        <w:rPr>
          <w:bCs/>
          <w:caps w:val="0"/>
        </w:rPr>
      </w:pPr>
      <w:r w:rsidRPr="00E07EC7">
        <w:rPr>
          <w:bCs/>
          <w:caps w:val="0"/>
        </w:rPr>
        <w:t>Products for Enforcement Action Kit</w:t>
      </w:r>
      <w:r w:rsidR="0044330C">
        <w:rPr>
          <w:bCs/>
          <w:caps w:val="0"/>
        </w:rPr>
        <w:t>: Welcome Letter</w:t>
      </w:r>
    </w:p>
    <w:p w14:paraId="62DEEBCC" w14:textId="77777777" w:rsidR="008A62CD" w:rsidRDefault="00BB3F28" w:rsidP="008A62CD">
      <w:r>
        <w:t>The</w:t>
      </w:r>
      <w:r w:rsidR="00E07EC7">
        <w:t xml:space="preserve"> National Highway Traffic Safety Administration (NHTSA) will be conducting the 201</w:t>
      </w:r>
      <w:r w:rsidR="00E357F4">
        <w:t>9</w:t>
      </w:r>
      <w:r w:rsidR="00E07EC7">
        <w:t xml:space="preserve"> national </w:t>
      </w:r>
      <w:r w:rsidR="00E07EC7" w:rsidRPr="002607AA">
        <w:rPr>
          <w:i/>
        </w:rPr>
        <w:t>Click It or Ticket</w:t>
      </w:r>
      <w:r w:rsidR="00E07EC7">
        <w:t xml:space="preserve"> </w:t>
      </w:r>
      <w:r w:rsidR="002607AA">
        <w:t xml:space="preserve">enforcement </w:t>
      </w:r>
      <w:r w:rsidR="00E07EC7">
        <w:t xml:space="preserve">mobilization </w:t>
      </w:r>
      <w:r w:rsidR="00ED5CEF">
        <w:t xml:space="preserve">from </w:t>
      </w:r>
      <w:r w:rsidR="002607AA" w:rsidRPr="002607AA">
        <w:t>May 2</w:t>
      </w:r>
      <w:r w:rsidR="00E357F4">
        <w:t xml:space="preserve">0 </w:t>
      </w:r>
      <w:r w:rsidR="002607AA">
        <w:t xml:space="preserve">to </w:t>
      </w:r>
      <w:r w:rsidR="00E357F4">
        <w:t>June 2, 2019</w:t>
      </w:r>
      <w:r w:rsidR="00E07EC7">
        <w:t xml:space="preserve">. </w:t>
      </w:r>
      <w:r w:rsidR="00E357F4">
        <w:t xml:space="preserve">The enforcement period will commence </w:t>
      </w:r>
      <w:r w:rsidR="008A62CD">
        <w:t xml:space="preserve">with </w:t>
      </w:r>
      <w:r w:rsidR="008A62CD" w:rsidRPr="001F5C6C">
        <w:rPr>
          <w:i/>
        </w:rPr>
        <w:t>Border to Border</w:t>
      </w:r>
      <w:r w:rsidR="008A62CD">
        <w:t xml:space="preserve"> (B2B), </w:t>
      </w:r>
      <w:r w:rsidR="00E357F4">
        <w:t>a</w:t>
      </w:r>
      <w:r w:rsidR="001F5C6C">
        <w:t xml:space="preserve"> </w:t>
      </w:r>
      <w:r w:rsidR="00E357F4">
        <w:t xml:space="preserve">one-day </w:t>
      </w:r>
      <w:r w:rsidR="008A62CD" w:rsidRPr="008A62CD">
        <w:t>na</w:t>
      </w:r>
      <w:r w:rsidR="001F5C6C">
        <w:t>tional seat belt awareness kick</w:t>
      </w:r>
      <w:r w:rsidR="008A62CD" w:rsidRPr="008A62CD">
        <w:t>off even</w:t>
      </w:r>
      <w:r w:rsidR="00E357F4">
        <w:t xml:space="preserve">t coordinated by participating </w:t>
      </w:r>
      <w:r w:rsidR="00612237">
        <w:t>S</w:t>
      </w:r>
      <w:r w:rsidR="008A62CD" w:rsidRPr="008A62CD">
        <w:t>tate highway safety offices and their respective law enforcement liaisons. Law enforcement agencies will join forces to provide incr</w:t>
      </w:r>
      <w:r w:rsidR="006447A8">
        <w:t xml:space="preserve">eased seat belt enforcement at </w:t>
      </w:r>
      <w:r w:rsidR="00612237">
        <w:t>S</w:t>
      </w:r>
      <w:r w:rsidR="008A62CD" w:rsidRPr="008A62CD">
        <w:t>tate borders, sending a zero-to</w:t>
      </w:r>
      <w:r w:rsidR="001D26AD">
        <w:t xml:space="preserve">lerance message to the public: </w:t>
      </w:r>
      <w:r w:rsidR="008A62CD" w:rsidRPr="008A62CD">
        <w:t>Driving or riding unbuckled will resu</w:t>
      </w:r>
      <w:r w:rsidR="00BE2663">
        <w:t xml:space="preserve">lt in a ticket, no matter what </w:t>
      </w:r>
      <w:r w:rsidR="00612237">
        <w:t>S</w:t>
      </w:r>
      <w:r w:rsidR="008A62CD" w:rsidRPr="008A62CD">
        <w:t>tate</w:t>
      </w:r>
      <w:r w:rsidR="00F71B55">
        <w:t xml:space="preserve"> you</w:t>
      </w:r>
      <w:r w:rsidR="00E00551">
        <w:t>’</w:t>
      </w:r>
      <w:r w:rsidR="00F71B55">
        <w:t>re in</w:t>
      </w:r>
      <w:r w:rsidR="008A62CD" w:rsidRPr="008A62CD">
        <w:t>.</w:t>
      </w:r>
    </w:p>
    <w:p w14:paraId="1D08EA0C" w14:textId="77777777" w:rsidR="00235480" w:rsidRDefault="00644919" w:rsidP="00E07EC7">
      <w:r>
        <w:t>A successful campaign relies on our partnership with you</w:t>
      </w:r>
      <w:r w:rsidR="00E07EC7">
        <w:t>, our law enforcement counterparts. Attached is a Products for Enforcement Action Kit (PEAK), assembled by NHTSA to help you</w:t>
      </w:r>
      <w:r>
        <w:t>r team</w:t>
      </w:r>
      <w:r w:rsidR="00E07EC7">
        <w:t xml:space="preserve"> lead effective, lifesaving efforts in your </w:t>
      </w:r>
      <w:r>
        <w:t>communities</w:t>
      </w:r>
      <w:r w:rsidR="00E07EC7">
        <w:t>. Please use this campaign material to help spread the word about seat belt safety, and to let your officers and the public know that high-visibility seat belt enforcement is coming in May—</w:t>
      </w:r>
      <w:r>
        <w:t xml:space="preserve">at all hours, day </w:t>
      </w:r>
      <w:r w:rsidR="000051C6">
        <w:t xml:space="preserve">and </w:t>
      </w:r>
      <w:r>
        <w:t xml:space="preserve">night. </w:t>
      </w:r>
    </w:p>
    <w:p w14:paraId="7A078847" w14:textId="77777777" w:rsidR="00E07EC7" w:rsidRDefault="00E357F4" w:rsidP="00E07EC7">
      <w:r w:rsidRPr="00E357F4">
        <w:t xml:space="preserve">According to NHTSA, in 2017, there were 10,076 unbuckled passenger vehicle occupants killed in crashes in the United States. In that same year, 55 percent of passenger vehicle occupants killed at night (6 p.m.–5:59 a.m.) were not wearing their seat belts. That’s why one focus of the </w:t>
      </w:r>
      <w:r w:rsidRPr="0044330C">
        <w:rPr>
          <w:i/>
        </w:rPr>
        <w:t>Click It or Ticket</w:t>
      </w:r>
      <w:r w:rsidRPr="00E357F4">
        <w:t xml:space="preserve"> campaign is nighttime enforcement. Participating law enforcement agencies will be taking a no-excuses approach to seat belt law enforcement, writing citations day and night. </w:t>
      </w:r>
      <w:r w:rsidR="00E07EC7">
        <w:t>We hope to turn th</w:t>
      </w:r>
      <w:r w:rsidR="002607AA">
        <w:t>ese stats around during the</w:t>
      </w:r>
      <w:r w:rsidR="001D26AD">
        <w:t xml:space="preserve"> B2B kick</w:t>
      </w:r>
      <w:r w:rsidR="00F73D67">
        <w:t>off and the</w:t>
      </w:r>
      <w:r>
        <w:t xml:space="preserve"> 2019</w:t>
      </w:r>
      <w:r w:rsidR="00E07EC7">
        <w:t xml:space="preserve"> </w:t>
      </w:r>
      <w:r w:rsidR="00E07EC7" w:rsidRPr="002607AA">
        <w:rPr>
          <w:i/>
        </w:rPr>
        <w:t>Click It or Ticket</w:t>
      </w:r>
      <w:r w:rsidR="00E07EC7">
        <w:t xml:space="preserve"> mobilization, with our biggest enforcement efforts occurring between the nighttime hours of 6 p.m. and 5:59 a.m. Your unit’s support and participation will help save lives around the clock, but especially at night when there are typically more violations and fatal crashes.</w:t>
      </w:r>
    </w:p>
    <w:p w14:paraId="0E03F54C" w14:textId="77777777" w:rsidR="00E07EC7" w:rsidRPr="002607AA" w:rsidRDefault="00E357F4" w:rsidP="00E07EC7">
      <w:pPr>
        <w:rPr>
          <w:b/>
        </w:rPr>
      </w:pPr>
      <w:r>
        <w:rPr>
          <w:b/>
        </w:rPr>
        <w:t>2019</w:t>
      </w:r>
      <w:r w:rsidR="00E07EC7" w:rsidRPr="002607AA">
        <w:rPr>
          <w:b/>
        </w:rPr>
        <w:t xml:space="preserve"> PEAK Material Highlights</w:t>
      </w:r>
    </w:p>
    <w:p w14:paraId="48E60E7E" w14:textId="77777777" w:rsidR="00E07EC7" w:rsidRDefault="00E07EC7" w:rsidP="002607AA">
      <w:pPr>
        <w:pStyle w:val="ListParagraph"/>
        <w:numPr>
          <w:ilvl w:val="0"/>
          <w:numId w:val="2"/>
        </w:numPr>
      </w:pPr>
      <w:r>
        <w:t>NHTSA Law Enforcement Dispatch</w:t>
      </w:r>
      <w:r w:rsidR="002607AA">
        <w:t xml:space="preserve">: </w:t>
      </w:r>
      <w:r>
        <w:t xml:space="preserve">The </w:t>
      </w:r>
      <w:r w:rsidRPr="002607AA">
        <w:rPr>
          <w:i/>
        </w:rPr>
        <w:t>Click It or Ticket</w:t>
      </w:r>
      <w:r>
        <w:t xml:space="preserve"> national mobilization is only possible with the dedication of law enforcement officers. Use this dispatch message to remind your team members why we’re ram</w:t>
      </w:r>
      <w:r w:rsidR="00E357F4">
        <w:t>ping up seat belt enforcement.</w:t>
      </w:r>
      <w:r>
        <w:t xml:space="preserve"> </w:t>
      </w:r>
    </w:p>
    <w:p w14:paraId="3CC6E638" w14:textId="77777777" w:rsidR="00F73D67" w:rsidRDefault="00F73D67" w:rsidP="002607AA">
      <w:pPr>
        <w:pStyle w:val="ListParagraph"/>
        <w:numPr>
          <w:ilvl w:val="0"/>
          <w:numId w:val="2"/>
        </w:numPr>
      </w:pPr>
      <w:r>
        <w:rPr>
          <w:i/>
        </w:rPr>
        <w:t>Border to Borde</w:t>
      </w:r>
      <w:r w:rsidR="001D26AD">
        <w:rPr>
          <w:i/>
        </w:rPr>
        <w:t xml:space="preserve">r </w:t>
      </w:r>
      <w:r w:rsidR="001D26AD" w:rsidRPr="0044330C">
        <w:t>Kicko</w:t>
      </w:r>
      <w:r w:rsidRPr="0044330C">
        <w:t>ff</w:t>
      </w:r>
      <w:r>
        <w:rPr>
          <w:i/>
        </w:rPr>
        <w:t xml:space="preserve"> </w:t>
      </w:r>
      <w:r w:rsidRPr="0044330C">
        <w:t>Information</w:t>
      </w:r>
      <w:r>
        <w:rPr>
          <w:i/>
        </w:rPr>
        <w:t xml:space="preserve"> </w:t>
      </w:r>
      <w:r>
        <w:t xml:space="preserve">Sheet: Share with your Law Enforcement Liaisons and </w:t>
      </w:r>
      <w:r w:rsidR="00E752A7">
        <w:t>s</w:t>
      </w:r>
      <w:r>
        <w:t>tate Highway Safety Offices</w:t>
      </w:r>
      <w:r w:rsidR="001D26AD">
        <w:t>.</w:t>
      </w:r>
    </w:p>
    <w:p w14:paraId="357AC225" w14:textId="77777777" w:rsidR="00E07EC7" w:rsidRDefault="00E07EC7" w:rsidP="002607AA">
      <w:pPr>
        <w:pStyle w:val="ListParagraph"/>
        <w:numPr>
          <w:ilvl w:val="0"/>
          <w:numId w:val="2"/>
        </w:numPr>
      </w:pPr>
      <w:r w:rsidRPr="002607AA">
        <w:rPr>
          <w:i/>
        </w:rPr>
        <w:t>Click It or Ticket</w:t>
      </w:r>
      <w:r>
        <w:t xml:space="preserve"> Mobilization Timelines</w:t>
      </w:r>
      <w:r w:rsidR="002607AA">
        <w:t xml:space="preserve">: </w:t>
      </w:r>
      <w:r>
        <w:t xml:space="preserve">Share these important documents internally so your team is aware of key campaign dates and can strategize accordingly. </w:t>
      </w:r>
    </w:p>
    <w:p w14:paraId="4176CA13" w14:textId="77777777" w:rsidR="00E07EC7" w:rsidRDefault="00E07EC7" w:rsidP="002607AA">
      <w:pPr>
        <w:pStyle w:val="ListParagraph"/>
        <w:numPr>
          <w:ilvl w:val="0"/>
          <w:numId w:val="2"/>
        </w:numPr>
      </w:pPr>
      <w:r>
        <w:lastRenderedPageBreak/>
        <w:t>Earned Media</w:t>
      </w:r>
      <w:r w:rsidR="002607AA">
        <w:t xml:space="preserve">: </w:t>
      </w:r>
      <w:r>
        <w:t>Use our prepared press releases</w:t>
      </w:r>
      <w:r w:rsidR="001D26AD">
        <w:t xml:space="preserve"> for both the B2B Kicko</w:t>
      </w:r>
      <w:r w:rsidR="00F73D67">
        <w:t>ff and the CIOT campaign</w:t>
      </w:r>
      <w:r w:rsidR="00745AC1">
        <w:t>,</w:t>
      </w:r>
      <w:r>
        <w:t xml:space="preserve"> proclamation, </w:t>
      </w:r>
      <w:r w:rsidR="00EF3231">
        <w:t xml:space="preserve">op-ed, </w:t>
      </w:r>
      <w:r>
        <w:t xml:space="preserve">and fact sheet to get the word out to the public about </w:t>
      </w:r>
      <w:r w:rsidRPr="002607AA">
        <w:rPr>
          <w:i/>
        </w:rPr>
        <w:t>Click It or Ticket</w:t>
      </w:r>
      <w:r>
        <w:t xml:space="preserve">—or use these documents as samples to create your own promotional and educational material. </w:t>
      </w:r>
    </w:p>
    <w:p w14:paraId="0533236E" w14:textId="77777777" w:rsidR="00E07EC7" w:rsidRDefault="00E07EC7" w:rsidP="002607AA">
      <w:pPr>
        <w:pStyle w:val="ListParagraph"/>
        <w:numPr>
          <w:ilvl w:val="0"/>
          <w:numId w:val="2"/>
        </w:numPr>
      </w:pPr>
      <w:r>
        <w:t>Crime Crash Clock</w:t>
      </w:r>
      <w:r w:rsidR="002607AA">
        <w:t xml:space="preserve">: </w:t>
      </w:r>
      <w:r>
        <w:t xml:space="preserve">See why the </w:t>
      </w:r>
      <w:r w:rsidRPr="002607AA">
        <w:rPr>
          <w:i/>
        </w:rPr>
        <w:t>Click It or Ticket</w:t>
      </w:r>
      <w:r>
        <w:t xml:space="preserve"> mobilization is a cause worthy of your organization’s time. This simple and powerful graphic compares the frequency and consequences of crimes and crashes.</w:t>
      </w:r>
    </w:p>
    <w:p w14:paraId="15E2F55A" w14:textId="77777777" w:rsidR="00E07EC7" w:rsidRDefault="00E07EC7" w:rsidP="002607AA">
      <w:pPr>
        <w:pStyle w:val="ListParagraph"/>
        <w:numPr>
          <w:ilvl w:val="0"/>
          <w:numId w:val="2"/>
        </w:numPr>
      </w:pPr>
      <w:r>
        <w:t>NHTSA Reports</w:t>
      </w:r>
      <w:r w:rsidR="002607AA">
        <w:t xml:space="preserve">: </w:t>
      </w:r>
      <w:r>
        <w:t xml:space="preserve">NHTSA uses hard data and years of research to shape enforcement and outreach efforts. Check out some of the statistics on occupant protection; you’ll be reminded why the </w:t>
      </w:r>
      <w:r w:rsidRPr="002607AA">
        <w:rPr>
          <w:i/>
        </w:rPr>
        <w:t>Click It or Ticket</w:t>
      </w:r>
      <w:r>
        <w:t xml:space="preserve"> mobilization is vital to highway safety.</w:t>
      </w:r>
    </w:p>
    <w:p w14:paraId="3EEB2EA0" w14:textId="77777777" w:rsidR="00E07EC7" w:rsidRPr="00E07EC7" w:rsidRDefault="00E07EC7" w:rsidP="00E07EC7">
      <w:pPr>
        <w:rPr>
          <w:b/>
        </w:rPr>
      </w:pPr>
      <w:r w:rsidRPr="00E07EC7">
        <w:rPr>
          <w:b/>
        </w:rPr>
        <w:t>Your Tools, Your Efforts, Your Highways</w:t>
      </w:r>
    </w:p>
    <w:p w14:paraId="5F687B0D" w14:textId="77777777" w:rsidR="004944B0" w:rsidRDefault="00235480" w:rsidP="00E07EC7">
      <w:r>
        <w:t>We at NHTSA have seen the results of past</w:t>
      </w:r>
      <w:r w:rsidR="00E07EC7">
        <w:t xml:space="preserve"> </w:t>
      </w:r>
      <w:r w:rsidR="00E07EC7" w:rsidRPr="002607AA">
        <w:rPr>
          <w:i/>
        </w:rPr>
        <w:t>Click It or Ticket</w:t>
      </w:r>
      <w:r w:rsidR="00E07EC7">
        <w:t xml:space="preserve"> law enforcement mobilization</w:t>
      </w:r>
      <w:r>
        <w:t>s, and we know it is</w:t>
      </w:r>
      <w:r w:rsidR="00E07EC7">
        <w:t xml:space="preserve"> a demonstrated, effective way to save lives acr</w:t>
      </w:r>
      <w:r>
        <w:t xml:space="preserve">oss the United States. Ultimately, we need the help of your law enforcement teams. These are </w:t>
      </w:r>
      <w:r w:rsidR="00E07EC7">
        <w:t xml:space="preserve">your local roads, your </w:t>
      </w:r>
      <w:r w:rsidR="00E752A7">
        <w:t>s</w:t>
      </w:r>
      <w:r w:rsidR="00E07EC7">
        <w:t xml:space="preserve">tate highways, and your </w:t>
      </w:r>
      <w:r>
        <w:t>communities</w:t>
      </w:r>
      <w:r w:rsidR="00E07EC7">
        <w:t>. We save more lives when we work together nationwide to crack down on tough highway safety issues. In this tool</w:t>
      </w:r>
      <w:r w:rsidR="00E752A7">
        <w:t xml:space="preserve"> </w:t>
      </w:r>
      <w:r w:rsidR="00E07EC7">
        <w:t>kit, you’ll find the resources you need to make your campaign a success. Use them as you plan for May 2</w:t>
      </w:r>
      <w:r w:rsidR="00E357F4">
        <w:t>0–June 2</w:t>
      </w:r>
      <w:r w:rsidR="00E07EC7">
        <w:t>. Help us keep every friend, family member, and stranger from becoming another statistic. Let’s save some lives together.</w:t>
      </w:r>
    </w:p>
    <w:p w14:paraId="46459423" w14:textId="77777777" w:rsidR="00E357F4" w:rsidRDefault="007045AC" w:rsidP="00E07EC7">
      <w:r>
        <w:rPr>
          <w:noProof/>
          <w:sz w:val="14"/>
          <w:szCs w:val="14"/>
        </w:rPr>
        <mc:AlternateContent>
          <mc:Choice Requires="wps">
            <w:drawing>
              <wp:anchor distT="0" distB="0" distL="114300" distR="114300" simplePos="0" relativeHeight="251659264" behindDoc="1" locked="0" layoutInCell="1" allowOverlap="1" wp14:anchorId="197B265E" wp14:editId="247BAA95">
                <wp:simplePos x="0" y="0"/>
                <wp:positionH relativeFrom="column">
                  <wp:posOffset>4733925</wp:posOffset>
                </wp:positionH>
                <wp:positionV relativeFrom="paragraph">
                  <wp:posOffset>3024505</wp:posOffset>
                </wp:positionV>
                <wp:extent cx="1107440" cy="142240"/>
                <wp:effectExtent l="0" t="0" r="16510" b="1016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1EBCF1" w14:textId="77777777" w:rsidR="007045AC" w:rsidRDefault="007045AC" w:rsidP="007045AC">
                            <w:pPr>
                              <w:pStyle w:val="5ControlCod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0A80EE" id="_x0000_t202" coordsize="21600,21600" o:spt="202" path="m,l,21600r21600,l21600,xe">
                <v:stroke joinstyle="miter"/>
                <v:path gradientshapeok="t" o:connecttype="rect"/>
              </v:shapetype>
              <v:shape id="Text Box 1" o:spid="_x0000_s1026" type="#_x0000_t202" style="position:absolute;margin-left:372.75pt;margin-top:238.15pt;width:87.2pt;height:11.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o4qgIAAKk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" filled="f" stroked="f">
                <v:textbox inset="0,0,0,0">
                  <w:txbxContent>
                    <w:p w:rsidR="007045AC" w:rsidRDefault="007045AC" w:rsidP="007045AC">
                      <w:pPr>
                        <w:pStyle w:val="5ControlCode"/>
                      </w:pPr>
                    </w:p>
                  </w:txbxContent>
                </v:textbox>
              </v:shape>
            </w:pict>
          </mc:Fallback>
        </mc:AlternateContent>
      </w:r>
    </w:p>
    <w:p w14:paraId="7650EA90" w14:textId="77777777" w:rsidR="00E357F4" w:rsidRPr="00E357F4" w:rsidRDefault="00E357F4" w:rsidP="00E357F4"/>
    <w:p w14:paraId="19438D14" w14:textId="77777777" w:rsidR="00E357F4" w:rsidRPr="00E357F4" w:rsidRDefault="00E357F4" w:rsidP="00E357F4"/>
    <w:p w14:paraId="4F87E7FF" w14:textId="77777777" w:rsidR="00E357F4" w:rsidRPr="00E357F4" w:rsidRDefault="00E357F4" w:rsidP="00E357F4"/>
    <w:p w14:paraId="2BDBF02A" w14:textId="77777777" w:rsidR="00E357F4" w:rsidRPr="00E357F4" w:rsidRDefault="00E357F4" w:rsidP="00E357F4"/>
    <w:p w14:paraId="2F993C86" w14:textId="77777777" w:rsidR="00E357F4" w:rsidRDefault="00E357F4" w:rsidP="00E357F4"/>
    <w:p w14:paraId="24B39C2D" w14:textId="77777777" w:rsidR="007045AC" w:rsidRPr="00E357F4" w:rsidRDefault="00E10D31" w:rsidP="0017073F">
      <w:pPr>
        <w:jc w:val="right"/>
      </w:pPr>
      <w:r>
        <w:rPr>
          <w:noProof/>
        </w:rPr>
        <mc:AlternateContent>
          <mc:Choice Requires="wps">
            <w:drawing>
              <wp:anchor distT="0" distB="0" distL="114300" distR="114300" simplePos="0" relativeHeight="251660288" behindDoc="1" locked="0" layoutInCell="1" allowOverlap="1" wp14:anchorId="374BE614" wp14:editId="75C65FD5">
                <wp:simplePos x="0" y="0"/>
                <wp:positionH relativeFrom="column">
                  <wp:posOffset>3657600</wp:posOffset>
                </wp:positionH>
                <wp:positionV relativeFrom="page">
                  <wp:posOffset>9498330</wp:posOffset>
                </wp:positionV>
                <wp:extent cx="2377440" cy="246888"/>
                <wp:effectExtent l="0" t="0" r="3810" b="1270"/>
                <wp:wrapNone/>
                <wp:docPr id="1" name="Text Box 1"/>
                <wp:cNvGraphicFramePr/>
                <a:graphic xmlns:a="http://schemas.openxmlformats.org/drawingml/2006/main">
                  <a:graphicData uri="http://schemas.microsoft.com/office/word/2010/wordprocessingShape">
                    <wps:wsp>
                      <wps:cNvSpPr txBox="1"/>
                      <wps:spPr>
                        <a:xfrm>
                          <a:off x="0" y="0"/>
                          <a:ext cx="2377440" cy="246888"/>
                        </a:xfrm>
                        <a:prstGeom prst="rect">
                          <a:avLst/>
                        </a:prstGeom>
                        <a:solidFill>
                          <a:schemeClr val="lt1"/>
                        </a:solidFill>
                        <a:ln w="6350">
                          <a:noFill/>
                        </a:ln>
                      </wps:spPr>
                      <wps:txbx>
                        <w:txbxContent>
                          <w:p w14:paraId="67581DB3" w14:textId="77777777" w:rsidR="00E10D31" w:rsidRPr="00EE15C7" w:rsidRDefault="00E10D31" w:rsidP="0017073F">
                            <w:pPr>
                              <w:jc w:val="right"/>
                              <w:rPr>
                                <w:sz w:val="12"/>
                                <w:szCs w:val="12"/>
                              </w:rPr>
                            </w:pPr>
                            <w:r w:rsidRPr="00EE15C7">
                              <w:rPr>
                                <w:sz w:val="12"/>
                                <w:szCs w:val="12"/>
                              </w:rPr>
                              <w:t>TP00019a-021219-v1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4in;margin-top:747.9pt;width:187.2pt;height:19.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" fillcolor="white [3201]" stroked="f" strokeweight=".5pt">
                <v:textbox>
                  <w:txbxContent>
                    <w:p w:rsidR="00E10D31" w:rsidRPr="00EE15C7" w:rsidRDefault="00E10D31" w:rsidP="0017073F">
                      <w:pPr>
                        <w:jc w:val="right"/>
                        <w:rPr>
                          <w:sz w:val="12"/>
                          <w:szCs w:val="12"/>
                        </w:rPr>
                      </w:pPr>
                      <w:r w:rsidRPr="00EE15C7">
                        <w:rPr>
                          <w:sz w:val="12"/>
                          <w:szCs w:val="12"/>
                        </w:rPr>
                        <w:t>TP00019a-021219-v1</w:t>
                      </w:r>
                    </w:p>
                  </w:txbxContent>
                </v:textbox>
                <w10:wrap anchory="page"/>
              </v:shape>
            </w:pict>
          </mc:Fallback>
        </mc:AlternateContent>
      </w:r>
    </w:p>
    <w:sectPr w:rsidR="007045AC" w:rsidRPr="00E357F4" w:rsidSect="007045AC">
      <w:headerReference w:type="default" r:id="rId7"/>
      <w:footerReference w:type="default" r:id="rId8"/>
      <w:pgSz w:w="12240" w:h="15840"/>
      <w:pgMar w:top="2448" w:right="1440" w:bottom="2160" w:left="1440" w:header="57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99D260" w14:textId="77777777" w:rsidR="00102CE3" w:rsidRDefault="00102CE3" w:rsidP="00901CE9">
      <w:pPr>
        <w:spacing w:after="0" w:line="240" w:lineRule="auto"/>
      </w:pPr>
      <w:r>
        <w:separator/>
      </w:r>
    </w:p>
  </w:endnote>
  <w:endnote w:type="continuationSeparator" w:id="0">
    <w:p w14:paraId="40BCFA95" w14:textId="77777777" w:rsidR="00102CE3" w:rsidRDefault="00102CE3"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altName w:val="Rockwell"/>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1B88B1" w14:textId="77777777" w:rsidR="00901CE9" w:rsidRPr="00901CE9" w:rsidRDefault="00901CE9" w:rsidP="007F0F99">
    <w:pPr>
      <w:pStyle w:val="Footer"/>
      <w:jc w:val="center"/>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B8AFA3" w14:textId="77777777" w:rsidR="00102CE3" w:rsidRDefault="00102CE3" w:rsidP="00901CE9">
      <w:pPr>
        <w:spacing w:after="0" w:line="240" w:lineRule="auto"/>
      </w:pPr>
      <w:r>
        <w:separator/>
      </w:r>
    </w:p>
  </w:footnote>
  <w:footnote w:type="continuationSeparator" w:id="0">
    <w:p w14:paraId="6ED12E58" w14:textId="77777777" w:rsidR="00102CE3" w:rsidRDefault="00102CE3"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FF8825" w14:textId="77777777" w:rsidR="0091298A" w:rsidRDefault="007045AC" w:rsidP="007C2723">
    <w:pPr>
      <w:pStyle w:val="Header"/>
      <w:tabs>
        <w:tab w:val="clear" w:pos="4680"/>
      </w:tabs>
      <w:jc w:val="center"/>
      <w:rPr>
        <w:b/>
        <w:noProof/>
        <w:position w:val="6"/>
        <w:sz w:val="36"/>
        <w:szCs w:val="36"/>
      </w:rPr>
    </w:pPr>
    <w:r>
      <w:rPr>
        <w:b/>
        <w:noProof/>
        <w:position w:val="6"/>
        <w:sz w:val="36"/>
        <w:szCs w:val="36"/>
      </w:rPr>
      <w:drawing>
        <wp:inline distT="0" distB="0" distL="0" distR="0" wp14:anchorId="681A7F68" wp14:editId="5B969D55">
          <wp:extent cx="1069340" cy="1069340"/>
          <wp:effectExtent l="0" t="0" r="0" b="0"/>
          <wp:docPr id="6" name="Picture 6" descr="Click It or Ticket It Day &amp; Night Logo" title="Click It or Ticket It Day &amp; Nigh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OT-DayNight-HorizLockup.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9340" cy="1069340"/>
                  </a:xfrm>
                  <a:prstGeom prst="rect">
                    <a:avLst/>
                  </a:prstGeom>
                </pic:spPr>
              </pic:pic>
            </a:graphicData>
          </a:graphic>
        </wp:inline>
      </w:drawing>
    </w:r>
  </w:p>
  <w:p w14:paraId="4F16F0B9" w14:textId="77777777" w:rsidR="00C52F03" w:rsidRDefault="00C52F03" w:rsidP="007C2723">
    <w:pPr>
      <w:pStyle w:val="Header"/>
      <w:tabs>
        <w:tab w:val="clear" w:pos="4680"/>
      </w:tabs>
      <w:jc w:val="center"/>
      <w:rPr>
        <w:b/>
        <w:noProof/>
        <w:position w:val="6"/>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6710EAD"/>
    <w:multiLevelType w:val="hybridMultilevel"/>
    <w:tmpl w:val="CB2E3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2B04E33"/>
    <w:multiLevelType w:val="hybridMultilevel"/>
    <w:tmpl w:val="C8389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00E21"/>
    <w:rsid w:val="000051C6"/>
    <w:rsid w:val="000663F2"/>
    <w:rsid w:val="00085C14"/>
    <w:rsid w:val="00102CE3"/>
    <w:rsid w:val="00161F42"/>
    <w:rsid w:val="0017073F"/>
    <w:rsid w:val="001D26AD"/>
    <w:rsid w:val="001E692F"/>
    <w:rsid w:val="001F5C6C"/>
    <w:rsid w:val="00205F4F"/>
    <w:rsid w:val="0021528E"/>
    <w:rsid w:val="00235480"/>
    <w:rsid w:val="002607AA"/>
    <w:rsid w:val="00295062"/>
    <w:rsid w:val="002A4B02"/>
    <w:rsid w:val="002A6AAF"/>
    <w:rsid w:val="002B4917"/>
    <w:rsid w:val="002B66C6"/>
    <w:rsid w:val="002C5FF8"/>
    <w:rsid w:val="002F4061"/>
    <w:rsid w:val="00306B56"/>
    <w:rsid w:val="00343E03"/>
    <w:rsid w:val="00352A56"/>
    <w:rsid w:val="003D2D80"/>
    <w:rsid w:val="0044330C"/>
    <w:rsid w:val="0044490E"/>
    <w:rsid w:val="004620D5"/>
    <w:rsid w:val="004944B0"/>
    <w:rsid w:val="004D21EE"/>
    <w:rsid w:val="004D77A2"/>
    <w:rsid w:val="004F7615"/>
    <w:rsid w:val="00512BFB"/>
    <w:rsid w:val="00515528"/>
    <w:rsid w:val="005430D9"/>
    <w:rsid w:val="005457B9"/>
    <w:rsid w:val="00550936"/>
    <w:rsid w:val="00565486"/>
    <w:rsid w:val="005705D6"/>
    <w:rsid w:val="005E42DD"/>
    <w:rsid w:val="00603243"/>
    <w:rsid w:val="00604280"/>
    <w:rsid w:val="00606DB5"/>
    <w:rsid w:val="00612237"/>
    <w:rsid w:val="00625A39"/>
    <w:rsid w:val="00636AEB"/>
    <w:rsid w:val="006447A8"/>
    <w:rsid w:val="00644919"/>
    <w:rsid w:val="0067003C"/>
    <w:rsid w:val="00672251"/>
    <w:rsid w:val="00673C85"/>
    <w:rsid w:val="00697610"/>
    <w:rsid w:val="006E6F59"/>
    <w:rsid w:val="006F41DD"/>
    <w:rsid w:val="007045AC"/>
    <w:rsid w:val="00745AC1"/>
    <w:rsid w:val="007516FF"/>
    <w:rsid w:val="0077096D"/>
    <w:rsid w:val="00776ECF"/>
    <w:rsid w:val="007B54D1"/>
    <w:rsid w:val="007C2723"/>
    <w:rsid w:val="007D5238"/>
    <w:rsid w:val="007F0F99"/>
    <w:rsid w:val="008043F1"/>
    <w:rsid w:val="00824066"/>
    <w:rsid w:val="008459C9"/>
    <w:rsid w:val="00852997"/>
    <w:rsid w:val="00853FA2"/>
    <w:rsid w:val="008A62CD"/>
    <w:rsid w:val="008B6819"/>
    <w:rsid w:val="008B6C4C"/>
    <w:rsid w:val="008C149B"/>
    <w:rsid w:val="00901CE9"/>
    <w:rsid w:val="00905462"/>
    <w:rsid w:val="0091298A"/>
    <w:rsid w:val="00974A0A"/>
    <w:rsid w:val="009A5F02"/>
    <w:rsid w:val="009C00CC"/>
    <w:rsid w:val="009C0118"/>
    <w:rsid w:val="009E3F3A"/>
    <w:rsid w:val="009F3460"/>
    <w:rsid w:val="00A209DF"/>
    <w:rsid w:val="00A25841"/>
    <w:rsid w:val="00A345FE"/>
    <w:rsid w:val="00A519A9"/>
    <w:rsid w:val="00A77193"/>
    <w:rsid w:val="00A80AFB"/>
    <w:rsid w:val="00A90A9E"/>
    <w:rsid w:val="00AA106A"/>
    <w:rsid w:val="00AD3AFD"/>
    <w:rsid w:val="00B331E3"/>
    <w:rsid w:val="00B63986"/>
    <w:rsid w:val="00B9273B"/>
    <w:rsid w:val="00BB1112"/>
    <w:rsid w:val="00BB3F28"/>
    <w:rsid w:val="00BE2663"/>
    <w:rsid w:val="00BF0673"/>
    <w:rsid w:val="00C52F03"/>
    <w:rsid w:val="00C55758"/>
    <w:rsid w:val="00C64E8A"/>
    <w:rsid w:val="00CA1A42"/>
    <w:rsid w:val="00CC5909"/>
    <w:rsid w:val="00CE7F96"/>
    <w:rsid w:val="00D11077"/>
    <w:rsid w:val="00D3792F"/>
    <w:rsid w:val="00D55119"/>
    <w:rsid w:val="00D92FE1"/>
    <w:rsid w:val="00DD4A9B"/>
    <w:rsid w:val="00DE2078"/>
    <w:rsid w:val="00DE4EF2"/>
    <w:rsid w:val="00E00551"/>
    <w:rsid w:val="00E07EC7"/>
    <w:rsid w:val="00E10D31"/>
    <w:rsid w:val="00E14CE6"/>
    <w:rsid w:val="00E31AC0"/>
    <w:rsid w:val="00E32CCD"/>
    <w:rsid w:val="00E357F4"/>
    <w:rsid w:val="00E360C0"/>
    <w:rsid w:val="00E53BEF"/>
    <w:rsid w:val="00E61E96"/>
    <w:rsid w:val="00E752A7"/>
    <w:rsid w:val="00ED5CEF"/>
    <w:rsid w:val="00EE15C7"/>
    <w:rsid w:val="00EF3231"/>
    <w:rsid w:val="00F01171"/>
    <w:rsid w:val="00F21C7C"/>
    <w:rsid w:val="00F41EC0"/>
    <w:rsid w:val="00F71B55"/>
    <w:rsid w:val="00F73D67"/>
    <w:rsid w:val="00FB2798"/>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3BD9E3"/>
  <w15:docId w15:val="{8B937423-6972-4EFF-924F-C01537599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4. Body"/>
    <w:qFormat/>
    <w:rsid w:val="006F41DD"/>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6F41DD"/>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6F41DD"/>
    <w:pPr>
      <w:spacing w:after="240"/>
      <w:outlineLvl w:val="1"/>
    </w:pPr>
    <w:rPr>
      <w:bCs w:val="0"/>
      <w:caps/>
    </w:rPr>
  </w:style>
  <w:style w:type="paragraph" w:styleId="Heading3">
    <w:name w:val="heading 3"/>
    <w:aliases w:val="3. Subhead"/>
    <w:next w:val="Normal"/>
    <w:link w:val="Heading3Char"/>
    <w:uiPriority w:val="9"/>
    <w:unhideWhenUsed/>
    <w:qFormat/>
    <w:rsid w:val="006F41DD"/>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41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41DD"/>
    <w:rPr>
      <w:rFonts w:ascii="Trebuchet MS" w:hAnsi="Trebuchet MS"/>
      <w:sz w:val="22"/>
      <w:szCs w:val="22"/>
    </w:rPr>
  </w:style>
  <w:style w:type="paragraph" w:styleId="Footer">
    <w:name w:val="footer"/>
    <w:basedOn w:val="Normal"/>
    <w:link w:val="FooterChar"/>
    <w:uiPriority w:val="99"/>
    <w:unhideWhenUsed/>
    <w:rsid w:val="006F41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41DD"/>
    <w:rPr>
      <w:rFonts w:ascii="Trebuchet MS" w:hAnsi="Trebuchet MS"/>
      <w:sz w:val="22"/>
      <w:szCs w:val="22"/>
    </w:rPr>
  </w:style>
  <w:style w:type="paragraph" w:styleId="BalloonText">
    <w:name w:val="Balloon Text"/>
    <w:basedOn w:val="Normal"/>
    <w:link w:val="BalloonTextChar"/>
    <w:uiPriority w:val="99"/>
    <w:semiHidden/>
    <w:unhideWhenUsed/>
    <w:rsid w:val="006F41D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F41DD"/>
    <w:rPr>
      <w:rFonts w:ascii="Tahoma" w:hAnsi="Tahoma" w:cs="Tahoma"/>
      <w:sz w:val="16"/>
      <w:szCs w:val="16"/>
    </w:rPr>
  </w:style>
  <w:style w:type="character" w:customStyle="1" w:styleId="Heading1Char">
    <w:name w:val="Heading 1 Char"/>
    <w:aliases w:val="1. Campaign Year &amp; Name Char"/>
    <w:link w:val="Heading1"/>
    <w:uiPriority w:val="9"/>
    <w:rsid w:val="006F41DD"/>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6F41DD"/>
    <w:rPr>
      <w:rFonts w:ascii="Rockwell" w:eastAsia="Times New Roman" w:hAnsi="Rockwell"/>
      <w:b/>
      <w:caps/>
      <w:noProof/>
      <w:color w:val="000000"/>
      <w:sz w:val="28"/>
      <w:szCs w:val="28"/>
    </w:rPr>
  </w:style>
  <w:style w:type="character" w:styleId="Hyperlink">
    <w:name w:val="Hyperlink"/>
    <w:uiPriority w:val="99"/>
    <w:unhideWhenUsed/>
    <w:rsid w:val="006F41DD"/>
    <w:rPr>
      <w:color w:val="0000FF"/>
      <w:u w:val="single"/>
    </w:rPr>
  </w:style>
  <w:style w:type="paragraph" w:customStyle="1" w:styleId="MediumGrid21">
    <w:name w:val="Medium Grid 21"/>
    <w:uiPriority w:val="1"/>
    <w:rsid w:val="006F41DD"/>
    <w:rPr>
      <w:sz w:val="22"/>
      <w:szCs w:val="22"/>
    </w:rPr>
  </w:style>
  <w:style w:type="paragraph" w:customStyle="1" w:styleId="Normal1">
    <w:name w:val="Normal1"/>
    <w:basedOn w:val="Normal"/>
    <w:rsid w:val="006F41DD"/>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6F41DD"/>
  </w:style>
  <w:style w:type="paragraph" w:customStyle="1" w:styleId="bodycopy">
    <w:name w:val="bodycopy"/>
    <w:basedOn w:val="Normal"/>
    <w:rsid w:val="006F41DD"/>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6F41DD"/>
  </w:style>
  <w:style w:type="table" w:styleId="TableGrid">
    <w:name w:val="Table Grid"/>
    <w:basedOn w:val="TableNormal"/>
    <w:uiPriority w:val="59"/>
    <w:rsid w:val="006F41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6F41DD"/>
    <w:rPr>
      <w:rFonts w:ascii="Trebuchet MS" w:eastAsia="Times New Roman" w:hAnsi="Trebuchet MS"/>
      <w:b/>
      <w:bCs/>
      <w:color w:val="000000"/>
      <w:sz w:val="22"/>
      <w:szCs w:val="28"/>
    </w:rPr>
  </w:style>
  <w:style w:type="paragraph" w:styleId="Title">
    <w:name w:val="Title"/>
    <w:basedOn w:val="Normal"/>
    <w:next w:val="Normal"/>
    <w:link w:val="TitleChar"/>
    <w:uiPriority w:val="10"/>
    <w:rsid w:val="006F41DD"/>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6F41DD"/>
    <w:rPr>
      <w:rFonts w:ascii="Cambria" w:eastAsia="Times New Roman" w:hAnsi="Cambria"/>
      <w:b/>
      <w:bCs/>
      <w:kern w:val="28"/>
      <w:sz w:val="32"/>
      <w:szCs w:val="32"/>
    </w:rPr>
  </w:style>
  <w:style w:type="paragraph" w:styleId="Quote">
    <w:name w:val="Quote"/>
    <w:basedOn w:val="Normal"/>
    <w:next w:val="Normal"/>
    <w:link w:val="QuoteChar"/>
    <w:uiPriority w:val="29"/>
    <w:rsid w:val="006F41DD"/>
    <w:rPr>
      <w:i/>
      <w:iCs/>
      <w:color w:val="000000"/>
    </w:rPr>
  </w:style>
  <w:style w:type="character" w:customStyle="1" w:styleId="QuoteChar">
    <w:name w:val="Quote Char"/>
    <w:link w:val="Quote"/>
    <w:uiPriority w:val="29"/>
    <w:rsid w:val="006F41DD"/>
    <w:rPr>
      <w:rFonts w:ascii="Trebuchet MS" w:hAnsi="Trebuchet MS"/>
      <w:i/>
      <w:iCs/>
      <w:color w:val="000000"/>
      <w:sz w:val="22"/>
      <w:szCs w:val="22"/>
    </w:rPr>
  </w:style>
  <w:style w:type="paragraph" w:customStyle="1" w:styleId="5ControlCode">
    <w:name w:val="5. Control Code"/>
    <w:basedOn w:val="Normal"/>
    <w:link w:val="5ControlCodeChar"/>
    <w:rsid w:val="006F41DD"/>
    <w:pPr>
      <w:jc w:val="right"/>
    </w:pPr>
    <w:rPr>
      <w:sz w:val="14"/>
      <w:szCs w:val="14"/>
    </w:rPr>
  </w:style>
  <w:style w:type="character" w:customStyle="1" w:styleId="5ControlCodeChar">
    <w:name w:val="5. Control Code Char"/>
    <w:link w:val="5ControlCode"/>
    <w:rsid w:val="006F41DD"/>
    <w:rPr>
      <w:rFonts w:ascii="Trebuchet MS" w:hAnsi="Trebuchet MS"/>
      <w:sz w:val="14"/>
      <w:szCs w:val="14"/>
    </w:rPr>
  </w:style>
  <w:style w:type="paragraph" w:styleId="ListParagraph">
    <w:name w:val="List Paragraph"/>
    <w:basedOn w:val="Normal"/>
    <w:uiPriority w:val="34"/>
    <w:rsid w:val="002607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Template>
  <TotalTime>0</TotalTime>
  <Pages>2</Pages>
  <Words>596</Words>
  <Characters>3401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3990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Greenbauer, Lynn CTR (NHTSA)</dc:creator>
  <cp:lastModifiedBy>Tara Casanova Powell</cp:lastModifiedBy>
  <cp:revision>2</cp:revision>
  <cp:lastPrinted>2018-03-01T17:35:00Z</cp:lastPrinted>
  <dcterms:created xsi:type="dcterms:W3CDTF">2019-05-20T17:30:00Z</dcterms:created>
  <dcterms:modified xsi:type="dcterms:W3CDTF">2019-05-20T17:30:00Z</dcterms:modified>
</cp:coreProperties>
</file>