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87CBD" w14:textId="00978575" w:rsidR="008941D2" w:rsidRPr="00FF1878" w:rsidRDefault="00FF1878" w:rsidP="008941D2">
      <w:pPr>
        <w:pStyle w:val="NoSpacing"/>
        <w:rPr>
          <w:rFonts w:ascii="Rockwell" w:hAnsi="Rockwell"/>
          <w:b/>
        </w:rPr>
      </w:pPr>
      <w:bookmarkStart w:id="0" w:name="_GoBack"/>
      <w:bookmarkEnd w:id="0"/>
      <w:r>
        <w:rPr>
          <w:rFonts w:ascii="Rockwell" w:hAnsi="Rockwell"/>
          <w:b/>
        </w:rPr>
        <w:t>2019</w:t>
      </w:r>
      <w:r w:rsidR="008941D2">
        <w:rPr>
          <w:rFonts w:ascii="Rockwell" w:hAnsi="Rockwell"/>
          <w:b/>
        </w:rPr>
        <w:t xml:space="preserve"> HALLOWEEN</w:t>
      </w:r>
    </w:p>
    <w:p w14:paraId="3EE6452A" w14:textId="084AB96C" w:rsidR="008941D2" w:rsidRDefault="008941D2" w:rsidP="008941D2">
      <w:pPr>
        <w:pStyle w:val="NoSpacing"/>
        <w:rPr>
          <w:rFonts w:ascii="Rockwell" w:hAnsi="Rockwell"/>
          <w:b/>
        </w:rPr>
      </w:pPr>
      <w:r w:rsidRPr="008764D5">
        <w:rPr>
          <w:rFonts w:ascii="Rockwell" w:hAnsi="Rockwell"/>
          <w:b/>
        </w:rPr>
        <w:t>SAMPLE</w:t>
      </w:r>
      <w:r>
        <w:rPr>
          <w:rFonts w:ascii="Rockwell" w:hAnsi="Rockwell"/>
          <w:b/>
        </w:rPr>
        <w:t xml:space="preserve"> NEWS RELEASE</w:t>
      </w:r>
    </w:p>
    <w:p w14:paraId="35B8238D" w14:textId="1BB16C61" w:rsidR="00FF1878" w:rsidRPr="008764D5" w:rsidRDefault="00FF1878" w:rsidP="008941D2">
      <w:pPr>
        <w:pStyle w:val="NoSpacing"/>
        <w:rPr>
          <w:rFonts w:ascii="Rockwell" w:hAnsi="Rockwell"/>
          <w:b/>
        </w:rPr>
      </w:pPr>
      <w:r>
        <w:rPr>
          <w:rFonts w:ascii="Rockwell" w:hAnsi="Rockwell"/>
          <w:b/>
        </w:rPr>
        <w:t>SOCIAL NORMING VERSION</w:t>
      </w:r>
    </w:p>
    <w:p w14:paraId="22F82251" w14:textId="77777777" w:rsidR="008941D2" w:rsidRPr="008764D5" w:rsidRDefault="008941D2" w:rsidP="008941D2">
      <w:pPr>
        <w:pStyle w:val="NoSpacing"/>
        <w:rPr>
          <w:rFonts w:ascii="Rockwell" w:hAnsi="Rockwell"/>
          <w:b/>
        </w:rPr>
      </w:pPr>
    </w:p>
    <w:p w14:paraId="244950E6" w14:textId="77777777" w:rsidR="008941D2" w:rsidRPr="008764D5" w:rsidRDefault="008941D2" w:rsidP="008941D2">
      <w:pPr>
        <w:pStyle w:val="NoSpacing"/>
        <w:rPr>
          <w:rFonts w:ascii="Rockwell" w:hAnsi="Rockwell"/>
          <w:b/>
        </w:rPr>
      </w:pPr>
      <w:r w:rsidRPr="008764D5">
        <w:rPr>
          <w:rFonts w:ascii="Rockwell" w:hAnsi="Rockwell"/>
          <w:b/>
        </w:rPr>
        <w:t>FOR IMMEDIATE RELEASE: [Date]</w:t>
      </w:r>
    </w:p>
    <w:p w14:paraId="2BB1485F" w14:textId="77777777" w:rsidR="008941D2" w:rsidRPr="008764D5" w:rsidRDefault="008941D2" w:rsidP="008941D2">
      <w:pPr>
        <w:pStyle w:val="NoSpacing"/>
        <w:rPr>
          <w:rFonts w:ascii="Rockwell" w:hAnsi="Rockwell"/>
          <w:b/>
        </w:rPr>
      </w:pPr>
      <w:r w:rsidRPr="008764D5">
        <w:rPr>
          <w:rFonts w:ascii="Rockwell" w:hAnsi="Rockwell"/>
          <w:b/>
        </w:rPr>
        <w:t>CONTACT: [Name, Phone Number, E-mail]</w:t>
      </w:r>
    </w:p>
    <w:p w14:paraId="4B321C8F" w14:textId="77777777" w:rsidR="008941D2" w:rsidRPr="008764D5" w:rsidRDefault="008941D2" w:rsidP="008941D2">
      <w:pPr>
        <w:pStyle w:val="NoSpacing"/>
        <w:rPr>
          <w:rFonts w:ascii="Rockwell" w:hAnsi="Rockwell"/>
          <w:b/>
        </w:rPr>
      </w:pPr>
    </w:p>
    <w:p w14:paraId="5C7E6EB1" w14:textId="77777777" w:rsidR="008941D2" w:rsidRPr="008941D2" w:rsidRDefault="008941D2" w:rsidP="005130AA">
      <w:pPr>
        <w:pStyle w:val="Heading1"/>
      </w:pPr>
      <w:r w:rsidRPr="008941D2">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71F5C834" w14:textId="77777777" w:rsidR="005130AA" w:rsidRPr="00342A08" w:rsidRDefault="005130AA" w:rsidP="005625CC">
      <w:pPr>
        <w:pStyle w:val="Heading3"/>
        <w:spacing w:before="240" w:after="240"/>
        <w:jc w:val="center"/>
        <w:rPr>
          <w:rFonts w:ascii="Rockwell" w:hAnsi="Rockwell"/>
          <w:sz w:val="28"/>
        </w:rPr>
      </w:pPr>
      <w:r w:rsidRPr="00342A08">
        <w:rPr>
          <w:rFonts w:ascii="Rockwell" w:hAnsi="Rockwell"/>
          <w:sz w:val="28"/>
        </w:rPr>
        <w:t>Spread the Word to Every Ghoul and Goblin:</w:t>
      </w:r>
    </w:p>
    <w:p w14:paraId="796966D8" w14:textId="0F094702" w:rsidR="008941D2" w:rsidRPr="00342A08" w:rsidRDefault="008941D2" w:rsidP="005625CC">
      <w:pPr>
        <w:pStyle w:val="Heading3"/>
        <w:spacing w:before="240" w:after="240"/>
        <w:jc w:val="center"/>
        <w:rPr>
          <w:rFonts w:ascii="Rockwell" w:hAnsi="Rockwell"/>
          <w:sz w:val="28"/>
        </w:rPr>
      </w:pPr>
      <w:r w:rsidRPr="00342A08">
        <w:rPr>
          <w:rFonts w:ascii="Rockwell" w:hAnsi="Rockwell"/>
          <w:sz w:val="28"/>
        </w:rPr>
        <w:t xml:space="preserve"> </w:t>
      </w:r>
      <w:r w:rsidRPr="00342A08">
        <w:rPr>
          <w:rFonts w:ascii="Rockwell" w:hAnsi="Rockwell"/>
          <w:i/>
          <w:sz w:val="28"/>
        </w:rPr>
        <w:t>Buzzed Driving Is Drunk Driving</w:t>
      </w:r>
    </w:p>
    <w:p w14:paraId="5B9B77E9" w14:textId="118729C5" w:rsidR="00537A1B" w:rsidRDefault="009B3CC1" w:rsidP="008941D2">
      <w:r w:rsidRPr="009B3CC1">
        <w:rPr>
          <w:b/>
        </w:rPr>
        <w:t>[City, State]</w:t>
      </w:r>
      <w:r w:rsidR="00A47E94">
        <w:rPr>
          <w:b/>
        </w:rPr>
        <w:t xml:space="preserve"> </w:t>
      </w:r>
      <w:r>
        <w:t>—</w:t>
      </w:r>
      <w:r w:rsidR="00A47E94">
        <w:t xml:space="preserve"> </w:t>
      </w:r>
      <w:r w:rsidR="005130AA">
        <w:t xml:space="preserve">Each year, millions of children and adults alike celebrate </w:t>
      </w:r>
      <w:r w:rsidR="00633F4A">
        <w:t>Halloween</w:t>
      </w:r>
      <w:r w:rsidR="005130AA">
        <w:t>, a holiday known for its sweet treats and spooky parties</w:t>
      </w:r>
      <w:r w:rsidR="00633F4A">
        <w:t xml:space="preserve">. Leave the </w:t>
      </w:r>
      <w:r w:rsidR="00CB0A24">
        <w:t>dangerous</w:t>
      </w:r>
      <w:r w:rsidR="00633F4A">
        <w:t xml:space="preserve"> driving for the witches on brooms, and commit to sober driving Halloween night, and every night. </w:t>
      </w:r>
      <w:r w:rsidR="00537A1B">
        <w:t xml:space="preserve">To help spread the message that </w:t>
      </w:r>
      <w:r w:rsidR="00537A1B" w:rsidRPr="00537A1B">
        <w:rPr>
          <w:i/>
        </w:rPr>
        <w:t>Buzzed Driving Is Drunk Driving</w:t>
      </w:r>
      <w:r w:rsidR="00537A1B">
        <w:t xml:space="preserve">, the U.S. Department of Transportation’s National Highway Traffic Safety Administration (NHTSA) is teaming up with </w:t>
      </w:r>
      <w:r w:rsidR="00537A1B" w:rsidRPr="006F505C">
        <w:rPr>
          <w:b/>
        </w:rPr>
        <w:t>[Local Organization]</w:t>
      </w:r>
      <w:r w:rsidR="00537A1B">
        <w:t xml:space="preserve"> to remind </w:t>
      </w:r>
      <w:r w:rsidR="00B81036">
        <w:t>everyone</w:t>
      </w:r>
      <w:r w:rsidR="00537A1B">
        <w:t xml:space="preserve"> of the dangers of drunk driving. Halloween poses a</w:t>
      </w:r>
      <w:r w:rsidR="0042395D">
        <w:t>n especially</w:t>
      </w:r>
      <w:r w:rsidR="00537A1B">
        <w:t xml:space="preserve"> dangerous threat to pedestrians, as more people are out at night on the hunt for candy. If your night involves alcohol, </w:t>
      </w:r>
      <w:r w:rsidR="00AD4917">
        <w:t>plan</w:t>
      </w:r>
      <w:r w:rsidR="00B81036">
        <w:t xml:space="preserve"> for a sober ride home</w:t>
      </w:r>
      <w:r w:rsidR="00537A1B">
        <w:t xml:space="preserve">. Remember: It’s never safe to drink and </w:t>
      </w:r>
      <w:r w:rsidR="005838CC">
        <w:t>drive</w:t>
      </w:r>
      <w:r w:rsidR="00537A1B">
        <w:t xml:space="preserve">. </w:t>
      </w:r>
    </w:p>
    <w:p w14:paraId="320B26F8" w14:textId="6B0DFEB0" w:rsidR="00633F4A" w:rsidRPr="00633F4A" w:rsidRDefault="00633F4A" w:rsidP="008941D2">
      <w:r>
        <w:t>“</w:t>
      </w:r>
      <w:r w:rsidR="00637A35">
        <w:t xml:space="preserve">This year, Halloween falls on a Thursday, so we’re certain to see extra parties throughout the weekend, and every single partygoer </w:t>
      </w:r>
      <w:r>
        <w:t>should</w:t>
      </w:r>
      <w:r w:rsidR="00637A35">
        <w:t xml:space="preserve"> plan their sober ride home</w:t>
      </w:r>
      <w:r w:rsidR="00487DBA">
        <w:t xml:space="preserve"> in advance</w:t>
      </w:r>
      <w:r w:rsidR="00637A35">
        <w:t xml:space="preserve">” </w:t>
      </w:r>
      <w:r>
        <w:t xml:space="preserve">said </w:t>
      </w:r>
      <w:r>
        <w:rPr>
          <w:b/>
        </w:rPr>
        <w:t>[Local Leader]</w:t>
      </w:r>
      <w:r w:rsidR="00637A35">
        <w:t>. “</w:t>
      </w:r>
      <w:r>
        <w:t xml:space="preserve">Even one drink can impair judgement. You should never put yourself, or others, at risk because you made the selfish choice to drink and drive. For most, even one drink can be one too many. Remember: </w:t>
      </w:r>
      <w:r w:rsidRPr="006D1C5F">
        <w:rPr>
          <w:i/>
        </w:rPr>
        <w:t>Buzzed Driving Is Drunk Driving</w:t>
      </w:r>
      <w:r>
        <w:t>.”</w:t>
      </w:r>
    </w:p>
    <w:p w14:paraId="765400D4" w14:textId="3B2DAB7C" w:rsidR="00537A1B" w:rsidRDefault="00633F4A" w:rsidP="00633F4A">
      <w:r>
        <w:t>Between 2013</w:t>
      </w:r>
      <w:r w:rsidR="00FD4613">
        <w:t xml:space="preserve"> and 2</w:t>
      </w:r>
      <w:r>
        <w:t>017</w:t>
      </w:r>
      <w:r w:rsidR="00FD4613">
        <w:t xml:space="preserve">, </w:t>
      </w:r>
      <w:r>
        <w:t>there were 15</w:t>
      </w:r>
      <w:r w:rsidR="00E26CDE">
        <w:t xml:space="preserve">8 drunk-driving </w:t>
      </w:r>
      <w:r w:rsidR="00452B99">
        <w:t>fatalities</w:t>
      </w:r>
      <w:r w:rsidR="008401EF">
        <w:t xml:space="preserve"> on Halloween night</w:t>
      </w:r>
      <w:r w:rsidR="00AC3F0B" w:rsidRPr="00AC3F0B">
        <w:t xml:space="preserve"> </w:t>
      </w:r>
      <w:r w:rsidR="00AC3F0B">
        <w:t>(6 p.m. October 31 – 5:59 a.m. November 1</w:t>
      </w:r>
      <w:r w:rsidR="00B86349">
        <w:t>)</w:t>
      </w:r>
      <w:r>
        <w:t>.</w:t>
      </w:r>
      <w:r w:rsidR="00FD4613">
        <w:t xml:space="preserve"> </w:t>
      </w:r>
      <w:r w:rsidR="00537A1B">
        <w:t xml:space="preserve">According to </w:t>
      </w:r>
      <w:r w:rsidR="006D1C5F">
        <w:t>NHTS</w:t>
      </w:r>
      <w:r w:rsidR="00042C68">
        <w:t>A</w:t>
      </w:r>
      <w:r w:rsidR="00537A1B">
        <w:t>, 4</w:t>
      </w:r>
      <w:r>
        <w:t>2</w:t>
      </w:r>
      <w:r w:rsidR="00B42E92">
        <w:t xml:space="preserve">% </w:t>
      </w:r>
      <w:r w:rsidR="00537A1B">
        <w:t>of all people killed in motor vehicle crashes on Halloween night from 201</w:t>
      </w:r>
      <w:r>
        <w:t>3 to 2017</w:t>
      </w:r>
      <w:r w:rsidR="00537A1B">
        <w:t xml:space="preserve"> were in cra</w:t>
      </w:r>
      <w:r>
        <w:t xml:space="preserve">shes involving a drunk driver. </w:t>
      </w:r>
      <w:r w:rsidR="00537A1B">
        <w:t xml:space="preserve">Younger drivers are most at risk: </w:t>
      </w:r>
      <w:r>
        <w:t>Even though it is illegal to consume alcohol under age 21, t</w:t>
      </w:r>
      <w:r w:rsidRPr="00633F4A">
        <w:t>hose under the age of 21 had the highest percentage (45%) of fatalities in drunk-driving crashes on Halloween night in 2017.</w:t>
      </w:r>
    </w:p>
    <w:p w14:paraId="3273C45D" w14:textId="762466CD" w:rsidR="00633F4A" w:rsidRPr="00633F4A" w:rsidRDefault="00633F4A" w:rsidP="00633F4A">
      <w:r>
        <w:t xml:space="preserve">“We want our community to have a fun night out on Halloween, but to also stay safe and make responsible choices,” said </w:t>
      </w:r>
      <w:r>
        <w:rPr>
          <w:b/>
        </w:rPr>
        <w:t>[Local Leader]</w:t>
      </w:r>
      <w:r>
        <w:t xml:space="preserve">. “In today’s world, there are many options available to drivers to help them get home safely if they have been drinking. We expect drivers to refrain from </w:t>
      </w:r>
      <w:r w:rsidR="0042395D">
        <w:t>driving after drinking</w:t>
      </w:r>
      <w:r>
        <w:t xml:space="preserve">,” </w:t>
      </w:r>
      <w:r w:rsidRPr="006A2126">
        <w:rPr>
          <w:b/>
        </w:rPr>
        <w:t>[he/she]</w:t>
      </w:r>
      <w:r>
        <w:rPr>
          <w:b/>
        </w:rPr>
        <w:t xml:space="preserve"> </w:t>
      </w:r>
      <w:r w:rsidRPr="00F30C92">
        <w:t>said</w:t>
      </w:r>
      <w:r>
        <w:t>.</w:t>
      </w:r>
    </w:p>
    <w:p w14:paraId="0BDE2345" w14:textId="6D88B357" w:rsidR="008941D2" w:rsidRDefault="008941D2" w:rsidP="008941D2">
      <w:r>
        <w:lastRenderedPageBreak/>
        <w:t xml:space="preserve">It is illegal everywhere in America to drive with a blood alcohol concentration (BAC) of .08 or higher. </w:t>
      </w:r>
      <w:r w:rsidR="006549FF">
        <w:t>Even still, thousands die each year in drunk-driving-</w:t>
      </w:r>
      <w:r w:rsidR="00127740">
        <w:t>related</w:t>
      </w:r>
      <w:r w:rsidR="006549FF">
        <w:t xml:space="preserve"> crashes. </w:t>
      </w:r>
      <w:r>
        <w:t>In 201</w:t>
      </w:r>
      <w:r w:rsidR="00633F4A">
        <w:t>7</w:t>
      </w:r>
      <w:r>
        <w:t xml:space="preserve">, </w:t>
      </w:r>
      <w:r w:rsidR="00BF00AF">
        <w:t xml:space="preserve">there were </w:t>
      </w:r>
      <w:r>
        <w:t>10,</w:t>
      </w:r>
      <w:r w:rsidR="00633F4A">
        <w:t>874</w:t>
      </w:r>
      <w:r>
        <w:t xml:space="preserve"> people killed in drunk-driving crashes.</w:t>
      </w:r>
      <w:r w:rsidR="00745F65">
        <w:t xml:space="preserve"> And the costs can be financial, too: If you’re caught drinking and driving, you could face jail time, lose your driver’s license and your vehicle, and pay up to $10,000 in attorney</w:t>
      </w:r>
      <w:r w:rsidR="00127740">
        <w:t>’s</w:t>
      </w:r>
      <w:r w:rsidR="00745F65">
        <w:t xml:space="preserve"> fees, fines, car towing</w:t>
      </w:r>
      <w:r w:rsidR="00127740">
        <w:t xml:space="preserve"> and</w:t>
      </w:r>
      <w:r w:rsidR="00745F65">
        <w:t xml:space="preserve"> repairs, higher insurance rates, and lost wages. </w:t>
      </w:r>
    </w:p>
    <w:p w14:paraId="62FE671D" w14:textId="352454F6" w:rsidR="00A47E94" w:rsidRDefault="00A47E94" w:rsidP="008941D2">
      <w:r w:rsidRPr="000D5F63">
        <w:t>Drunk driving isn’t the only risk on the road: Drug-impaired driving is also an increasing problem on our nation’s roads</w:t>
      </w:r>
      <w:r w:rsidR="005564CB">
        <w:t>, for men and for women</w:t>
      </w:r>
      <w:r w:rsidRPr="000D5F63">
        <w:t>. If drivers are impaired by any substance</w:t>
      </w:r>
      <w:r>
        <w:t xml:space="preserve"> </w:t>
      </w:r>
      <w:r w:rsidRPr="000D5F63">
        <w:t>—</w:t>
      </w:r>
      <w:r>
        <w:t xml:space="preserve"> </w:t>
      </w:r>
      <w:r w:rsidRPr="000D5F63">
        <w:t>alcohol or drugs</w:t>
      </w:r>
      <w:r>
        <w:t xml:space="preserve"> </w:t>
      </w:r>
      <w:r w:rsidRPr="000D5F63">
        <w:t>—</w:t>
      </w:r>
      <w:r>
        <w:t xml:space="preserve"> </w:t>
      </w:r>
      <w:r w:rsidRPr="000D5F63">
        <w:t xml:space="preserve">they should not get behind the wheel of a vehicle. </w:t>
      </w:r>
      <w:r w:rsidR="00DF04F0">
        <w:t xml:space="preserve">It is illegal in all </w:t>
      </w:r>
      <w:r w:rsidR="00452A20">
        <w:t>s</w:t>
      </w:r>
      <w:r w:rsidR="00DF04F0">
        <w:t xml:space="preserve">tates to drive impaired by alcohol or drugs. </w:t>
      </w:r>
      <w:r w:rsidR="005564CB">
        <w:t xml:space="preserve">Across the country, some states are starting to loosen restrictions on marijuana, specifically. Remember: </w:t>
      </w:r>
      <w:r w:rsidRPr="000D5F63">
        <w:t xml:space="preserve">Driving while impaired is illegal, period. The bottom line is this: </w:t>
      </w:r>
      <w:r w:rsidRPr="000D5F63">
        <w:rPr>
          <w:i/>
        </w:rPr>
        <w:t>If You Feel Different, You Drive Different.</w:t>
      </w:r>
      <w:r w:rsidRPr="000D5F63">
        <w:t xml:space="preserve"> It’s that simple.</w:t>
      </w:r>
      <w:r w:rsidRPr="005C686C">
        <w:t xml:space="preserve"> </w:t>
      </w:r>
    </w:p>
    <w:p w14:paraId="0ADB7EC3" w14:textId="0D71F81E" w:rsidR="00A47E94" w:rsidRPr="00A47E94" w:rsidRDefault="00A47E94" w:rsidP="008941D2">
      <w:pPr>
        <w:rPr>
          <w:b/>
        </w:rPr>
      </w:pPr>
      <w:r w:rsidRPr="00A47E94">
        <w:rPr>
          <w:b/>
        </w:rPr>
        <w:t>Party with a Plan</w:t>
      </w:r>
    </w:p>
    <w:p w14:paraId="63FBBCAC" w14:textId="1526C18A" w:rsidR="008941D2" w:rsidRDefault="006549FF" w:rsidP="008941D2">
      <w:r>
        <w:t xml:space="preserve">If you plan to head out for a night of Halloween partying, </w:t>
      </w:r>
      <w:r w:rsidR="008941D2">
        <w:t xml:space="preserve">follow these simple tips for a safe and happy </w:t>
      </w:r>
      <w:r>
        <w:t>evening</w:t>
      </w:r>
      <w:r w:rsidR="008941D2">
        <w:t>:</w:t>
      </w:r>
    </w:p>
    <w:p w14:paraId="4B81EB93" w14:textId="34A69980"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Remember that it is never okay to drink and drive. Even if you’ve had only one alcoholic beverage, designate a sober driver or plan to use public transportation or a ride sharing service to get home safely. </w:t>
      </w:r>
    </w:p>
    <w:p w14:paraId="2C7D3E23" w14:textId="77777777"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Use your community’s sober ride program </w:t>
      </w:r>
      <w:r w:rsidRPr="00690D2B">
        <w:rPr>
          <w:rFonts w:ascii="Trebuchet MS" w:hAnsi="Trebuchet MS"/>
          <w:b/>
          <w:color w:val="000000"/>
        </w:rPr>
        <w:t>[Insert your local sober ride program specifics here]</w:t>
      </w:r>
      <w:r w:rsidRPr="00690D2B">
        <w:rPr>
          <w:rFonts w:ascii="Trebuchet MS" w:hAnsi="Trebuchet MS"/>
          <w:color w:val="000000"/>
        </w:rPr>
        <w:t>.</w:t>
      </w:r>
    </w:p>
    <w:p w14:paraId="5BC58F31" w14:textId="77777777"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If you see a drunk driver on the road, contact </w:t>
      </w:r>
      <w:r w:rsidRPr="00690D2B">
        <w:rPr>
          <w:rFonts w:ascii="Trebuchet MS" w:hAnsi="Trebuchet MS"/>
          <w:b/>
          <w:color w:val="000000"/>
        </w:rPr>
        <w:t>[Local Law Enforcement]</w:t>
      </w:r>
      <w:r w:rsidRPr="00690D2B">
        <w:rPr>
          <w:rFonts w:ascii="Trebuchet MS" w:hAnsi="Trebuchet MS"/>
          <w:color w:val="000000"/>
        </w:rPr>
        <w:t>.</w:t>
      </w:r>
    </w:p>
    <w:p w14:paraId="451339C5" w14:textId="00750000"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Have a friend who is about to drink and drive? Take the keys away and </w:t>
      </w:r>
      <w:proofErr w:type="gramStart"/>
      <w:r w:rsidRPr="00690D2B">
        <w:rPr>
          <w:rFonts w:ascii="Trebuchet MS" w:hAnsi="Trebuchet MS"/>
          <w:color w:val="000000"/>
        </w:rPr>
        <w:t>make arrangements</w:t>
      </w:r>
      <w:proofErr w:type="gramEnd"/>
      <w:r w:rsidRPr="00690D2B">
        <w:rPr>
          <w:rFonts w:ascii="Trebuchet MS" w:hAnsi="Trebuchet MS"/>
          <w:color w:val="000000"/>
        </w:rPr>
        <w:t xml:space="preserve"> to get your friend home safely.</w:t>
      </w:r>
    </w:p>
    <w:p w14:paraId="4BD02C4C" w14:textId="77777777" w:rsidR="00A442C0" w:rsidRDefault="00A442C0" w:rsidP="009B3CC1"/>
    <w:p w14:paraId="37D60ACF" w14:textId="7393401D" w:rsidR="009B3CC1" w:rsidRDefault="009B3CC1" w:rsidP="009B3CC1">
      <w:r>
        <w:t xml:space="preserve">Always remember: </w:t>
      </w:r>
      <w:r w:rsidRPr="0020729A">
        <w:rPr>
          <w:i/>
        </w:rPr>
        <w:t>Buzzed Driving Is Drunk Driving</w:t>
      </w:r>
      <w:r>
        <w:t xml:space="preserve">. For more information, visit </w:t>
      </w:r>
      <w:hyperlink r:id="rId7" w:history="1">
        <w:r w:rsidR="00750931" w:rsidRPr="0095480E">
          <w:rPr>
            <w:rStyle w:val="Hyperlink"/>
          </w:rPr>
          <w:t>www.trafficsafetymarketing.gov</w:t>
        </w:r>
      </w:hyperlink>
      <w:r>
        <w:t>.</w:t>
      </w:r>
    </w:p>
    <w:p w14:paraId="5D31B917" w14:textId="4DF77EEA" w:rsidR="00750931" w:rsidRDefault="00750931" w:rsidP="009B3CC1">
      <w:r>
        <w:rPr>
          <w:noProof/>
          <w:sz w:val="14"/>
          <w:szCs w:val="14"/>
        </w:rPr>
        <mc:AlternateContent>
          <mc:Choice Requires="wps">
            <w:drawing>
              <wp:anchor distT="0" distB="0" distL="114300" distR="114300" simplePos="0" relativeHeight="251659264" behindDoc="0" locked="0" layoutInCell="1" allowOverlap="1" wp14:anchorId="2ACCB5A5" wp14:editId="36EBB4F0">
                <wp:simplePos x="0" y="0"/>
                <wp:positionH relativeFrom="margin">
                  <wp:align>right</wp:align>
                </wp:positionH>
                <wp:positionV relativeFrom="paragraph">
                  <wp:posOffset>2352675</wp:posOffset>
                </wp:positionV>
                <wp:extent cx="1107440" cy="142240"/>
                <wp:effectExtent l="0" t="0" r="16510" b="1016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3A2E0" w14:textId="0C0DDE71" w:rsidR="00750931" w:rsidRDefault="00750931" w:rsidP="00750931">
                            <w:pPr>
                              <w:pStyle w:val="5ControlCode"/>
                            </w:pPr>
                            <w:r>
                              <w:t>13827b-070119-v1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CCB5A5" id="_x0000_t202" coordsize="21600,21600" o:spt="202" path="m,l,21600r21600,l21600,xe">
                <v:stroke joinstyle="miter"/>
                <v:path gradientshapeok="t" o:connecttype="rect"/>
              </v:shapetype>
              <v:shape id="Text Box 1" o:spid="_x0000_s1026" type="#_x0000_t202" style="position:absolute;margin-left:36pt;margin-top:185.25pt;width:87.2pt;height:11.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DlFLOl3gAAAAgBAAAP&#10;AAAAZHJzL2Rvd25yZXYueG1sTI/BbsIwEETvlfgHayv1VuxSCk0aB6GqPVWqCOmhRydeEot4HWID&#10;6d/XnOA4O6uZN9lqtB074eCNIwlPUwEMqXbaUCPhp/x8fAXmgyKtOkco4Q89rPLJXaZS7c5U4Gkb&#10;GhZDyKdKQhtCn3Lu6xat8lPXI0Vv5warQpRDw/WgzjHcdnwmxIJbZSg2tKrH9xbr/fZoJax/qfgw&#10;h+9qU+wKU5aJoK/FXsqH+3H9BizgGK7PcMGP6JBHpsodSXvWSYhDgoTnpXgBdrGX8zmwKl6SWQI8&#10;z/jtgPwfAAD//wMAUEsBAi0AFAAGAAgAAAAhALaDOJL+AAAA4QEAABMAAAAAAAAAAAAAAAAAAAAA&#10;AFtDb250ZW50X1R5cGVzXS54bWxQSwECLQAUAAYACAAAACEAOP0h/9YAAACUAQAACwAAAAAAAAAA&#10;AAAAAAAvAQAAX3JlbHMvLnJlbHNQSwECLQAUAAYACAAAACEAL88qOKoCAACpBQAADgAAAAAAAAAA&#10;AAAAAAAuAgAAZHJzL2Uyb0RvYy54bWxQSwECLQAUAAYACAAAACEA5RSzpd4AAAAIAQAADwAAAAAA&#10;AAAAAAAAAAAEBQAAZHJzL2Rvd25yZXYueG1sUEsFBgAAAAAEAAQA8wAAAA8GAAAAAA==&#10;" filled="f" stroked="f">
                <v:textbox inset="0,0,0,0">
                  <w:txbxContent>
                    <w:p w14:paraId="37D3A2E0" w14:textId="0C0DDE71" w:rsidR="00750931" w:rsidRDefault="00750931" w:rsidP="00750931">
                      <w:pPr>
                        <w:pStyle w:val="5ControlCode"/>
                      </w:pPr>
                      <w:r>
                        <w:t>13827b-070119-v1</w:t>
                      </w:r>
                    </w:p>
                  </w:txbxContent>
                </v:textbox>
                <w10:wrap anchorx="margin"/>
              </v:shape>
            </w:pict>
          </mc:Fallback>
        </mc:AlternateContent>
      </w:r>
    </w:p>
    <w:sectPr w:rsidR="00750931" w:rsidSect="00750931">
      <w:headerReference w:type="default" r:id="rId8"/>
      <w:footerReference w:type="default" r:id="rId9"/>
      <w:pgSz w:w="12240" w:h="15840"/>
      <w:pgMar w:top="2448" w:right="1440" w:bottom="144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E7EFA" w14:textId="77777777" w:rsidR="005B5367" w:rsidRDefault="005B5367" w:rsidP="00901CE9">
      <w:pPr>
        <w:spacing w:after="0" w:line="240" w:lineRule="auto"/>
      </w:pPr>
      <w:r>
        <w:separator/>
      </w:r>
    </w:p>
  </w:endnote>
  <w:endnote w:type="continuationSeparator" w:id="0">
    <w:p w14:paraId="5B039C49" w14:textId="77777777" w:rsidR="005B5367" w:rsidRDefault="005B5367"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05C1A" w14:textId="5474DE94" w:rsidR="00901CE9" w:rsidRPr="00901CE9" w:rsidRDefault="00901CE9"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B831E" w14:textId="77777777" w:rsidR="005B5367" w:rsidRDefault="005B5367" w:rsidP="00901CE9">
      <w:pPr>
        <w:spacing w:after="0" w:line="240" w:lineRule="auto"/>
      </w:pPr>
      <w:r>
        <w:separator/>
      </w:r>
    </w:p>
  </w:footnote>
  <w:footnote w:type="continuationSeparator" w:id="0">
    <w:p w14:paraId="7AFF5AE1" w14:textId="77777777" w:rsidR="005B5367" w:rsidRDefault="005B5367"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76ED6" w14:textId="763A641F" w:rsidR="00AA106A" w:rsidRDefault="00FF1878" w:rsidP="00205F4F">
    <w:pPr>
      <w:pStyle w:val="Header"/>
      <w:tabs>
        <w:tab w:val="clear" w:pos="4680"/>
      </w:tabs>
      <w:jc w:val="center"/>
      <w:rPr>
        <w:b/>
        <w:noProof/>
        <w:position w:val="6"/>
        <w:sz w:val="36"/>
        <w:szCs w:val="36"/>
      </w:rPr>
    </w:pPr>
    <w:r>
      <w:rPr>
        <w:noProof/>
      </w:rPr>
      <w:drawing>
        <wp:inline distT="0" distB="0" distL="0" distR="0" wp14:anchorId="3882D57A" wp14:editId="0E4488A2">
          <wp:extent cx="1337945" cy="1023620"/>
          <wp:effectExtent l="0" t="0" r="0" b="5080"/>
          <wp:docPr id="4" name="Picture 4" descr="Buzzed Driving Logo" title="Buzzed Driving Logo"/>
          <wp:cNvGraphicFramePr/>
          <a:graphic xmlns:a="http://schemas.openxmlformats.org/drawingml/2006/main">
            <a:graphicData uri="http://schemas.openxmlformats.org/drawingml/2006/picture">
              <pic:pic xmlns:pic="http://schemas.openxmlformats.org/drawingml/2006/picture">
                <pic:nvPicPr>
                  <pic:cNvPr id="4" name="Picture 4" descr="Buzzed Driving Logo" title="Buzzed Driving Lo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7945" cy="10236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D4C5771"/>
    <w:multiLevelType w:val="hybridMultilevel"/>
    <w:tmpl w:val="A9D8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42C68"/>
    <w:rsid w:val="000432BB"/>
    <w:rsid w:val="000663F2"/>
    <w:rsid w:val="000A4835"/>
    <w:rsid w:val="000B1B05"/>
    <w:rsid w:val="000E7D2C"/>
    <w:rsid w:val="00127740"/>
    <w:rsid w:val="00161F42"/>
    <w:rsid w:val="0017206E"/>
    <w:rsid w:val="00197D1E"/>
    <w:rsid w:val="001A202B"/>
    <w:rsid w:val="001E692F"/>
    <w:rsid w:val="001F6E58"/>
    <w:rsid w:val="00205F4F"/>
    <w:rsid w:val="0021528E"/>
    <w:rsid w:val="00295062"/>
    <w:rsid w:val="002A6AAF"/>
    <w:rsid w:val="002B4917"/>
    <w:rsid w:val="002B66C6"/>
    <w:rsid w:val="002C5FF8"/>
    <w:rsid w:val="002F5206"/>
    <w:rsid w:val="00342A08"/>
    <w:rsid w:val="00343E03"/>
    <w:rsid w:val="00352A56"/>
    <w:rsid w:val="003A4C25"/>
    <w:rsid w:val="003D2D80"/>
    <w:rsid w:val="003E251D"/>
    <w:rsid w:val="00413A79"/>
    <w:rsid w:val="0042395D"/>
    <w:rsid w:val="00433B41"/>
    <w:rsid w:val="004379BA"/>
    <w:rsid w:val="0044490E"/>
    <w:rsid w:val="00452A20"/>
    <w:rsid w:val="00452B99"/>
    <w:rsid w:val="00481B84"/>
    <w:rsid w:val="00487DBA"/>
    <w:rsid w:val="004944B0"/>
    <w:rsid w:val="004A08BC"/>
    <w:rsid w:val="004A2628"/>
    <w:rsid w:val="004D21EE"/>
    <w:rsid w:val="004D77A2"/>
    <w:rsid w:val="004F7615"/>
    <w:rsid w:val="00512BFB"/>
    <w:rsid w:val="005130AA"/>
    <w:rsid w:val="00515528"/>
    <w:rsid w:val="00537A1B"/>
    <w:rsid w:val="005430D9"/>
    <w:rsid w:val="00550936"/>
    <w:rsid w:val="005564CB"/>
    <w:rsid w:val="005625CC"/>
    <w:rsid w:val="00565486"/>
    <w:rsid w:val="005838CC"/>
    <w:rsid w:val="005B5367"/>
    <w:rsid w:val="005E42DD"/>
    <w:rsid w:val="005F483F"/>
    <w:rsid w:val="00603243"/>
    <w:rsid w:val="00604280"/>
    <w:rsid w:val="00625A39"/>
    <w:rsid w:val="00633F4A"/>
    <w:rsid w:val="00636362"/>
    <w:rsid w:val="00637A35"/>
    <w:rsid w:val="00650A25"/>
    <w:rsid w:val="006549FF"/>
    <w:rsid w:val="0067003C"/>
    <w:rsid w:val="00672251"/>
    <w:rsid w:val="00673C85"/>
    <w:rsid w:val="006741DA"/>
    <w:rsid w:val="00697610"/>
    <w:rsid w:val="006A2126"/>
    <w:rsid w:val="006D1C5F"/>
    <w:rsid w:val="006F505C"/>
    <w:rsid w:val="00745F65"/>
    <w:rsid w:val="00750931"/>
    <w:rsid w:val="0077096D"/>
    <w:rsid w:val="00776F49"/>
    <w:rsid w:val="007D5238"/>
    <w:rsid w:val="007E24A8"/>
    <w:rsid w:val="007F0F99"/>
    <w:rsid w:val="0081142D"/>
    <w:rsid w:val="00824066"/>
    <w:rsid w:val="008401EF"/>
    <w:rsid w:val="008459C9"/>
    <w:rsid w:val="008941D2"/>
    <w:rsid w:val="008B6819"/>
    <w:rsid w:val="008B6C4C"/>
    <w:rsid w:val="008C149B"/>
    <w:rsid w:val="008C6B69"/>
    <w:rsid w:val="00901CE9"/>
    <w:rsid w:val="00905462"/>
    <w:rsid w:val="00936671"/>
    <w:rsid w:val="009A5F02"/>
    <w:rsid w:val="009B3CC1"/>
    <w:rsid w:val="009C0118"/>
    <w:rsid w:val="009E3F3A"/>
    <w:rsid w:val="009F3460"/>
    <w:rsid w:val="00A209DF"/>
    <w:rsid w:val="00A345FE"/>
    <w:rsid w:val="00A442C0"/>
    <w:rsid w:val="00A47E94"/>
    <w:rsid w:val="00A519A9"/>
    <w:rsid w:val="00A7668B"/>
    <w:rsid w:val="00A77193"/>
    <w:rsid w:val="00A80AFB"/>
    <w:rsid w:val="00AA106A"/>
    <w:rsid w:val="00AB6FDF"/>
    <w:rsid w:val="00AC3F0B"/>
    <w:rsid w:val="00AD4917"/>
    <w:rsid w:val="00B331E3"/>
    <w:rsid w:val="00B42E92"/>
    <w:rsid w:val="00B63986"/>
    <w:rsid w:val="00B651ED"/>
    <w:rsid w:val="00B81036"/>
    <w:rsid w:val="00B86349"/>
    <w:rsid w:val="00B9273B"/>
    <w:rsid w:val="00BB1112"/>
    <w:rsid w:val="00BC3C5C"/>
    <w:rsid w:val="00BF00AF"/>
    <w:rsid w:val="00BF0673"/>
    <w:rsid w:val="00C32ABC"/>
    <w:rsid w:val="00C55758"/>
    <w:rsid w:val="00C64E8A"/>
    <w:rsid w:val="00C709F5"/>
    <w:rsid w:val="00CA1A42"/>
    <w:rsid w:val="00CB0A24"/>
    <w:rsid w:val="00CC5909"/>
    <w:rsid w:val="00CE6EE2"/>
    <w:rsid w:val="00CE7F96"/>
    <w:rsid w:val="00D11077"/>
    <w:rsid w:val="00D3792F"/>
    <w:rsid w:val="00D55119"/>
    <w:rsid w:val="00D55490"/>
    <w:rsid w:val="00D8400E"/>
    <w:rsid w:val="00D855E4"/>
    <w:rsid w:val="00D92FE1"/>
    <w:rsid w:val="00DA64CF"/>
    <w:rsid w:val="00DC6EA8"/>
    <w:rsid w:val="00DE2078"/>
    <w:rsid w:val="00DE4EF2"/>
    <w:rsid w:val="00DE5C81"/>
    <w:rsid w:val="00DF04F0"/>
    <w:rsid w:val="00E14CE6"/>
    <w:rsid w:val="00E26CDE"/>
    <w:rsid w:val="00E31AC0"/>
    <w:rsid w:val="00E53BEF"/>
    <w:rsid w:val="00E61E96"/>
    <w:rsid w:val="00F01171"/>
    <w:rsid w:val="00F21C7C"/>
    <w:rsid w:val="00F275D9"/>
    <w:rsid w:val="00F30C92"/>
    <w:rsid w:val="00F41EC0"/>
    <w:rsid w:val="00F97C8D"/>
    <w:rsid w:val="00FB2798"/>
    <w:rsid w:val="00FD4613"/>
    <w:rsid w:val="00FF187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11499"/>
  <w15:docId w15:val="{BD59DC1D-3C83-43A3-A347-AD9310E7E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5130AA"/>
    <w:pPr>
      <w:keepNext/>
      <w:keepLines/>
      <w:spacing w:after="360" w:line="240" w:lineRule="auto"/>
      <w:outlineLvl w:val="0"/>
    </w:pPr>
    <w:rPr>
      <w:rFonts w:ascii="Rockwell" w:eastAsia="Times New Roman" w:hAnsi="Rockwell"/>
      <w:b/>
      <w:bCs/>
      <w:noProof/>
      <w:color w:val="000000"/>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5130AA"/>
    <w:rPr>
      <w:rFonts w:ascii="Rockwell" w:eastAsia="Times New Roman" w:hAnsi="Rockwell"/>
      <w:b/>
      <w:bCs/>
      <w:noProof/>
      <w:color w:val="000000"/>
      <w:sz w:val="22"/>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8941D2"/>
    <w:rPr>
      <w:rFonts w:ascii="Trebuchet MS" w:hAnsi="Trebuchet MS"/>
      <w:sz w:val="22"/>
      <w:szCs w:val="22"/>
    </w:rPr>
  </w:style>
  <w:style w:type="paragraph" w:styleId="ListParagraph">
    <w:name w:val="List Paragraph"/>
    <w:basedOn w:val="Normal"/>
    <w:uiPriority w:val="99"/>
    <w:qFormat/>
    <w:rsid w:val="008941D2"/>
    <w:pPr>
      <w:ind w:left="720"/>
      <w:contextualSpacing/>
    </w:pPr>
    <w:rPr>
      <w:rFonts w:ascii="Calibri" w:hAnsi="Calibri"/>
    </w:rPr>
  </w:style>
  <w:style w:type="character" w:styleId="CommentReference">
    <w:name w:val="annotation reference"/>
    <w:basedOn w:val="DefaultParagraphFont"/>
    <w:uiPriority w:val="99"/>
    <w:semiHidden/>
    <w:unhideWhenUsed/>
    <w:rsid w:val="006D1C5F"/>
    <w:rPr>
      <w:sz w:val="16"/>
      <w:szCs w:val="16"/>
    </w:rPr>
  </w:style>
  <w:style w:type="paragraph" w:styleId="CommentText">
    <w:name w:val="annotation text"/>
    <w:basedOn w:val="Normal"/>
    <w:link w:val="CommentTextChar"/>
    <w:uiPriority w:val="99"/>
    <w:semiHidden/>
    <w:unhideWhenUsed/>
    <w:rsid w:val="006D1C5F"/>
    <w:pPr>
      <w:spacing w:line="240" w:lineRule="auto"/>
    </w:pPr>
    <w:rPr>
      <w:sz w:val="20"/>
      <w:szCs w:val="20"/>
    </w:rPr>
  </w:style>
  <w:style w:type="character" w:customStyle="1" w:styleId="CommentTextChar">
    <w:name w:val="Comment Text Char"/>
    <w:basedOn w:val="DefaultParagraphFont"/>
    <w:link w:val="CommentText"/>
    <w:uiPriority w:val="99"/>
    <w:semiHidden/>
    <w:rsid w:val="006D1C5F"/>
    <w:rPr>
      <w:rFonts w:ascii="Trebuchet MS" w:hAnsi="Trebuchet MS"/>
    </w:rPr>
  </w:style>
  <w:style w:type="paragraph" w:styleId="CommentSubject">
    <w:name w:val="annotation subject"/>
    <w:basedOn w:val="CommentText"/>
    <w:next w:val="CommentText"/>
    <w:link w:val="CommentSubjectChar"/>
    <w:uiPriority w:val="99"/>
    <w:semiHidden/>
    <w:unhideWhenUsed/>
    <w:rsid w:val="006D1C5F"/>
    <w:rPr>
      <w:b/>
      <w:bCs/>
    </w:rPr>
  </w:style>
  <w:style w:type="character" w:customStyle="1" w:styleId="CommentSubjectChar">
    <w:name w:val="Comment Subject Char"/>
    <w:basedOn w:val="CommentTextChar"/>
    <w:link w:val="CommentSubject"/>
    <w:uiPriority w:val="99"/>
    <w:semiHidden/>
    <w:rsid w:val="006D1C5F"/>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Halloween Buzzed Driving Press Release</vt:lpstr>
    </vt:vector>
  </TitlesOfParts>
  <Company>DOT</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Halloween Buzzed Driving Press Release</dc:title>
  <dc:creator>Greenbauer, Lynn CTR (NHTSA)</dc:creator>
  <cp:keywords>NHTSA, Halloween, drunk</cp:keywords>
  <cp:lastModifiedBy>Tara Casanova Powell</cp:lastModifiedBy>
  <cp:revision>2</cp:revision>
  <dcterms:created xsi:type="dcterms:W3CDTF">2019-10-02T22:51:00Z</dcterms:created>
  <dcterms:modified xsi:type="dcterms:W3CDTF">2019-10-02T22:51:00Z</dcterms:modified>
</cp:coreProperties>
</file>