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1B80A5" w14:textId="77777777" w:rsidR="00815C00" w:rsidRDefault="00815C00" w:rsidP="00815C00">
      <w:pPr>
        <w:pStyle w:val="NoSpacing"/>
        <w:rPr>
          <w:rFonts w:ascii="Rockwell" w:hAnsi="Rockwell"/>
          <w:b/>
        </w:rPr>
      </w:pPr>
      <w:bookmarkStart w:id="0" w:name="_GoBack"/>
      <w:bookmarkEnd w:id="0"/>
      <w:r w:rsidRPr="00815C00">
        <w:rPr>
          <w:rFonts w:ascii="Rockwell" w:hAnsi="Rockwell"/>
          <w:b/>
        </w:rPr>
        <w:t xml:space="preserve">CAMPAÑA PEAK DE 2019 DE </w:t>
      </w:r>
    </w:p>
    <w:p w14:paraId="4068B7CB" w14:textId="506C0C2A" w:rsidR="00815C00" w:rsidRPr="00815C00" w:rsidRDefault="00815C00" w:rsidP="00815C00">
      <w:pPr>
        <w:pStyle w:val="NoSpacing"/>
        <w:rPr>
          <w:rFonts w:ascii="Rockwell" w:hAnsi="Rockwell"/>
          <w:b/>
        </w:rPr>
      </w:pPr>
      <w:r w:rsidRPr="00815C00">
        <w:rPr>
          <w:rFonts w:ascii="Rockwell" w:hAnsi="Rockwell"/>
          <w:b/>
        </w:rPr>
        <w:t>PREVENIR LAS DISTRACCIONES AL MANEJAR</w:t>
      </w:r>
    </w:p>
    <w:p w14:paraId="1E7F7BBC" w14:textId="0C5FC097" w:rsidR="00A66AB8" w:rsidRDefault="00815C00" w:rsidP="00815C00">
      <w:pPr>
        <w:pStyle w:val="NoSpacing"/>
        <w:rPr>
          <w:rFonts w:ascii="Rockwell" w:hAnsi="Rockwell"/>
          <w:b/>
        </w:rPr>
      </w:pPr>
      <w:r w:rsidRPr="00815C00">
        <w:rPr>
          <w:rFonts w:ascii="Rockwell" w:hAnsi="Rockwell"/>
          <w:b/>
        </w:rPr>
        <w:t>MUESTRA DE TEMAS DE DISCUSIÓN Y HOJA INFORMATIVA</w:t>
      </w:r>
      <w:r>
        <w:rPr>
          <w:rFonts w:ascii="Rockwell" w:hAnsi="Rockwell"/>
          <w:b/>
        </w:rPr>
        <w:t xml:space="preserve"> </w:t>
      </w:r>
    </w:p>
    <w:p w14:paraId="1BBAAE3F" w14:textId="77777777" w:rsidR="00A66AB8" w:rsidRDefault="00A66AB8" w:rsidP="00A66AB8">
      <w:pPr>
        <w:pStyle w:val="NoSpacing"/>
        <w:rPr>
          <w:rFonts w:ascii="Rockwell" w:hAnsi="Rockwell"/>
          <w:b/>
        </w:rPr>
      </w:pPr>
    </w:p>
    <w:p w14:paraId="3B3943B6" w14:textId="77777777" w:rsidR="00815C00" w:rsidRPr="00815C00" w:rsidRDefault="00815C00" w:rsidP="00815C00">
      <w:pPr>
        <w:pStyle w:val="NoSpacing"/>
        <w:jc w:val="center"/>
        <w:rPr>
          <w:rFonts w:ascii="Rockwell" w:hAnsi="Rockwell"/>
          <w:b/>
          <w:sz w:val="28"/>
        </w:rPr>
      </w:pPr>
      <w:r w:rsidRPr="00815C00">
        <w:rPr>
          <w:rFonts w:ascii="Rockwell" w:hAnsi="Rockwell"/>
          <w:b/>
          <w:sz w:val="28"/>
        </w:rPr>
        <w:t>La Distracción al Manejar Puede Costarte Más que una Multa</w:t>
      </w:r>
    </w:p>
    <w:p w14:paraId="25F68E6A" w14:textId="302A6DEB" w:rsidR="00964353" w:rsidRPr="00964353" w:rsidRDefault="00815C00" w:rsidP="00815C00">
      <w:pPr>
        <w:pStyle w:val="NoSpacing"/>
        <w:jc w:val="center"/>
        <w:rPr>
          <w:rFonts w:ascii="Rockwell" w:hAnsi="Rockwell"/>
          <w:b/>
          <w:i/>
          <w:sz w:val="28"/>
        </w:rPr>
      </w:pPr>
      <w:r w:rsidRPr="00815C00">
        <w:rPr>
          <w:rFonts w:ascii="Rockwell" w:hAnsi="Rockwell"/>
          <w:b/>
          <w:i/>
          <w:sz w:val="28"/>
        </w:rPr>
        <w:t>Manejar y Textear – la Vas a Pagar</w:t>
      </w:r>
      <w:r w:rsidR="00964353" w:rsidRPr="00964353">
        <w:rPr>
          <w:rFonts w:ascii="Rockwell" w:hAnsi="Rockwell"/>
          <w:b/>
          <w:i/>
          <w:sz w:val="28"/>
        </w:rPr>
        <w:t>.</w:t>
      </w:r>
    </w:p>
    <w:p w14:paraId="7EC24AA0" w14:textId="77777777" w:rsidR="00A66AB8" w:rsidRPr="00964353" w:rsidRDefault="00A66AB8" w:rsidP="00964353"/>
    <w:p w14:paraId="7EB5DF52" w14:textId="5BD607D4" w:rsidR="00A66AB8" w:rsidRDefault="00815C00" w:rsidP="00964353">
      <w:pPr>
        <w:rPr>
          <w:b/>
          <w:bCs/>
        </w:rPr>
      </w:pPr>
      <w:r w:rsidRPr="00815C00">
        <w:t>La Administración Nacional de Seguridad del Tráfico en las Carreteras (NHTSA, por sus siglas en inglés) del Departamento de Transporte de EE. UU. se unirá con las agencias del orden público en todo el país durante el Mes Nacional de Concienciación sobre la Distracción al Manejar en abril. Los agentes del orden público estarán en plena vigencia del 11 al 15 de abril de 2019 como parte de la campaña Manejar y Textear – la Vas a Pagar, un esfuerzo nacional de alta visibilidad para hacer cumplir las leyes sobre la distracción al manejar. Textear se ha convertido en una de las formas más comunes y generalizadas de la distracción al manejar, y demasiados conductores están sucumbiendo a este hábito fatal—y a menudo ilegal. Con el apoyo de NHTSA, la policía local y estatal en todo el país intensificarán el cumplimiento para poner fin a todas las formas de la distracción al manejar, mostrando cero tolerancia en un esfuerzo por salvar vidas. Aprende más sobre las estadísticas de esta tendencia peligrosa</w:t>
      </w:r>
      <w:r w:rsidR="00A72D4B" w:rsidRPr="00A72D4B">
        <w:t>.</w:t>
      </w:r>
    </w:p>
    <w:p w14:paraId="22454F17" w14:textId="489C31CA" w:rsidR="00A66AB8" w:rsidRPr="00A66AB8" w:rsidRDefault="00815C00" w:rsidP="00A66AB8">
      <w:pPr>
        <w:pStyle w:val="Heading3"/>
        <w:tabs>
          <w:tab w:val="left" w:pos="810"/>
          <w:tab w:val="left" w:pos="900"/>
        </w:tabs>
      </w:pPr>
      <w:r w:rsidRPr="00815C00">
        <w:t>Estadísticas Aterradoras</w:t>
      </w:r>
      <w:r>
        <w:t xml:space="preserve"> </w:t>
      </w:r>
    </w:p>
    <w:p w14:paraId="57F7FA66" w14:textId="2069D705" w:rsidR="00C02751" w:rsidRPr="00AA6BB9" w:rsidRDefault="00815C00" w:rsidP="00815C00">
      <w:pPr>
        <w:pStyle w:val="ListParagraph"/>
        <w:numPr>
          <w:ilvl w:val="0"/>
          <w:numId w:val="2"/>
        </w:numPr>
        <w:rPr>
          <w:rFonts w:ascii="Calibri" w:eastAsia="Times New Roman" w:hAnsi="Calibri"/>
        </w:rPr>
      </w:pPr>
      <w:r w:rsidRPr="00815C00">
        <w:rPr>
          <w:rFonts w:eastAsia="Times New Roman"/>
        </w:rPr>
        <w:t>Entre 2012 y 2017, casi 20,000 personas murieron en choques que involucraron a un conductor distraído</w:t>
      </w:r>
      <w:r w:rsidR="00C02751" w:rsidRPr="00AA6BB9">
        <w:rPr>
          <w:rFonts w:eastAsia="Times New Roman"/>
        </w:rPr>
        <w:t>.</w:t>
      </w:r>
    </w:p>
    <w:p w14:paraId="5F4DFB1C" w14:textId="5DEB72B2" w:rsidR="00591CFA" w:rsidRPr="00C02751" w:rsidRDefault="00815C00" w:rsidP="00815C00">
      <w:pPr>
        <w:pStyle w:val="ListParagraph"/>
        <w:numPr>
          <w:ilvl w:val="0"/>
          <w:numId w:val="2"/>
        </w:numPr>
      </w:pPr>
      <w:r w:rsidRPr="00815C00">
        <w:t>Afortunadamente, hubo una disminución en el número total de fatalidades entre 2016 (3,490) a 2017 (3,166); pero incluso una fatalidad es demasiada, por lo que debemos trabajar juntos para difundir el mensaje sobre los peligros de manejar y textear</w:t>
      </w:r>
      <w:r w:rsidR="00591CFA">
        <w:rPr>
          <w:rFonts w:eastAsia="Times New Roman"/>
        </w:rPr>
        <w:t>.</w:t>
      </w:r>
    </w:p>
    <w:p w14:paraId="28863A9A" w14:textId="2D7EEADC" w:rsidR="00591CFA" w:rsidRDefault="00815C00" w:rsidP="00815C00">
      <w:pPr>
        <w:pStyle w:val="ListParagraph"/>
        <w:numPr>
          <w:ilvl w:val="0"/>
          <w:numId w:val="2"/>
        </w:numPr>
        <w:tabs>
          <w:tab w:val="left" w:pos="5760"/>
        </w:tabs>
        <w:spacing w:after="0" w:line="240" w:lineRule="auto"/>
      </w:pPr>
      <w:r w:rsidRPr="00815C00">
        <w:t>Las fatalidades relacionadas con la distracción al manejar representaron el 9.5% de todos los choques fatales en los últimos seis años (2012-2017)</w:t>
      </w:r>
      <w:r w:rsidR="00591CFA">
        <w:t>.</w:t>
      </w:r>
    </w:p>
    <w:p w14:paraId="79C73447" w14:textId="7114D62A" w:rsidR="00C27BD3" w:rsidRPr="00591CFA" w:rsidRDefault="00815C00" w:rsidP="00815C00">
      <w:pPr>
        <w:pStyle w:val="NoSpacing"/>
        <w:numPr>
          <w:ilvl w:val="0"/>
          <w:numId w:val="2"/>
        </w:numPr>
        <w:rPr>
          <w:rFonts w:ascii="Calibri" w:hAnsi="Calibri"/>
        </w:rPr>
      </w:pPr>
      <w:r w:rsidRPr="00815C00">
        <w:t>Textear mientras manejar sigue siendo una tendencia especialmente problemática entre los millennials. De hecho, en 2017, el 8% de las personas que murieron en choques relacionados con los conductores adolescentes (15-19 años) murieron cuando los adolescentes estaban distraídos al momento de los choques</w:t>
      </w:r>
      <w:r w:rsidR="00C27BD3" w:rsidRPr="00AA6BB9">
        <w:t>.</w:t>
      </w:r>
    </w:p>
    <w:p w14:paraId="6A2D8A3E" w14:textId="2649169B" w:rsidR="00A66AB8" w:rsidRPr="00AA6BB9" w:rsidRDefault="00815C00" w:rsidP="00815C00">
      <w:pPr>
        <w:pStyle w:val="ListParagraph"/>
        <w:numPr>
          <w:ilvl w:val="0"/>
          <w:numId w:val="2"/>
        </w:numPr>
      </w:pPr>
      <w:r w:rsidRPr="00815C00">
        <w:t>Según NHTSA, se ha observado que, desde 2007, los conductores jóvenes entre 16 y 24 años de edad usan dispositivos electrónicos de mano mientras manejan en tasas más altas que los conductores mayores</w:t>
      </w:r>
      <w:r w:rsidR="00A66AB8" w:rsidRPr="00AA6BB9">
        <w:t xml:space="preserve">. </w:t>
      </w:r>
    </w:p>
    <w:p w14:paraId="701D4F80" w14:textId="2CC41EB6" w:rsidR="00A66AB8" w:rsidRPr="00AA6BB9" w:rsidRDefault="00815C00" w:rsidP="00815C00">
      <w:pPr>
        <w:pStyle w:val="ListParagraph"/>
        <w:numPr>
          <w:ilvl w:val="0"/>
          <w:numId w:val="2"/>
        </w:numPr>
      </w:pPr>
      <w:r w:rsidRPr="00815C00">
        <w:t>El 9% de los conductores de 15 a 19 años edad quienes estuvieron involucrados en choques fatales en 2016 fueron reportados como distraídos al momento del choque. Este grupo de edad tiene el mayor porcentaje de conductores que estaban distraídos al momento de un choque fatal</w:t>
      </w:r>
      <w:r w:rsidR="00A66AB8" w:rsidRPr="00AA6BB9">
        <w:t>.</w:t>
      </w:r>
    </w:p>
    <w:p w14:paraId="2F7FDFAE" w14:textId="2F9910C3" w:rsidR="00A66AB8" w:rsidRPr="00AA6BB9" w:rsidRDefault="00815C00" w:rsidP="00815C00">
      <w:pPr>
        <w:pStyle w:val="ListParagraph"/>
        <w:numPr>
          <w:ilvl w:val="0"/>
          <w:numId w:val="2"/>
        </w:numPr>
      </w:pPr>
      <w:r w:rsidRPr="00815C00">
        <w:t>La incidencia del uso del teléfono celular portátil mientras manejar es más alto entre los conductores de 15 a 29 años de edad, pero las conductoras corren el mayor riesgo de estar involucradas en un choque fatal que involucra a un conductor distraído</w:t>
      </w:r>
      <w:r w:rsidR="00A66AB8" w:rsidRPr="00AA6BB9">
        <w:t>.</w:t>
      </w:r>
    </w:p>
    <w:p w14:paraId="57B4EB8E" w14:textId="6E3BB713" w:rsidR="00C02751" w:rsidRPr="00AA6BB9" w:rsidRDefault="00815C00" w:rsidP="00815C00">
      <w:pPr>
        <w:pStyle w:val="ListParagraph"/>
        <w:numPr>
          <w:ilvl w:val="0"/>
          <w:numId w:val="2"/>
        </w:numPr>
      </w:pPr>
      <w:r w:rsidRPr="00815C00">
        <w:lastRenderedPageBreak/>
        <w:t>Cada año desde 2012, las conductoras con teléfono celular han sido más propensas a estar involucradas en choques fatales de distracción al manejar, en comparación con los conductore</w:t>
      </w:r>
      <w:r>
        <w:t>s</w:t>
      </w:r>
      <w:r w:rsidR="00A66AB8" w:rsidRPr="00AA6BB9">
        <w:t>.</w:t>
      </w:r>
    </w:p>
    <w:p w14:paraId="191447B1" w14:textId="5B909625" w:rsidR="00A66AB8" w:rsidRPr="00A66AB8" w:rsidRDefault="00815C00" w:rsidP="00871CED">
      <w:pPr>
        <w:pStyle w:val="Heading3"/>
        <w:tabs>
          <w:tab w:val="left" w:pos="720"/>
          <w:tab w:val="left" w:pos="1080"/>
        </w:tabs>
      </w:pPr>
      <w:r w:rsidRPr="00815C00">
        <w:rPr>
          <w:bCs w:val="0"/>
        </w:rPr>
        <w:t>Consejos de Seguridad para Manejar</w:t>
      </w:r>
      <w:r>
        <w:rPr>
          <w:bCs w:val="0"/>
        </w:rPr>
        <w:t xml:space="preserve"> </w:t>
      </w:r>
    </w:p>
    <w:p w14:paraId="3A0F0A2C" w14:textId="00D8C6D0" w:rsidR="00A66AB8" w:rsidRDefault="00815C00" w:rsidP="00815C00">
      <w:pPr>
        <w:pStyle w:val="ListParagraph"/>
        <w:numPr>
          <w:ilvl w:val="0"/>
          <w:numId w:val="3"/>
        </w:numPr>
      </w:pPr>
      <w:r w:rsidRPr="00815C00">
        <w:t>Si estás esperando un mensaje de texto o tienes que enviar uno, detente y estaciona tu vehículo en un lugar seguro. Una vez que estés fuera del peligro y estacionado, es seguro enviar un mensaje de texto</w:t>
      </w:r>
      <w:r w:rsidR="00A66AB8">
        <w:t>.</w:t>
      </w:r>
    </w:p>
    <w:p w14:paraId="6E060EA7" w14:textId="3645CAAE" w:rsidR="00A66AB8" w:rsidRDefault="00815C00" w:rsidP="00815C00">
      <w:pPr>
        <w:pStyle w:val="ListParagraph"/>
        <w:numPr>
          <w:ilvl w:val="0"/>
          <w:numId w:val="3"/>
        </w:numPr>
      </w:pPr>
      <w:r w:rsidRPr="00815C00">
        <w:t>Designa a tu pasajero como tu “mensajero designado”. Permite que tenga acceso a tu teléfono para responder a llamadas o mensajes</w:t>
      </w:r>
      <w:r w:rsidR="00A66AB8">
        <w:t>.</w:t>
      </w:r>
    </w:p>
    <w:p w14:paraId="796D003F" w14:textId="5C25164A" w:rsidR="00A66AB8" w:rsidRDefault="00815C00" w:rsidP="00815C00">
      <w:pPr>
        <w:pStyle w:val="ListParagraph"/>
        <w:numPr>
          <w:ilvl w:val="0"/>
          <w:numId w:val="3"/>
        </w:numPr>
      </w:pPr>
      <w:r w:rsidRPr="00815C00">
        <w:t>No participes en el desplazamiento o los mensajes de las redes sociales mientras manejas. Estaba allí cuando fuiste de tu casa, y estará allí cuando lo revises más tarde</w:t>
      </w:r>
      <w:r w:rsidR="00705FDE">
        <w:t>.</w:t>
      </w:r>
      <w:r w:rsidR="00A66AB8">
        <w:t xml:space="preserve"> </w:t>
      </w:r>
    </w:p>
    <w:p w14:paraId="65AF5A29" w14:textId="07997489" w:rsidR="00A66AB8" w:rsidRPr="00A66AB8" w:rsidRDefault="00815C00" w:rsidP="00815C00">
      <w:pPr>
        <w:pStyle w:val="ListParagraph"/>
        <w:numPr>
          <w:ilvl w:val="0"/>
          <w:numId w:val="3"/>
        </w:numPr>
      </w:pPr>
      <w:r w:rsidRPr="00815C00">
        <w:t>El uso del teléfono celular puede crear hábito. ¿Estás luchando por textear mientras manejas? Coloca tu teléfono celular en la cajuela o en el asiento trasero de tu vehículo hasta que llegues a tu destino final</w:t>
      </w:r>
      <w:r w:rsidR="00A66AB8">
        <w:t>.</w:t>
      </w:r>
    </w:p>
    <w:p w14:paraId="1322B8AE" w14:textId="300E10E4" w:rsidR="00A66AB8" w:rsidRPr="00A66AB8" w:rsidRDefault="00815C00" w:rsidP="00871CED">
      <w:pPr>
        <w:pStyle w:val="Heading3"/>
        <w:tabs>
          <w:tab w:val="left" w:pos="720"/>
          <w:tab w:val="left" w:pos="1080"/>
        </w:tabs>
        <w:rPr>
          <w:bCs w:val="0"/>
        </w:rPr>
      </w:pPr>
      <w:r w:rsidRPr="00815C00">
        <w:rPr>
          <w:bCs w:val="0"/>
        </w:rPr>
        <w:t>Ignora tu Teléfono o Prepárate para Pagar</w:t>
      </w:r>
      <w:r>
        <w:rPr>
          <w:bCs w:val="0"/>
        </w:rPr>
        <w:t xml:space="preserve"> </w:t>
      </w:r>
    </w:p>
    <w:p w14:paraId="3613A043" w14:textId="5F26BAF5" w:rsidR="00A66AB8" w:rsidRDefault="00815C00" w:rsidP="00815C00">
      <w:pPr>
        <w:pStyle w:val="ListParagraph"/>
        <w:numPr>
          <w:ilvl w:val="0"/>
          <w:numId w:val="3"/>
        </w:numPr>
      </w:pPr>
      <w:r w:rsidRPr="00815C00">
        <w:t>Cuando te pongas detrás del volante, sé un ejemplo para tu familia y amigos ignorando tu teléfono. Manejar y textear es una actividad egoísta, potencialmente fatal y, a menudo, ilegal que puede matarte a ti, a un ser querido, a un amigo o a un extraño</w:t>
      </w:r>
      <w:r w:rsidR="00A66AB8">
        <w:t xml:space="preserve">. </w:t>
      </w:r>
    </w:p>
    <w:p w14:paraId="29F7F4E5" w14:textId="1FEDA14E" w:rsidR="00A66AB8" w:rsidRDefault="00815C00" w:rsidP="00815C00">
      <w:pPr>
        <w:pStyle w:val="ListParagraph"/>
        <w:numPr>
          <w:ilvl w:val="0"/>
          <w:numId w:val="3"/>
        </w:numPr>
      </w:pPr>
      <w:r w:rsidRPr="00815C00">
        <w:t>En 47 Estados, el Distrito de Columbia, Puerto Rico, Guam y las Islas Vírgenes de EE. UU., textear mientras manejar es una ofensa ilegal que lleva multas. Podrías terminar pagando una multa considerable y obtener puntos en tu registro de manejar</w:t>
      </w:r>
      <w:r w:rsidR="002F5382">
        <w:t>.</w:t>
      </w:r>
    </w:p>
    <w:p w14:paraId="287AC4C4" w14:textId="1242D39C" w:rsidR="00A66AB8" w:rsidRDefault="00815C00" w:rsidP="00815C00">
      <w:pPr>
        <w:pStyle w:val="ListParagraph"/>
        <w:numPr>
          <w:ilvl w:val="0"/>
          <w:numId w:val="3"/>
        </w:numPr>
      </w:pPr>
      <w:r w:rsidRPr="00815C00">
        <w:t>Si ves algo, di algo. Si tus amigos textean mientras manejan, diles que paren. Escucha a tus pasajeros: si tus pasajeros te sorprendan en el acto de textear mientras manejar y te dicen que ignores tu teléfono, hazlo</w:t>
      </w:r>
      <w:r w:rsidR="00A66AB8">
        <w:t xml:space="preserve">. </w:t>
      </w:r>
    </w:p>
    <w:p w14:paraId="08DB694D" w14:textId="48FA151D" w:rsidR="00A66AB8" w:rsidRDefault="00815C00" w:rsidP="00815C00">
      <w:pPr>
        <w:pStyle w:val="ListParagraph"/>
        <w:numPr>
          <w:ilvl w:val="0"/>
          <w:numId w:val="3"/>
        </w:numPr>
      </w:pPr>
      <w:r w:rsidRPr="00815C00">
        <w:t xml:space="preserve">Recuerda, cuando te pongas detrás del volante, ignora tu teléfono. </w:t>
      </w:r>
      <w:r w:rsidRPr="00815C00">
        <w:rPr>
          <w:i/>
        </w:rPr>
        <w:t>Manejar y Textear - la Vas a Pagar</w:t>
      </w:r>
      <w:r w:rsidR="00A66AB8" w:rsidRPr="002F5382">
        <w:rPr>
          <w:i/>
        </w:rPr>
        <w:t>.</w:t>
      </w:r>
    </w:p>
    <w:p w14:paraId="2ED04AAE" w14:textId="1EA3F3FB" w:rsidR="004944B0" w:rsidRPr="00A66AB8" w:rsidRDefault="00815C00" w:rsidP="00A66AB8">
      <w:r w:rsidRPr="00815C00">
        <w:t>Para obtener más información, visita</w:t>
      </w:r>
      <w:r w:rsidR="00A66AB8" w:rsidRPr="00A66AB8">
        <w:t xml:space="preserve"> </w:t>
      </w:r>
      <w:hyperlink r:id="rId7" w:history="1">
        <w:r w:rsidR="00CB1790" w:rsidRPr="00800DB4">
          <w:rPr>
            <w:rStyle w:val="Hyperlink"/>
          </w:rPr>
          <w:t>www.trafficsafetymarketing.gov</w:t>
        </w:r>
      </w:hyperlink>
      <w:r w:rsidR="00A66AB8" w:rsidRPr="00A66AB8">
        <w:t>.</w:t>
      </w:r>
    </w:p>
    <w:sectPr w:rsidR="004944B0" w:rsidRPr="00A66AB8" w:rsidSect="00B45428">
      <w:headerReference w:type="default" r:id="rId8"/>
      <w:footerReference w:type="default" r:id="rId9"/>
      <w:pgSz w:w="12240" w:h="15840"/>
      <w:pgMar w:top="2448" w:right="1440" w:bottom="72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2C46B5" w14:textId="77777777" w:rsidR="00364C39" w:rsidRDefault="00364C39" w:rsidP="00901CE9">
      <w:pPr>
        <w:spacing w:after="0" w:line="240" w:lineRule="auto"/>
      </w:pPr>
      <w:r>
        <w:separator/>
      </w:r>
    </w:p>
  </w:endnote>
  <w:endnote w:type="continuationSeparator" w:id="0">
    <w:p w14:paraId="1DF904ED" w14:textId="77777777" w:rsidR="00364C39" w:rsidRDefault="00364C39"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altName w:val="Rockwell"/>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44DA8" w14:textId="3C08B1E7" w:rsidR="00901CE9" w:rsidRPr="00AF0F27" w:rsidRDefault="00AF0F27" w:rsidP="00AF0F27">
    <w:pPr>
      <w:pStyle w:val="5ControlCode"/>
      <w:spacing w:after="0"/>
    </w:pPr>
    <w:r>
      <w:rPr>
        <w:noProof/>
      </w:rPr>
      <mc:AlternateContent>
        <mc:Choice Requires="wps">
          <w:drawing>
            <wp:anchor distT="0" distB="0" distL="114300" distR="114300" simplePos="0" relativeHeight="251658240" behindDoc="0" locked="0" layoutInCell="1" allowOverlap="1" wp14:anchorId="64EF9481" wp14:editId="439A03E4">
              <wp:simplePos x="0" y="0"/>
              <wp:positionH relativeFrom="column">
                <wp:posOffset>5405120</wp:posOffset>
              </wp:positionH>
              <wp:positionV relativeFrom="paragraph">
                <wp:posOffset>707390</wp:posOffset>
              </wp:positionV>
              <wp:extent cx="1107440" cy="142240"/>
              <wp:effectExtent l="0" t="0" r="16510" b="1016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20F9AB" w14:textId="77777777" w:rsidR="00AF0F27" w:rsidRDefault="00AF0F27" w:rsidP="00AF0F27">
                          <w:pPr>
                            <w:pStyle w:val="5ControlCode"/>
                          </w:pPr>
                          <w:r>
                            <w:t>Job#-date-version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EF9481" id="_x0000_t202" coordsize="21600,21600" o:spt="202" path="m,l,21600r21600,l21600,xe">
              <v:stroke joinstyle="miter"/>
              <v:path gradientshapeok="t" o:connecttype="rect"/>
            </v:shapetype>
            <v:shape id="Text Box 1" o:spid="_x0000_s1026" type="#_x0000_t202" style="position:absolute;left:0;text-align:left;margin-left:425.6pt;margin-top:55.7pt;width:87.2pt;height:1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" filled="f" stroked="f">
              <v:textbox inset="0,0,0,0">
                <w:txbxContent>
                  <w:p w14:paraId="5620F9AB" w14:textId="77777777" w:rsidR="00AF0F27" w:rsidRDefault="00AF0F27" w:rsidP="00AF0F27">
                    <w:pPr>
                      <w:pStyle w:val="5ControlCode"/>
                    </w:pPr>
                    <w:r>
                      <w:t>Job#-date-version</w:t>
                    </w:r>
                  </w:p>
                </w:txbxContent>
              </v:textbox>
            </v:shape>
          </w:pict>
        </mc:Fallback>
      </mc:AlternateContent>
    </w:r>
    <w:r w:rsidR="007932F0">
      <w:t>14086e</w:t>
    </w:r>
    <w:r w:rsidR="00E17E2E">
      <w:t>-0</w:t>
    </w:r>
    <w:r w:rsidR="002A4CCE">
      <w:t>208</w:t>
    </w:r>
    <w:r w:rsidR="00E17E2E">
      <w:t>19</w:t>
    </w:r>
    <w:r>
      <w:t>-v1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2E3E4A" w14:textId="77777777" w:rsidR="00364C39" w:rsidRDefault="00364C39" w:rsidP="00901CE9">
      <w:pPr>
        <w:spacing w:after="0" w:line="240" w:lineRule="auto"/>
      </w:pPr>
      <w:r>
        <w:separator/>
      </w:r>
    </w:p>
  </w:footnote>
  <w:footnote w:type="continuationSeparator" w:id="0">
    <w:p w14:paraId="482FDF1B" w14:textId="77777777" w:rsidR="00364C39" w:rsidRDefault="00364C39"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259469" w14:textId="5D570586" w:rsidR="00C52F03" w:rsidRDefault="009B267C" w:rsidP="0052561C">
    <w:pPr>
      <w:pStyle w:val="Header"/>
      <w:tabs>
        <w:tab w:val="clear" w:pos="4680"/>
      </w:tabs>
      <w:jc w:val="center"/>
      <w:rPr>
        <w:b/>
        <w:noProof/>
        <w:position w:val="6"/>
        <w:sz w:val="36"/>
        <w:szCs w:val="36"/>
      </w:rPr>
    </w:pPr>
    <w:r>
      <w:rPr>
        <w:noProof/>
      </w:rPr>
      <w:drawing>
        <wp:inline distT="0" distB="0" distL="0" distR="0" wp14:anchorId="6E7BC7E8" wp14:editId="1DB11482">
          <wp:extent cx="1514475" cy="1539240"/>
          <wp:effectExtent l="0" t="0" r="9525" b="3810"/>
          <wp:docPr id="2" name="Picture 2" descr="Manehar y textear, la vas a pagar"/>
          <wp:cNvGraphicFramePr/>
          <a:graphic xmlns:a="http://schemas.openxmlformats.org/drawingml/2006/main">
            <a:graphicData uri="http://schemas.openxmlformats.org/drawingml/2006/picture">
              <pic:pic xmlns:pic="http://schemas.openxmlformats.org/drawingml/2006/picture">
                <pic:nvPicPr>
                  <pic:cNvPr id="2" name="Picture 2" descr="Manehar y textear, la vas a pagar"/>
                  <pic:cNvPicPr/>
                </pic:nvPicPr>
                <pic:blipFill rotWithShape="1">
                  <a:blip r:embed="rId1" cstate="print">
                    <a:extLst>
                      <a:ext uri="{28A0092B-C50C-407E-A947-70E740481C1C}">
                        <a14:useLocalDpi xmlns:a14="http://schemas.microsoft.com/office/drawing/2010/main" val="0"/>
                      </a:ext>
                    </a:extLst>
                  </a:blip>
                  <a:srcRect b="29650"/>
                  <a:stretch/>
                </pic:blipFill>
                <pic:spPr bwMode="auto">
                  <a:xfrm>
                    <a:off x="0" y="0"/>
                    <a:ext cx="1514475" cy="1539240"/>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AF25FD1"/>
    <w:multiLevelType w:val="multilevel"/>
    <w:tmpl w:val="3350E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1B3445"/>
    <w:multiLevelType w:val="hybridMultilevel"/>
    <w:tmpl w:val="045ED1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11368AB"/>
    <w:multiLevelType w:val="multilevel"/>
    <w:tmpl w:val="79621A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7EC170D"/>
    <w:multiLevelType w:val="multilevel"/>
    <w:tmpl w:val="0E2621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D077936"/>
    <w:multiLevelType w:val="multilevel"/>
    <w:tmpl w:val="A8B003F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45724A7"/>
    <w:multiLevelType w:val="multilevel"/>
    <w:tmpl w:val="A4FCE8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1947A4C"/>
    <w:multiLevelType w:val="hybridMultilevel"/>
    <w:tmpl w:val="237242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081948"/>
    <w:multiLevelType w:val="hybridMultilevel"/>
    <w:tmpl w:val="0A76B8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8"/>
  </w:num>
  <w:num w:numId="4">
    <w:abstractNumId w:val="1"/>
  </w:num>
  <w:num w:numId="5">
    <w:abstractNumId w:val="4"/>
  </w:num>
  <w:num w:numId="6">
    <w:abstractNumId w:val="6"/>
  </w:num>
  <w:num w:numId="7">
    <w:abstractNumId w:val="3"/>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663F2"/>
    <w:rsid w:val="00082996"/>
    <w:rsid w:val="000C50FE"/>
    <w:rsid w:val="000D6BEE"/>
    <w:rsid w:val="000E2652"/>
    <w:rsid w:val="00161F42"/>
    <w:rsid w:val="0017006F"/>
    <w:rsid w:val="001E692F"/>
    <w:rsid w:val="00205F4F"/>
    <w:rsid w:val="0021528E"/>
    <w:rsid w:val="00250C7E"/>
    <w:rsid w:val="00295062"/>
    <w:rsid w:val="002A4CCE"/>
    <w:rsid w:val="002A6AAF"/>
    <w:rsid w:val="002B4917"/>
    <w:rsid w:val="002B66C6"/>
    <w:rsid w:val="002C5FF8"/>
    <w:rsid w:val="002F5382"/>
    <w:rsid w:val="00343E03"/>
    <w:rsid w:val="00352A56"/>
    <w:rsid w:val="00364C39"/>
    <w:rsid w:val="003D2D80"/>
    <w:rsid w:val="00421F47"/>
    <w:rsid w:val="004441F3"/>
    <w:rsid w:val="0044490E"/>
    <w:rsid w:val="00454875"/>
    <w:rsid w:val="004944B0"/>
    <w:rsid w:val="004D21EE"/>
    <w:rsid w:val="004D77A2"/>
    <w:rsid w:val="004F64C9"/>
    <w:rsid w:val="004F7615"/>
    <w:rsid w:val="00512BFB"/>
    <w:rsid w:val="00515528"/>
    <w:rsid w:val="0052561C"/>
    <w:rsid w:val="005430D9"/>
    <w:rsid w:val="00550936"/>
    <w:rsid w:val="00565486"/>
    <w:rsid w:val="00591CFA"/>
    <w:rsid w:val="005E42DD"/>
    <w:rsid w:val="00603243"/>
    <w:rsid w:val="00604280"/>
    <w:rsid w:val="00625A39"/>
    <w:rsid w:val="00632617"/>
    <w:rsid w:val="00636AEB"/>
    <w:rsid w:val="0067003C"/>
    <w:rsid w:val="00672251"/>
    <w:rsid w:val="00673C85"/>
    <w:rsid w:val="00690A39"/>
    <w:rsid w:val="00697610"/>
    <w:rsid w:val="006D087A"/>
    <w:rsid w:val="00705FDE"/>
    <w:rsid w:val="00756D53"/>
    <w:rsid w:val="0077096D"/>
    <w:rsid w:val="007932F0"/>
    <w:rsid w:val="007C2723"/>
    <w:rsid w:val="007D4262"/>
    <w:rsid w:val="007D5238"/>
    <w:rsid w:val="007F0F99"/>
    <w:rsid w:val="00815C00"/>
    <w:rsid w:val="00824066"/>
    <w:rsid w:val="008459C9"/>
    <w:rsid w:val="00871CED"/>
    <w:rsid w:val="008B6819"/>
    <w:rsid w:val="008B6C4C"/>
    <w:rsid w:val="008C149B"/>
    <w:rsid w:val="00901CE9"/>
    <w:rsid w:val="00905462"/>
    <w:rsid w:val="00964353"/>
    <w:rsid w:val="009A5F02"/>
    <w:rsid w:val="009B267C"/>
    <w:rsid w:val="009B268C"/>
    <w:rsid w:val="009C0118"/>
    <w:rsid w:val="009E3F3A"/>
    <w:rsid w:val="009F3460"/>
    <w:rsid w:val="00A209DF"/>
    <w:rsid w:val="00A345FE"/>
    <w:rsid w:val="00A37030"/>
    <w:rsid w:val="00A411FC"/>
    <w:rsid w:val="00A519A9"/>
    <w:rsid w:val="00A66AB8"/>
    <w:rsid w:val="00A72D4B"/>
    <w:rsid w:val="00A77193"/>
    <w:rsid w:val="00A80AFB"/>
    <w:rsid w:val="00A90A9E"/>
    <w:rsid w:val="00A95CCB"/>
    <w:rsid w:val="00AA106A"/>
    <w:rsid w:val="00AA6BB9"/>
    <w:rsid w:val="00AD3AFD"/>
    <w:rsid w:val="00AF0F27"/>
    <w:rsid w:val="00B331E3"/>
    <w:rsid w:val="00B45428"/>
    <w:rsid w:val="00B61D6C"/>
    <w:rsid w:val="00B63986"/>
    <w:rsid w:val="00B753A4"/>
    <w:rsid w:val="00B9273B"/>
    <w:rsid w:val="00BB1112"/>
    <w:rsid w:val="00BC3DAE"/>
    <w:rsid w:val="00BF0673"/>
    <w:rsid w:val="00BF2569"/>
    <w:rsid w:val="00C02751"/>
    <w:rsid w:val="00C27BD3"/>
    <w:rsid w:val="00C45CA6"/>
    <w:rsid w:val="00C52F03"/>
    <w:rsid w:val="00C55758"/>
    <w:rsid w:val="00C558F0"/>
    <w:rsid w:val="00C64E8A"/>
    <w:rsid w:val="00C73004"/>
    <w:rsid w:val="00CA1A42"/>
    <w:rsid w:val="00CB1790"/>
    <w:rsid w:val="00CC5909"/>
    <w:rsid w:val="00CE7F96"/>
    <w:rsid w:val="00D11077"/>
    <w:rsid w:val="00D14FD4"/>
    <w:rsid w:val="00D3792F"/>
    <w:rsid w:val="00D55119"/>
    <w:rsid w:val="00D92FE1"/>
    <w:rsid w:val="00DE2078"/>
    <w:rsid w:val="00DE4EF2"/>
    <w:rsid w:val="00E14CE6"/>
    <w:rsid w:val="00E17E2E"/>
    <w:rsid w:val="00E31AC0"/>
    <w:rsid w:val="00E4365D"/>
    <w:rsid w:val="00E53BEF"/>
    <w:rsid w:val="00E61458"/>
    <w:rsid w:val="00E61E96"/>
    <w:rsid w:val="00EC0E3F"/>
    <w:rsid w:val="00F01171"/>
    <w:rsid w:val="00F21C7C"/>
    <w:rsid w:val="00F41EC0"/>
    <w:rsid w:val="00FB2798"/>
    <w:rsid w:val="00FF3F6F"/>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31007C"/>
  <w15:docId w15:val="{10CF1EA0-D078-404C-9F0F-049B2531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4. Body"/>
    <w:qFormat/>
    <w:rsid w:val="00E61458"/>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E61458"/>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E61458"/>
    <w:pPr>
      <w:spacing w:after="240"/>
      <w:outlineLvl w:val="1"/>
    </w:pPr>
    <w:rPr>
      <w:bCs w:val="0"/>
      <w:caps/>
    </w:rPr>
  </w:style>
  <w:style w:type="paragraph" w:styleId="Heading3">
    <w:name w:val="heading 3"/>
    <w:aliases w:val="3. Subhead"/>
    <w:next w:val="Normal"/>
    <w:link w:val="Heading3Char"/>
    <w:uiPriority w:val="9"/>
    <w:unhideWhenUsed/>
    <w:qFormat/>
    <w:rsid w:val="00E61458"/>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4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458"/>
    <w:rPr>
      <w:rFonts w:ascii="Trebuchet MS" w:hAnsi="Trebuchet MS"/>
      <w:sz w:val="22"/>
      <w:szCs w:val="22"/>
    </w:rPr>
  </w:style>
  <w:style w:type="paragraph" w:styleId="Footer">
    <w:name w:val="footer"/>
    <w:basedOn w:val="Normal"/>
    <w:link w:val="FooterChar"/>
    <w:uiPriority w:val="99"/>
    <w:unhideWhenUsed/>
    <w:rsid w:val="00E614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458"/>
    <w:rPr>
      <w:rFonts w:ascii="Trebuchet MS" w:hAnsi="Trebuchet MS"/>
      <w:sz w:val="22"/>
      <w:szCs w:val="22"/>
    </w:rPr>
  </w:style>
  <w:style w:type="paragraph" w:styleId="BalloonText">
    <w:name w:val="Balloon Text"/>
    <w:basedOn w:val="Normal"/>
    <w:link w:val="BalloonTextChar"/>
    <w:uiPriority w:val="99"/>
    <w:semiHidden/>
    <w:unhideWhenUsed/>
    <w:rsid w:val="00E6145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61458"/>
    <w:rPr>
      <w:rFonts w:ascii="Tahoma" w:hAnsi="Tahoma" w:cs="Tahoma"/>
      <w:sz w:val="16"/>
      <w:szCs w:val="16"/>
    </w:rPr>
  </w:style>
  <w:style w:type="character" w:customStyle="1" w:styleId="Heading1Char">
    <w:name w:val="Heading 1 Char"/>
    <w:aliases w:val="1. Campaign Year &amp; Name Char"/>
    <w:link w:val="Heading1"/>
    <w:uiPriority w:val="9"/>
    <w:rsid w:val="00E61458"/>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E61458"/>
    <w:rPr>
      <w:rFonts w:ascii="Rockwell" w:eastAsia="Times New Roman" w:hAnsi="Rockwell"/>
      <w:b/>
      <w:caps/>
      <w:noProof/>
      <w:color w:val="000000"/>
      <w:sz w:val="28"/>
      <w:szCs w:val="28"/>
    </w:rPr>
  </w:style>
  <w:style w:type="character" w:styleId="Hyperlink">
    <w:name w:val="Hyperlink"/>
    <w:uiPriority w:val="99"/>
    <w:unhideWhenUsed/>
    <w:rsid w:val="00E61458"/>
    <w:rPr>
      <w:color w:val="0000FF"/>
      <w:u w:val="single"/>
    </w:rPr>
  </w:style>
  <w:style w:type="paragraph" w:customStyle="1" w:styleId="MediumGrid21">
    <w:name w:val="Medium Grid 21"/>
    <w:uiPriority w:val="1"/>
    <w:rsid w:val="00E61458"/>
    <w:rPr>
      <w:sz w:val="22"/>
      <w:szCs w:val="22"/>
    </w:rPr>
  </w:style>
  <w:style w:type="paragraph" w:customStyle="1" w:styleId="Normal1">
    <w:name w:val="Normal1"/>
    <w:basedOn w:val="Normal"/>
    <w:rsid w:val="00E61458"/>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E61458"/>
  </w:style>
  <w:style w:type="paragraph" w:customStyle="1" w:styleId="bodycopy">
    <w:name w:val="bodycopy"/>
    <w:basedOn w:val="Normal"/>
    <w:rsid w:val="00E61458"/>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E61458"/>
  </w:style>
  <w:style w:type="table" w:styleId="TableGrid">
    <w:name w:val="Table Grid"/>
    <w:basedOn w:val="TableNormal"/>
    <w:uiPriority w:val="59"/>
    <w:rsid w:val="00E6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E61458"/>
    <w:rPr>
      <w:rFonts w:ascii="Trebuchet MS" w:eastAsia="Times New Roman" w:hAnsi="Trebuchet MS"/>
      <w:b/>
      <w:bCs/>
      <w:color w:val="000000"/>
      <w:sz w:val="22"/>
      <w:szCs w:val="28"/>
    </w:rPr>
  </w:style>
  <w:style w:type="paragraph" w:styleId="Title">
    <w:name w:val="Title"/>
    <w:basedOn w:val="Normal"/>
    <w:next w:val="Normal"/>
    <w:link w:val="TitleChar"/>
    <w:uiPriority w:val="10"/>
    <w:rsid w:val="00E61458"/>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E61458"/>
    <w:rPr>
      <w:rFonts w:ascii="Cambria" w:eastAsia="Times New Roman" w:hAnsi="Cambria"/>
      <w:b/>
      <w:bCs/>
      <w:kern w:val="28"/>
      <w:sz w:val="32"/>
      <w:szCs w:val="32"/>
    </w:rPr>
  </w:style>
  <w:style w:type="paragraph" w:styleId="Quote">
    <w:name w:val="Quote"/>
    <w:basedOn w:val="Normal"/>
    <w:next w:val="Normal"/>
    <w:link w:val="QuoteChar"/>
    <w:uiPriority w:val="29"/>
    <w:rsid w:val="00E61458"/>
    <w:rPr>
      <w:i/>
      <w:iCs/>
      <w:color w:val="000000"/>
    </w:rPr>
  </w:style>
  <w:style w:type="character" w:customStyle="1" w:styleId="QuoteChar">
    <w:name w:val="Quote Char"/>
    <w:link w:val="Quote"/>
    <w:uiPriority w:val="29"/>
    <w:rsid w:val="00E61458"/>
    <w:rPr>
      <w:rFonts w:ascii="Trebuchet MS" w:hAnsi="Trebuchet MS"/>
      <w:i/>
      <w:iCs/>
      <w:color w:val="000000"/>
      <w:sz w:val="22"/>
      <w:szCs w:val="22"/>
    </w:rPr>
  </w:style>
  <w:style w:type="paragraph" w:customStyle="1" w:styleId="5ControlCode">
    <w:name w:val="5. Control Code"/>
    <w:basedOn w:val="Normal"/>
    <w:link w:val="5ControlCodeChar"/>
    <w:rsid w:val="00E61458"/>
    <w:pPr>
      <w:jc w:val="right"/>
    </w:pPr>
    <w:rPr>
      <w:sz w:val="14"/>
      <w:szCs w:val="14"/>
    </w:rPr>
  </w:style>
  <w:style w:type="character" w:customStyle="1" w:styleId="5ControlCodeChar">
    <w:name w:val="5. Control Code Char"/>
    <w:link w:val="5ControlCode"/>
    <w:rsid w:val="00E61458"/>
    <w:rPr>
      <w:rFonts w:ascii="Trebuchet MS" w:hAnsi="Trebuchet MS"/>
      <w:sz w:val="14"/>
      <w:szCs w:val="14"/>
    </w:rPr>
  </w:style>
  <w:style w:type="paragraph" w:styleId="NoSpacing">
    <w:name w:val="No Spacing"/>
    <w:uiPriority w:val="1"/>
    <w:qFormat/>
    <w:rsid w:val="00A66AB8"/>
    <w:rPr>
      <w:rFonts w:ascii="Trebuchet MS" w:hAnsi="Trebuchet MS"/>
      <w:sz w:val="22"/>
      <w:szCs w:val="22"/>
    </w:rPr>
  </w:style>
  <w:style w:type="paragraph" w:styleId="ListParagraph">
    <w:name w:val="List Paragraph"/>
    <w:basedOn w:val="Normal"/>
    <w:uiPriority w:val="99"/>
    <w:qFormat/>
    <w:rsid w:val="00A66AB8"/>
    <w:pPr>
      <w:ind w:left="720"/>
      <w:contextualSpacing/>
    </w:pPr>
  </w:style>
  <w:style w:type="character" w:styleId="PlaceholderText">
    <w:name w:val="Placeholder Text"/>
    <w:basedOn w:val="DefaultParagraphFont"/>
    <w:uiPriority w:val="99"/>
    <w:semiHidden/>
    <w:rsid w:val="002F5382"/>
    <w:rPr>
      <w:color w:val="808080"/>
    </w:rPr>
  </w:style>
  <w:style w:type="character" w:customStyle="1" w:styleId="Mention1">
    <w:name w:val="Mention1"/>
    <w:basedOn w:val="DefaultParagraphFont"/>
    <w:uiPriority w:val="99"/>
    <w:semiHidden/>
    <w:unhideWhenUsed/>
    <w:rsid w:val="00CB1790"/>
    <w:rPr>
      <w:color w:val="2B579A"/>
      <w:shd w:val="clear" w:color="auto" w:fill="E6E6E6"/>
    </w:rPr>
  </w:style>
  <w:style w:type="character" w:customStyle="1" w:styleId="apple-converted-space">
    <w:name w:val="apple-converted-space"/>
    <w:basedOn w:val="DefaultParagraphFont"/>
    <w:rsid w:val="00CB1790"/>
  </w:style>
  <w:style w:type="character" w:styleId="CommentReference">
    <w:name w:val="annotation reference"/>
    <w:basedOn w:val="DefaultParagraphFont"/>
    <w:uiPriority w:val="99"/>
    <w:semiHidden/>
    <w:unhideWhenUsed/>
    <w:rsid w:val="00705FDE"/>
    <w:rPr>
      <w:sz w:val="16"/>
      <w:szCs w:val="16"/>
    </w:rPr>
  </w:style>
  <w:style w:type="paragraph" w:styleId="CommentText">
    <w:name w:val="annotation text"/>
    <w:basedOn w:val="Normal"/>
    <w:link w:val="CommentTextChar"/>
    <w:uiPriority w:val="99"/>
    <w:semiHidden/>
    <w:unhideWhenUsed/>
    <w:rsid w:val="00705FDE"/>
    <w:pPr>
      <w:spacing w:line="240" w:lineRule="auto"/>
    </w:pPr>
    <w:rPr>
      <w:sz w:val="20"/>
      <w:szCs w:val="20"/>
    </w:rPr>
  </w:style>
  <w:style w:type="character" w:customStyle="1" w:styleId="CommentTextChar">
    <w:name w:val="Comment Text Char"/>
    <w:basedOn w:val="DefaultParagraphFont"/>
    <w:link w:val="CommentText"/>
    <w:uiPriority w:val="99"/>
    <w:semiHidden/>
    <w:rsid w:val="00705FDE"/>
    <w:rPr>
      <w:rFonts w:ascii="Trebuchet MS" w:hAnsi="Trebuchet MS"/>
    </w:rPr>
  </w:style>
  <w:style w:type="paragraph" w:styleId="CommentSubject">
    <w:name w:val="annotation subject"/>
    <w:basedOn w:val="CommentText"/>
    <w:next w:val="CommentText"/>
    <w:link w:val="CommentSubjectChar"/>
    <w:uiPriority w:val="99"/>
    <w:semiHidden/>
    <w:unhideWhenUsed/>
    <w:rsid w:val="00705FDE"/>
    <w:rPr>
      <w:b/>
      <w:bCs/>
    </w:rPr>
  </w:style>
  <w:style w:type="character" w:customStyle="1" w:styleId="CommentSubjectChar">
    <w:name w:val="Comment Subject Char"/>
    <w:basedOn w:val="CommentTextChar"/>
    <w:link w:val="CommentSubject"/>
    <w:uiPriority w:val="99"/>
    <w:semiHidden/>
    <w:rsid w:val="00705FDE"/>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078582">
      <w:bodyDiv w:val="1"/>
      <w:marLeft w:val="0"/>
      <w:marRight w:val="0"/>
      <w:marTop w:val="0"/>
      <w:marBottom w:val="0"/>
      <w:divBdr>
        <w:top w:val="none" w:sz="0" w:space="0" w:color="auto"/>
        <w:left w:val="none" w:sz="0" w:space="0" w:color="auto"/>
        <w:bottom w:val="none" w:sz="0" w:space="0" w:color="auto"/>
        <w:right w:val="none" w:sz="0" w:space="0" w:color="auto"/>
      </w:divBdr>
    </w:div>
    <w:div w:id="749158907">
      <w:bodyDiv w:val="1"/>
      <w:marLeft w:val="0"/>
      <w:marRight w:val="0"/>
      <w:marTop w:val="0"/>
      <w:marBottom w:val="0"/>
      <w:divBdr>
        <w:top w:val="none" w:sz="0" w:space="0" w:color="auto"/>
        <w:left w:val="none" w:sz="0" w:space="0" w:color="auto"/>
        <w:bottom w:val="none" w:sz="0" w:space="0" w:color="auto"/>
        <w:right w:val="none" w:sz="0" w:space="0" w:color="auto"/>
      </w:divBdr>
    </w:div>
    <w:div w:id="763722714">
      <w:bodyDiv w:val="1"/>
      <w:marLeft w:val="0"/>
      <w:marRight w:val="0"/>
      <w:marTop w:val="0"/>
      <w:marBottom w:val="0"/>
      <w:divBdr>
        <w:top w:val="none" w:sz="0" w:space="0" w:color="auto"/>
        <w:left w:val="none" w:sz="0" w:space="0" w:color="auto"/>
        <w:bottom w:val="none" w:sz="0" w:space="0" w:color="auto"/>
        <w:right w:val="none" w:sz="0" w:space="0" w:color="auto"/>
      </w:divBdr>
    </w:div>
    <w:div w:id="1273055693">
      <w:bodyDiv w:val="1"/>
      <w:marLeft w:val="0"/>
      <w:marRight w:val="0"/>
      <w:marTop w:val="0"/>
      <w:marBottom w:val="0"/>
      <w:divBdr>
        <w:top w:val="none" w:sz="0" w:space="0" w:color="auto"/>
        <w:left w:val="none" w:sz="0" w:space="0" w:color="auto"/>
        <w:bottom w:val="none" w:sz="0" w:space="0" w:color="auto"/>
        <w:right w:val="none" w:sz="0" w:space="0" w:color="auto"/>
      </w:divBdr>
    </w:div>
    <w:div w:id="1390573355">
      <w:bodyDiv w:val="1"/>
      <w:marLeft w:val="0"/>
      <w:marRight w:val="0"/>
      <w:marTop w:val="0"/>
      <w:marBottom w:val="0"/>
      <w:divBdr>
        <w:top w:val="none" w:sz="0" w:space="0" w:color="auto"/>
        <w:left w:val="none" w:sz="0" w:space="0" w:color="auto"/>
        <w:bottom w:val="none" w:sz="0" w:space="0" w:color="auto"/>
        <w:right w:val="none" w:sz="0" w:space="0" w:color="auto"/>
      </w:divBdr>
    </w:div>
    <w:div w:id="1918979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trafficsafetymarketing.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2</Pages>
  <Words>702</Words>
  <Characters>4007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U Drive U Text U Pay - Fact Sheet</vt:lpstr>
    </vt:vector>
  </TitlesOfParts>
  <Company>DOT</Company>
  <LinksUpToDate>false</LinksUpToDate>
  <CharactersWithSpaces>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Drive U Text U Pay - Fact Sheet</dc:title>
  <dc:creator>Greenbauer, Lynn CTR (NHTSA)</dc:creator>
  <cp:lastModifiedBy>Tara Casanova Powell</cp:lastModifiedBy>
  <cp:revision>2</cp:revision>
  <dcterms:created xsi:type="dcterms:W3CDTF">2019-03-18T16:03:00Z</dcterms:created>
  <dcterms:modified xsi:type="dcterms:W3CDTF">2019-03-18T16:03:00Z</dcterms:modified>
</cp:coreProperties>
</file>