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7A934" w14:textId="77777777" w:rsidR="001235D7" w:rsidRPr="008C3ACE" w:rsidRDefault="001235D7" w:rsidP="001235D7">
      <w:pPr>
        <w:pStyle w:val="NoSpacing"/>
        <w:rPr>
          <w:rFonts w:ascii="Rockwell" w:hAnsi="Rockwell"/>
          <w:b/>
        </w:rPr>
      </w:pPr>
      <w:bookmarkStart w:id="0" w:name="_GoBack"/>
      <w:bookmarkEnd w:id="0"/>
      <w:r w:rsidRPr="008C3ACE">
        <w:rPr>
          <w:rFonts w:ascii="Rockwell" w:hAnsi="Rockwell"/>
          <w:b/>
        </w:rPr>
        <w:t>201</w:t>
      </w:r>
      <w:r>
        <w:rPr>
          <w:rFonts w:ascii="Rockwell" w:hAnsi="Rockwell"/>
          <w:b/>
        </w:rPr>
        <w:t>9</w:t>
      </w:r>
      <w:r w:rsidRPr="008C3ACE">
        <w:rPr>
          <w:rFonts w:ascii="Rockwell" w:hAnsi="Rockwell"/>
          <w:b/>
        </w:rPr>
        <w:t xml:space="preserve"> </w:t>
      </w:r>
      <w:r>
        <w:rPr>
          <w:rFonts w:ascii="Rockwell" w:hAnsi="Rockwell"/>
          <w:b/>
        </w:rPr>
        <w:t>U DRIVE. U TEXT. U PAY. CAMPAIGN</w:t>
      </w:r>
      <w:r w:rsidRPr="008C3ACE">
        <w:rPr>
          <w:rFonts w:ascii="Rockwell" w:hAnsi="Rockwell"/>
          <w:b/>
        </w:rPr>
        <w:t xml:space="preserve">                                                                       </w:t>
      </w:r>
    </w:p>
    <w:p w14:paraId="3FA2F50D" w14:textId="77777777" w:rsidR="001235D7" w:rsidRPr="008C3ACE" w:rsidRDefault="001235D7" w:rsidP="001235D7">
      <w:pPr>
        <w:pStyle w:val="NoSpacing"/>
        <w:rPr>
          <w:rFonts w:ascii="Rockwell" w:hAnsi="Rockwell"/>
          <w:b/>
        </w:rPr>
      </w:pPr>
      <w:r w:rsidRPr="008C3ACE">
        <w:rPr>
          <w:rFonts w:ascii="Rockwell" w:hAnsi="Rockwell"/>
          <w:b/>
        </w:rPr>
        <w:t xml:space="preserve">SAMPLE </w:t>
      </w:r>
      <w:r>
        <w:rPr>
          <w:rFonts w:ascii="Rockwell" w:hAnsi="Rockwell"/>
          <w:b/>
        </w:rPr>
        <w:t>POST-</w:t>
      </w:r>
      <w:r w:rsidRPr="008C3ACE">
        <w:rPr>
          <w:rFonts w:ascii="Rockwell" w:hAnsi="Rockwell"/>
          <w:b/>
        </w:rPr>
        <w:t>NEWS RELEASE</w:t>
      </w:r>
    </w:p>
    <w:p w14:paraId="699FC04C" w14:textId="77777777" w:rsidR="001235D7" w:rsidRPr="008C3ACE" w:rsidRDefault="00B46CB9" w:rsidP="001235D7">
      <w:pPr>
        <w:pStyle w:val="NoSpacing"/>
        <w:rPr>
          <w:rFonts w:ascii="Rockwell" w:hAnsi="Rockwell"/>
          <w:b/>
        </w:rPr>
      </w:pPr>
      <w:r>
        <w:rPr>
          <w:rFonts w:ascii="Rockwell" w:hAnsi="Rockwell"/>
          <w:b/>
        </w:rPr>
        <w:t>PEAK</w:t>
      </w:r>
      <w:r w:rsidR="001235D7" w:rsidRPr="008C3ACE">
        <w:rPr>
          <w:rFonts w:ascii="Rockwell" w:hAnsi="Rockwell"/>
          <w:b/>
        </w:rPr>
        <w:t xml:space="preserve"> VERSION</w:t>
      </w:r>
    </w:p>
    <w:p w14:paraId="30A115E0" w14:textId="77777777" w:rsidR="001235D7" w:rsidRPr="008C3ACE" w:rsidRDefault="001235D7" w:rsidP="001235D7">
      <w:pPr>
        <w:pStyle w:val="NoSpacing"/>
        <w:rPr>
          <w:rFonts w:ascii="Rockwell" w:hAnsi="Rockwell"/>
          <w:b/>
        </w:rPr>
      </w:pPr>
    </w:p>
    <w:p w14:paraId="2ED10C4A" w14:textId="77777777" w:rsidR="001235D7" w:rsidRPr="008C3ACE" w:rsidRDefault="001235D7" w:rsidP="001235D7">
      <w:pPr>
        <w:pStyle w:val="NoSpacing"/>
        <w:rPr>
          <w:rFonts w:ascii="Rockwell" w:hAnsi="Rockwell"/>
          <w:b/>
        </w:rPr>
      </w:pPr>
      <w:r w:rsidRPr="008C3ACE">
        <w:rPr>
          <w:rFonts w:ascii="Rockwell" w:hAnsi="Rockwell"/>
          <w:b/>
        </w:rPr>
        <w:t>FOR IMMEDIATE RELEASE: [Date]</w:t>
      </w:r>
    </w:p>
    <w:p w14:paraId="24D14B86" w14:textId="77777777" w:rsidR="001235D7" w:rsidRPr="008C3ACE" w:rsidRDefault="001235D7" w:rsidP="001235D7">
      <w:pPr>
        <w:pStyle w:val="NoSpacing"/>
        <w:rPr>
          <w:rFonts w:ascii="Rockwell" w:hAnsi="Rockwell"/>
          <w:b/>
        </w:rPr>
      </w:pPr>
      <w:r w:rsidRPr="008C3ACE">
        <w:rPr>
          <w:rFonts w:ascii="Rockwell" w:hAnsi="Rockwell"/>
          <w:b/>
        </w:rPr>
        <w:t>CONTACT: [Name, Phone Number, E-mail Address]</w:t>
      </w:r>
    </w:p>
    <w:p w14:paraId="0C4B28F4" w14:textId="77777777" w:rsidR="001235D7" w:rsidRPr="008C3ACE" w:rsidRDefault="001235D7" w:rsidP="001235D7">
      <w:pPr>
        <w:pStyle w:val="NoSpacing"/>
        <w:rPr>
          <w:rFonts w:ascii="Rockwell" w:hAnsi="Rockwell"/>
          <w:b/>
        </w:rPr>
      </w:pPr>
    </w:p>
    <w:p w14:paraId="3A6EC0E1" w14:textId="77777777" w:rsidR="001235D7" w:rsidRDefault="001235D7" w:rsidP="001235D7">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45EA3FF8" w14:textId="77777777" w:rsidR="004944B0" w:rsidRDefault="004944B0" w:rsidP="004944B0"/>
    <w:p w14:paraId="46A4EAD4" w14:textId="77777777" w:rsidR="001235D7" w:rsidRDefault="006E44BF" w:rsidP="001235D7">
      <w:pPr>
        <w:jc w:val="center"/>
        <w:rPr>
          <w:rFonts w:ascii="Rockwell" w:hAnsi="Rockwell"/>
          <w:b/>
          <w:sz w:val="24"/>
        </w:rPr>
      </w:pPr>
      <w:r>
        <w:rPr>
          <w:rFonts w:ascii="Rockwell" w:hAnsi="Rockwell"/>
          <w:b/>
          <w:sz w:val="24"/>
        </w:rPr>
        <w:t xml:space="preserve">Local Law Enforcement Officers Issue [XX] Citations </w:t>
      </w:r>
    </w:p>
    <w:p w14:paraId="3FD1A9C5" w14:textId="0F2041B1" w:rsidR="006E44BF" w:rsidRPr="001235D7" w:rsidRDefault="006E44BF" w:rsidP="001235D7">
      <w:pPr>
        <w:jc w:val="center"/>
        <w:rPr>
          <w:rFonts w:ascii="Rockwell" w:hAnsi="Rockwell"/>
          <w:b/>
          <w:sz w:val="24"/>
        </w:rPr>
      </w:pPr>
      <w:r>
        <w:rPr>
          <w:rFonts w:ascii="Rockwell" w:hAnsi="Rockwell"/>
          <w:b/>
          <w:sz w:val="24"/>
        </w:rPr>
        <w:t xml:space="preserve">During </w:t>
      </w:r>
      <w:r w:rsidRPr="006E44BF">
        <w:rPr>
          <w:rFonts w:ascii="Rockwell" w:hAnsi="Rockwell"/>
          <w:b/>
          <w:i/>
          <w:sz w:val="24"/>
        </w:rPr>
        <w:t>U Drive. U Text. U Pay.</w:t>
      </w:r>
      <w:r>
        <w:rPr>
          <w:rFonts w:ascii="Rockwell" w:hAnsi="Rockwell"/>
          <w:b/>
          <w:sz w:val="24"/>
        </w:rPr>
        <w:t xml:space="preserve"> Campaign</w:t>
      </w:r>
    </w:p>
    <w:p w14:paraId="696AD3D7" w14:textId="77777777" w:rsidR="001235D7" w:rsidRDefault="001235D7" w:rsidP="001235D7">
      <w:pPr>
        <w:pStyle w:val="Heading4"/>
        <w:spacing w:before="0"/>
        <w:jc w:val="center"/>
      </w:pPr>
    </w:p>
    <w:p w14:paraId="424DC0D0" w14:textId="4A10755D" w:rsidR="006E44BF" w:rsidRPr="006E44BF" w:rsidRDefault="001235D7" w:rsidP="001235D7">
      <w:r w:rsidRPr="001235D7">
        <w:rPr>
          <w:b/>
        </w:rPr>
        <w:t>[City, State]—</w:t>
      </w:r>
      <w:r w:rsidR="006E44BF">
        <w:t xml:space="preserve">During April’s National Distracted Driving Awareness Month, </w:t>
      </w:r>
      <w:r w:rsidR="006E44BF">
        <w:rPr>
          <w:b/>
        </w:rPr>
        <w:t xml:space="preserve">[State/Local Law Enforcement Officers] </w:t>
      </w:r>
      <w:r w:rsidR="006E44BF">
        <w:t xml:space="preserve">worked together across the country to </w:t>
      </w:r>
      <w:r w:rsidR="00226781">
        <w:t xml:space="preserve">actively </w:t>
      </w:r>
      <w:r w:rsidR="006E44BF">
        <w:t xml:space="preserve">spread the word about the dangers of distracted driving. From </w:t>
      </w:r>
      <w:r w:rsidR="00B943CD" w:rsidRPr="00B943CD">
        <w:t>April 11</w:t>
      </w:r>
      <w:r w:rsidR="006E44BF" w:rsidRPr="00B943CD">
        <w:t xml:space="preserve"> to April 15</w:t>
      </w:r>
      <w:r w:rsidR="006E44BF">
        <w:t xml:space="preserve">, 2019, they stepped up their efforts for the national </w:t>
      </w:r>
      <w:r w:rsidR="006E44BF" w:rsidRPr="00B943CD">
        <w:rPr>
          <w:i/>
        </w:rPr>
        <w:t>U Drive. U Text. U Pay.</w:t>
      </w:r>
      <w:r w:rsidR="006E44BF">
        <w:t xml:space="preserve"> high-visibility enforcement effort. </w:t>
      </w:r>
      <w:r w:rsidR="006E44BF" w:rsidRPr="00A02C59">
        <w:rPr>
          <w:b/>
        </w:rPr>
        <w:t>[Local]</w:t>
      </w:r>
      <w:r w:rsidR="006E44BF" w:rsidRPr="001235D7">
        <w:t xml:space="preserve"> law enforcement issued </w:t>
      </w:r>
      <w:r w:rsidR="006E44BF" w:rsidRPr="00A02C59">
        <w:rPr>
          <w:b/>
        </w:rPr>
        <w:t>[XX]</w:t>
      </w:r>
      <w:r w:rsidR="006E44BF" w:rsidRPr="001235D7">
        <w:t xml:space="preserve"> citations to violators of </w:t>
      </w:r>
      <w:r w:rsidR="006E44BF" w:rsidRPr="00A02C59">
        <w:rPr>
          <w:b/>
        </w:rPr>
        <w:t>[State’s]</w:t>
      </w:r>
      <w:r w:rsidR="006E44BF" w:rsidRPr="001235D7">
        <w:t xml:space="preserve"> distracted-driving law during the recent enforcement period. The law provides that </w:t>
      </w:r>
      <w:r w:rsidR="006E44BF" w:rsidRPr="00A02C59">
        <w:rPr>
          <w:b/>
        </w:rPr>
        <w:t>[Insert State Law Specifics].</w:t>
      </w:r>
    </w:p>
    <w:p w14:paraId="3BEAC002" w14:textId="3A3C88BB" w:rsidR="00A02C59" w:rsidRDefault="00A02C59" w:rsidP="00A02C59">
      <w:r w:rsidRPr="00581175">
        <w:t xml:space="preserve">According to NHTSA, </w:t>
      </w:r>
      <w:r w:rsidRPr="00581175">
        <w:rPr>
          <w:rFonts w:eastAsia="Times New Roman"/>
        </w:rPr>
        <w:t xml:space="preserve">between 2012-2017, nearly 20,000 </w:t>
      </w:r>
      <w:r w:rsidRPr="00581175">
        <w:t>people</w:t>
      </w:r>
      <w:r w:rsidRPr="00581175">
        <w:rPr>
          <w:rFonts w:eastAsia="Times New Roman"/>
        </w:rPr>
        <w:t xml:space="preserve"> died in crashes involving a distracted driver. </w:t>
      </w:r>
      <w:r>
        <w:t>In fact,</w:t>
      </w:r>
      <w:r w:rsidRPr="00581175">
        <w:t xml:space="preserve"> </w:t>
      </w:r>
      <w:r w:rsidR="002D6B1F">
        <w:t xml:space="preserve">there were </w:t>
      </w:r>
      <w:r w:rsidRPr="00581175">
        <w:t>3</w:t>
      </w:r>
      <w:r w:rsidR="00226781">
        <w:t>,166</w:t>
      </w:r>
      <w:r w:rsidRPr="00581175">
        <w:t xml:space="preserve"> people killed in motor vehicle crashes involving distracted drivers in 2016</w:t>
      </w:r>
      <w:r w:rsidR="00226781">
        <w:t>. That’s n</w:t>
      </w:r>
      <w:r>
        <w:t xml:space="preserve">early one-tenth of all fatal crashes </w:t>
      </w:r>
      <w:r w:rsidR="00226781">
        <w:t xml:space="preserve">for </w:t>
      </w:r>
      <w:r>
        <w:t>that y</w:t>
      </w:r>
      <w:r w:rsidR="00226781">
        <w:t>ear</w:t>
      </w:r>
      <w:r>
        <w:t xml:space="preserve">. </w:t>
      </w:r>
    </w:p>
    <w:p w14:paraId="37D4DB67" w14:textId="3BD37E2D" w:rsidR="006E44BF" w:rsidRDefault="006E44BF" w:rsidP="00A02C59">
      <w:r>
        <w:t xml:space="preserve">“This campaign is really important to us,” said </w:t>
      </w:r>
      <w:r w:rsidRPr="00B943CD">
        <w:rPr>
          <w:b/>
        </w:rPr>
        <w:t>[State/Local Law Enforcement Official]</w:t>
      </w:r>
      <w:r>
        <w:t xml:space="preserve">. “Every day, we </w:t>
      </w:r>
      <w:r w:rsidR="00226781">
        <w:t xml:space="preserve">stop </w:t>
      </w:r>
      <w:r>
        <w:t xml:space="preserve">drivers </w:t>
      </w:r>
      <w:r w:rsidR="00226781">
        <w:t xml:space="preserve">who are </w:t>
      </w:r>
      <w:r w:rsidR="004A5446">
        <w:t xml:space="preserve">carelessly </w:t>
      </w:r>
      <w:r>
        <w:t xml:space="preserve">paying more attention to their phones than to the roads. This campaign helped us remind drivers that this behavior is dangerous and illegal. Drivers’ hands should be on the wheel, and </w:t>
      </w:r>
      <w:r w:rsidR="00250E52">
        <w:t xml:space="preserve">their </w:t>
      </w:r>
      <w:r>
        <w:t xml:space="preserve">eyes should be on the road—always.” </w:t>
      </w:r>
    </w:p>
    <w:p w14:paraId="7BF1CD9D" w14:textId="3F5633EB" w:rsidR="001235D7" w:rsidRPr="00052113" w:rsidRDefault="001235D7" w:rsidP="001235D7">
      <w:pPr>
        <w:rPr>
          <w:i/>
        </w:rPr>
      </w:pPr>
      <w:r w:rsidRPr="001235D7">
        <w:t>While the high</w:t>
      </w:r>
      <w:r w:rsidR="002059C8">
        <w:t>-</w:t>
      </w:r>
      <w:r w:rsidRPr="001235D7">
        <w:t xml:space="preserve">visibility enforcement mobilization is over, </w:t>
      </w:r>
      <w:r w:rsidRPr="00A02C59">
        <w:rPr>
          <w:b/>
        </w:rPr>
        <w:t xml:space="preserve">[State/Local Law Enforcement Organization] </w:t>
      </w:r>
      <w:r w:rsidR="005D38F7">
        <w:t>wants</w:t>
      </w:r>
      <w:r w:rsidRPr="001235D7">
        <w:t xml:space="preserve"> motorists </w:t>
      </w:r>
      <w:r w:rsidR="005D38F7">
        <w:t xml:space="preserve">to remember the dangers of distracted driving </w:t>
      </w:r>
      <w:r w:rsidRPr="001235D7">
        <w:t xml:space="preserve">beyond the enforcement effort. </w:t>
      </w:r>
      <w:r w:rsidR="00052113">
        <w:t xml:space="preserve">Want to reach for that cell phone? Remember: </w:t>
      </w:r>
      <w:r w:rsidR="00052113" w:rsidRPr="00052113">
        <w:rPr>
          <w:i/>
        </w:rPr>
        <w:t>U Drive. U Text. U Pay.</w:t>
      </w:r>
    </w:p>
    <w:p w14:paraId="066A0004" w14:textId="77777777" w:rsidR="001235D7" w:rsidRPr="001235D7" w:rsidRDefault="001235D7" w:rsidP="001235D7">
      <w:r w:rsidRPr="001235D7">
        <w:t>For more information, visit: www.</w:t>
      </w:r>
      <w:r>
        <w:t>trafficsafetymarketing</w:t>
      </w:r>
      <w:r w:rsidRPr="001235D7">
        <w:t>.gov</w:t>
      </w:r>
    </w:p>
    <w:p w14:paraId="2B8F5639" w14:textId="77777777" w:rsidR="001235D7" w:rsidRPr="001235D7" w:rsidRDefault="001235D7" w:rsidP="001235D7">
      <w:pPr>
        <w:jc w:val="center"/>
      </w:pPr>
      <w:r w:rsidRPr="001235D7">
        <w:t>###</w:t>
      </w:r>
    </w:p>
    <w:p w14:paraId="34EB8819" w14:textId="77777777" w:rsidR="001235D7" w:rsidRPr="00901CE9" w:rsidRDefault="001235D7" w:rsidP="004944B0"/>
    <w:sectPr w:rsidR="001235D7" w:rsidRPr="00901CE9" w:rsidSect="00B45428">
      <w:headerReference w:type="default" r:id="rId7"/>
      <w:footerReference w:type="default" r:id="rId8"/>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BC8C28" w14:textId="77777777" w:rsidR="005149FB" w:rsidRDefault="005149FB" w:rsidP="00901CE9">
      <w:pPr>
        <w:spacing w:after="0" w:line="240" w:lineRule="auto"/>
      </w:pPr>
      <w:r>
        <w:separator/>
      </w:r>
    </w:p>
  </w:endnote>
  <w:endnote w:type="continuationSeparator" w:id="0">
    <w:p w14:paraId="5BB813C0" w14:textId="77777777" w:rsidR="005149FB" w:rsidRDefault="005149FB"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31680" w14:textId="77777777" w:rsidR="00901CE9" w:rsidRPr="00901CE9" w:rsidRDefault="00CA1A42" w:rsidP="00B45428">
    <w:pPr>
      <w:pStyle w:val="5ControlCode"/>
      <w:spacing w:after="0"/>
    </w:pPr>
    <w:r>
      <w:rPr>
        <w:noProof/>
      </w:rPr>
      <mc:AlternateContent>
        <mc:Choice Requires="wps">
          <w:drawing>
            <wp:anchor distT="0" distB="0" distL="114300" distR="114300" simplePos="0" relativeHeight="251658240" behindDoc="0" locked="0" layoutInCell="1" allowOverlap="1" wp14:anchorId="4F337283" wp14:editId="03BCFC70">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CF6EF"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7F0F99" w:rsidP="00FF53E2">
                    <w:pPr>
                      <w:pStyle w:val="5ControlCode"/>
                    </w:pPr>
                    <w:r>
                      <w:t>Job#-date</w:t>
                    </w:r>
                    <w:r w:rsidR="00FF4E5A">
                      <w:t>-</w:t>
                    </w:r>
                    <w:r>
                      <w:t>version</w:t>
                    </w:r>
                  </w:p>
                </w:txbxContent>
              </v:textbox>
            </v:shape>
          </w:pict>
        </mc:Fallback>
      </mc:AlternateContent>
    </w:r>
    <w:r w:rsidR="00B45428" w:rsidRPr="00B45428">
      <w:t xml:space="preserve"> </w:t>
    </w:r>
    <w:r w:rsidR="00B45428">
      <w:t>Job#-date-version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1B254" w14:textId="77777777" w:rsidR="005149FB" w:rsidRDefault="005149FB" w:rsidP="00901CE9">
      <w:pPr>
        <w:spacing w:after="0" w:line="240" w:lineRule="auto"/>
      </w:pPr>
      <w:r>
        <w:separator/>
      </w:r>
    </w:p>
  </w:footnote>
  <w:footnote w:type="continuationSeparator" w:id="0">
    <w:p w14:paraId="1C6B8675" w14:textId="77777777" w:rsidR="005149FB" w:rsidRDefault="005149FB"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DFD43" w14:textId="77777777" w:rsidR="00C52F03" w:rsidRDefault="0017006F" w:rsidP="0052561C">
    <w:pPr>
      <w:pStyle w:val="Header"/>
      <w:tabs>
        <w:tab w:val="clear" w:pos="4680"/>
      </w:tabs>
      <w:jc w:val="center"/>
      <w:rPr>
        <w:b/>
        <w:noProof/>
        <w:position w:val="6"/>
        <w:sz w:val="36"/>
        <w:szCs w:val="36"/>
      </w:rPr>
    </w:pPr>
    <w:r>
      <w:rPr>
        <w:b/>
        <w:noProof/>
        <w:position w:val="6"/>
        <w:sz w:val="36"/>
        <w:szCs w:val="36"/>
      </w:rPr>
      <w:drawing>
        <wp:inline distT="0" distB="0" distL="0" distR="0" wp14:anchorId="64C4196B" wp14:editId="52101CF3">
          <wp:extent cx="2002536" cy="1051560"/>
          <wp:effectExtent l="0" t="0" r="0" b="0"/>
          <wp:docPr id="4" name="Picture 4" descr="U Text. U Drive. U Pay. Logo" title="U Text. U Drive. U P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2536" cy="1051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52113"/>
    <w:rsid w:val="000663F2"/>
    <w:rsid w:val="000D7BFA"/>
    <w:rsid w:val="001235D7"/>
    <w:rsid w:val="00161F42"/>
    <w:rsid w:val="0017006F"/>
    <w:rsid w:val="001E692F"/>
    <w:rsid w:val="002059C8"/>
    <w:rsid w:val="00205F4F"/>
    <w:rsid w:val="0021528E"/>
    <w:rsid w:val="00226781"/>
    <w:rsid w:val="002454EB"/>
    <w:rsid w:val="00250C7E"/>
    <w:rsid w:val="00250E52"/>
    <w:rsid w:val="00295062"/>
    <w:rsid w:val="002A6AAF"/>
    <w:rsid w:val="002B4917"/>
    <w:rsid w:val="002B66C6"/>
    <w:rsid w:val="002C5FF8"/>
    <w:rsid w:val="002D6B1F"/>
    <w:rsid w:val="002E6D01"/>
    <w:rsid w:val="00343E03"/>
    <w:rsid w:val="00352A56"/>
    <w:rsid w:val="003D2D80"/>
    <w:rsid w:val="0044490E"/>
    <w:rsid w:val="004944B0"/>
    <w:rsid w:val="004A5446"/>
    <w:rsid w:val="004D21EE"/>
    <w:rsid w:val="004D77A2"/>
    <w:rsid w:val="004F7615"/>
    <w:rsid w:val="00512BFB"/>
    <w:rsid w:val="005149FB"/>
    <w:rsid w:val="00515528"/>
    <w:rsid w:val="0052561C"/>
    <w:rsid w:val="005430D9"/>
    <w:rsid w:val="00550936"/>
    <w:rsid w:val="00565486"/>
    <w:rsid w:val="005D38F7"/>
    <w:rsid w:val="005E42DD"/>
    <w:rsid w:val="00603243"/>
    <w:rsid w:val="00604280"/>
    <w:rsid w:val="00625A39"/>
    <w:rsid w:val="00636AEB"/>
    <w:rsid w:val="0067003C"/>
    <w:rsid w:val="00672251"/>
    <w:rsid w:val="00673C85"/>
    <w:rsid w:val="00697610"/>
    <w:rsid w:val="006D087A"/>
    <w:rsid w:val="006E44BF"/>
    <w:rsid w:val="0077096D"/>
    <w:rsid w:val="007C2723"/>
    <w:rsid w:val="007D5238"/>
    <w:rsid w:val="007F0F99"/>
    <w:rsid w:val="00824066"/>
    <w:rsid w:val="008459C9"/>
    <w:rsid w:val="008B6819"/>
    <w:rsid w:val="008B6C4C"/>
    <w:rsid w:val="008C149B"/>
    <w:rsid w:val="00901CE9"/>
    <w:rsid w:val="00905462"/>
    <w:rsid w:val="009A5F02"/>
    <w:rsid w:val="009C0118"/>
    <w:rsid w:val="009E3F3A"/>
    <w:rsid w:val="009F3460"/>
    <w:rsid w:val="00A02C59"/>
    <w:rsid w:val="00A209DF"/>
    <w:rsid w:val="00A345FE"/>
    <w:rsid w:val="00A406C1"/>
    <w:rsid w:val="00A519A9"/>
    <w:rsid w:val="00A77193"/>
    <w:rsid w:val="00A80AFB"/>
    <w:rsid w:val="00A90A9E"/>
    <w:rsid w:val="00AA106A"/>
    <w:rsid w:val="00AD3AFD"/>
    <w:rsid w:val="00AE46D8"/>
    <w:rsid w:val="00B331E3"/>
    <w:rsid w:val="00B45428"/>
    <w:rsid w:val="00B46CB9"/>
    <w:rsid w:val="00B61D6C"/>
    <w:rsid w:val="00B63986"/>
    <w:rsid w:val="00B753A4"/>
    <w:rsid w:val="00B77DD8"/>
    <w:rsid w:val="00B9273B"/>
    <w:rsid w:val="00B943CD"/>
    <w:rsid w:val="00BB1112"/>
    <w:rsid w:val="00BF0673"/>
    <w:rsid w:val="00C268AF"/>
    <w:rsid w:val="00C52F03"/>
    <w:rsid w:val="00C55758"/>
    <w:rsid w:val="00C64E8A"/>
    <w:rsid w:val="00CA1A42"/>
    <w:rsid w:val="00CC5909"/>
    <w:rsid w:val="00CE7F96"/>
    <w:rsid w:val="00D11077"/>
    <w:rsid w:val="00D3792F"/>
    <w:rsid w:val="00D55119"/>
    <w:rsid w:val="00D762FB"/>
    <w:rsid w:val="00D92FE1"/>
    <w:rsid w:val="00DE2078"/>
    <w:rsid w:val="00DE4EF2"/>
    <w:rsid w:val="00E14CE6"/>
    <w:rsid w:val="00E31AC0"/>
    <w:rsid w:val="00E43DBE"/>
    <w:rsid w:val="00E53BEF"/>
    <w:rsid w:val="00E61458"/>
    <w:rsid w:val="00E61E96"/>
    <w:rsid w:val="00EE5452"/>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F601E"/>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paragraph" w:styleId="Heading4">
    <w:name w:val="heading 4"/>
    <w:basedOn w:val="Normal"/>
    <w:next w:val="Normal"/>
    <w:link w:val="Heading4Char"/>
    <w:uiPriority w:val="9"/>
    <w:semiHidden/>
    <w:unhideWhenUsed/>
    <w:rsid w:val="001235D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1235D7"/>
    <w:rPr>
      <w:rFonts w:ascii="Trebuchet MS" w:hAnsi="Trebuchet MS"/>
      <w:sz w:val="22"/>
      <w:szCs w:val="22"/>
    </w:rPr>
  </w:style>
  <w:style w:type="character" w:customStyle="1" w:styleId="Heading4Char">
    <w:name w:val="Heading 4 Char"/>
    <w:basedOn w:val="DefaultParagraphFont"/>
    <w:link w:val="Heading4"/>
    <w:uiPriority w:val="9"/>
    <w:semiHidden/>
    <w:rsid w:val="001235D7"/>
    <w:rPr>
      <w:rFonts w:asciiTheme="majorHAnsi" w:eastAsiaTheme="majorEastAsia" w:hAnsiTheme="majorHAnsi" w:cstheme="majorBidi"/>
      <w:i/>
      <w:iCs/>
      <w:color w:val="365F91" w:themeColor="accent1" w:themeShade="BF"/>
      <w:sz w:val="22"/>
      <w:szCs w:val="22"/>
    </w:rPr>
  </w:style>
  <w:style w:type="character" w:styleId="CommentReference">
    <w:name w:val="annotation reference"/>
    <w:basedOn w:val="DefaultParagraphFont"/>
    <w:uiPriority w:val="99"/>
    <w:semiHidden/>
    <w:unhideWhenUsed/>
    <w:rsid w:val="00C268AF"/>
    <w:rPr>
      <w:sz w:val="16"/>
      <w:szCs w:val="16"/>
    </w:rPr>
  </w:style>
  <w:style w:type="paragraph" w:styleId="CommentText">
    <w:name w:val="annotation text"/>
    <w:basedOn w:val="Normal"/>
    <w:link w:val="CommentTextChar"/>
    <w:uiPriority w:val="99"/>
    <w:semiHidden/>
    <w:unhideWhenUsed/>
    <w:rsid w:val="00C268AF"/>
    <w:pPr>
      <w:spacing w:line="240" w:lineRule="auto"/>
    </w:pPr>
    <w:rPr>
      <w:sz w:val="20"/>
      <w:szCs w:val="20"/>
    </w:rPr>
  </w:style>
  <w:style w:type="character" w:customStyle="1" w:styleId="CommentTextChar">
    <w:name w:val="Comment Text Char"/>
    <w:basedOn w:val="DefaultParagraphFont"/>
    <w:link w:val="CommentText"/>
    <w:uiPriority w:val="99"/>
    <w:semiHidden/>
    <w:rsid w:val="00C268AF"/>
    <w:rPr>
      <w:rFonts w:ascii="Trebuchet MS" w:hAnsi="Trebuchet MS"/>
    </w:rPr>
  </w:style>
  <w:style w:type="paragraph" w:styleId="CommentSubject">
    <w:name w:val="annotation subject"/>
    <w:basedOn w:val="CommentText"/>
    <w:next w:val="CommentText"/>
    <w:link w:val="CommentSubjectChar"/>
    <w:uiPriority w:val="99"/>
    <w:semiHidden/>
    <w:unhideWhenUsed/>
    <w:rsid w:val="00C268AF"/>
    <w:rPr>
      <w:b/>
      <w:bCs/>
    </w:rPr>
  </w:style>
  <w:style w:type="character" w:customStyle="1" w:styleId="CommentSubjectChar">
    <w:name w:val="Comment Subject Char"/>
    <w:basedOn w:val="CommentTextChar"/>
    <w:link w:val="CommentSubject"/>
    <w:uiPriority w:val="99"/>
    <w:semiHidden/>
    <w:rsid w:val="00C268AF"/>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132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1</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2019-03-18T16:02:00Z</dcterms:created>
  <dcterms:modified xsi:type="dcterms:W3CDTF">2019-03-18T16:02:00Z</dcterms:modified>
</cp:coreProperties>
</file>