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735B9" w14:textId="5DED8EEA" w:rsidR="004514B5" w:rsidRPr="008C3ACE" w:rsidRDefault="004514B5" w:rsidP="004514B5">
      <w:pPr>
        <w:pStyle w:val="NoSpacing"/>
        <w:rPr>
          <w:rFonts w:ascii="Rockwell" w:hAnsi="Rockwell"/>
          <w:b/>
        </w:rPr>
      </w:pPr>
      <w:bookmarkStart w:id="0" w:name="_GoBack"/>
      <w:bookmarkEnd w:id="0"/>
      <w:r w:rsidRPr="008C3ACE">
        <w:rPr>
          <w:rFonts w:ascii="Rockwell" w:hAnsi="Rockwell"/>
          <w:b/>
        </w:rPr>
        <w:t>201</w:t>
      </w:r>
      <w:r>
        <w:rPr>
          <w:rFonts w:ascii="Rockwell" w:hAnsi="Rockwell"/>
          <w:b/>
        </w:rPr>
        <w:t>8</w:t>
      </w:r>
      <w:r w:rsidRPr="008C3ACE">
        <w:rPr>
          <w:rFonts w:ascii="Rockwell" w:hAnsi="Rockwell"/>
          <w:b/>
        </w:rPr>
        <w:t xml:space="preserve"> </w:t>
      </w:r>
      <w:r>
        <w:rPr>
          <w:rFonts w:ascii="Rockwell" w:hAnsi="Rockwell"/>
          <w:b/>
        </w:rPr>
        <w:t>DRUG</w:t>
      </w:r>
      <w:r w:rsidR="006C394F">
        <w:rPr>
          <w:rFonts w:ascii="Rockwell" w:hAnsi="Rockwell"/>
          <w:b/>
        </w:rPr>
        <w:t>-IMPAIRED</w:t>
      </w:r>
      <w:r>
        <w:rPr>
          <w:rFonts w:ascii="Rockwell" w:hAnsi="Rockwell"/>
          <w:b/>
        </w:rPr>
        <w:t xml:space="preserve"> DRIVING AWARENESS  </w:t>
      </w:r>
    </w:p>
    <w:p w14:paraId="0D250534" w14:textId="77777777" w:rsidR="004514B5" w:rsidRPr="008C3ACE" w:rsidRDefault="004514B5" w:rsidP="004514B5">
      <w:pPr>
        <w:pStyle w:val="NoSpacing"/>
        <w:rPr>
          <w:rFonts w:ascii="Rockwell" w:hAnsi="Rockwell"/>
          <w:b/>
        </w:rPr>
      </w:pPr>
      <w:r w:rsidRPr="008C3ACE">
        <w:rPr>
          <w:rFonts w:ascii="Rockwell" w:hAnsi="Rockwell"/>
          <w:b/>
        </w:rPr>
        <w:t xml:space="preserve">SAMPLE </w:t>
      </w:r>
      <w:r>
        <w:rPr>
          <w:rFonts w:ascii="Rockwell" w:hAnsi="Rockwell"/>
          <w:b/>
        </w:rPr>
        <w:t>OP-ED</w:t>
      </w:r>
    </w:p>
    <w:p w14:paraId="60454D44" w14:textId="77777777" w:rsidR="004514B5" w:rsidRPr="008C3ACE" w:rsidRDefault="004514B5" w:rsidP="004514B5">
      <w:pPr>
        <w:pStyle w:val="NoSpacing"/>
        <w:rPr>
          <w:rFonts w:ascii="Rockwell" w:hAnsi="Rockwell"/>
          <w:b/>
        </w:rPr>
      </w:pPr>
      <w:r w:rsidRPr="008C3ACE">
        <w:rPr>
          <w:rFonts w:ascii="Rockwell" w:hAnsi="Rockwell"/>
          <w:b/>
        </w:rPr>
        <w:t>SOCIAL NORMING VERSION</w:t>
      </w:r>
    </w:p>
    <w:p w14:paraId="5DB21E71" w14:textId="77777777" w:rsidR="004514B5" w:rsidRPr="008C3ACE" w:rsidRDefault="004514B5" w:rsidP="004514B5">
      <w:pPr>
        <w:pStyle w:val="NoSpacing"/>
        <w:rPr>
          <w:rFonts w:ascii="Rockwell" w:hAnsi="Rockwell"/>
          <w:b/>
        </w:rPr>
      </w:pPr>
    </w:p>
    <w:p w14:paraId="1546AEBE" w14:textId="77777777" w:rsidR="004514B5" w:rsidRPr="008C3ACE" w:rsidRDefault="004514B5" w:rsidP="004514B5">
      <w:pPr>
        <w:pStyle w:val="NoSpacing"/>
        <w:rPr>
          <w:rFonts w:ascii="Rockwell" w:hAnsi="Rockwell"/>
          <w:b/>
        </w:rPr>
      </w:pPr>
      <w:r w:rsidRPr="008C3ACE">
        <w:rPr>
          <w:rFonts w:ascii="Rockwell" w:hAnsi="Rockwell"/>
          <w:b/>
        </w:rPr>
        <w:t>FOR IMMEDIATE RELEASE: [Date]</w:t>
      </w:r>
    </w:p>
    <w:p w14:paraId="53AA72C2" w14:textId="77777777" w:rsidR="004514B5" w:rsidRPr="008C3ACE" w:rsidRDefault="004514B5" w:rsidP="004514B5">
      <w:pPr>
        <w:pStyle w:val="NoSpacing"/>
        <w:rPr>
          <w:rFonts w:ascii="Rockwell" w:hAnsi="Rockwell"/>
          <w:b/>
        </w:rPr>
      </w:pPr>
      <w:r w:rsidRPr="008C3ACE">
        <w:rPr>
          <w:rFonts w:ascii="Rockwell" w:hAnsi="Rockwell"/>
          <w:b/>
        </w:rPr>
        <w:t>CONTACT: [Name, Phone Number, E-mail Address]</w:t>
      </w:r>
    </w:p>
    <w:p w14:paraId="4D015E1C" w14:textId="77777777" w:rsidR="004514B5" w:rsidRPr="008C3ACE" w:rsidRDefault="004514B5" w:rsidP="004514B5">
      <w:pPr>
        <w:pStyle w:val="NoSpacing"/>
        <w:rPr>
          <w:rFonts w:ascii="Rockwell" w:hAnsi="Rockwell"/>
          <w:b/>
        </w:rPr>
      </w:pPr>
    </w:p>
    <w:p w14:paraId="488425A6" w14:textId="77777777" w:rsidR="004514B5" w:rsidRDefault="004514B5" w:rsidP="004514B5">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0A5241B" w14:textId="77777777" w:rsidR="004514B5" w:rsidRDefault="004514B5" w:rsidP="004D7213">
      <w:pPr>
        <w:pStyle w:val="Heading1"/>
      </w:pPr>
    </w:p>
    <w:p w14:paraId="441DDC34" w14:textId="47F4E656" w:rsidR="004D7213" w:rsidRPr="00984BB4" w:rsidRDefault="000444AE" w:rsidP="00984BB4">
      <w:pPr>
        <w:pStyle w:val="Heading2"/>
      </w:pPr>
      <w:r>
        <w:t>Drug-Impaired Driving</w:t>
      </w:r>
      <w:r w:rsidR="00D0208F" w:rsidRPr="00984BB4">
        <w:t xml:space="preserve"> Is Dangerous Driving</w:t>
      </w:r>
    </w:p>
    <w:p w14:paraId="48958843" w14:textId="21D32768" w:rsidR="00D332E6" w:rsidRPr="00984BB4" w:rsidRDefault="00984BB4" w:rsidP="00984BB4">
      <w:pPr>
        <w:pStyle w:val="Heading2"/>
      </w:pPr>
      <w:r>
        <w:t>Remember</w:t>
      </w:r>
      <w:r w:rsidRPr="00291937">
        <w:t xml:space="preserve">: </w:t>
      </w:r>
      <w:r w:rsidR="004E2EE8">
        <w:rPr>
          <w:i/>
        </w:rPr>
        <w:t>If You Feel Different</w:t>
      </w:r>
      <w:r w:rsidR="006C34A0">
        <w:rPr>
          <w:i/>
        </w:rPr>
        <w:t>,</w:t>
      </w:r>
      <w:r w:rsidR="004E2EE8">
        <w:rPr>
          <w:i/>
        </w:rPr>
        <w:t xml:space="preserve"> You Drive Different. </w:t>
      </w:r>
    </w:p>
    <w:p w14:paraId="2BC090A6" w14:textId="6E6EE7E9" w:rsidR="00423BA3" w:rsidRDefault="00423BA3" w:rsidP="004D7213">
      <w:r>
        <w:t>Every day, millions of drivers flood America’s streets</w:t>
      </w:r>
      <w:r w:rsidR="001B3248">
        <w:t>, driving to and from work, school, and social events. The importance drivers place on safe</w:t>
      </w:r>
      <w:r w:rsidR="005721A4">
        <w:t xml:space="preserve"> driving </w:t>
      </w:r>
      <w:r w:rsidR="001B3248">
        <w:t xml:space="preserve">cannot be understated. Refraining from drinking and driving and distracted driving, choosing to wear a seat belt, </w:t>
      </w:r>
      <w:r w:rsidR="001D5E04">
        <w:t xml:space="preserve">and </w:t>
      </w:r>
      <w:r w:rsidR="001B3248">
        <w:t xml:space="preserve">following the speed limit are all </w:t>
      </w:r>
      <w:r w:rsidR="001D5E04">
        <w:t xml:space="preserve">positive </w:t>
      </w:r>
      <w:r w:rsidR="001B3248">
        <w:t xml:space="preserve">behaviors that </w:t>
      </w:r>
      <w:r w:rsidR="001D5E04">
        <w:t xml:space="preserve">help </w:t>
      </w:r>
      <w:r w:rsidR="001B3248">
        <w:t>keep drivers, passengers, and other road users safe.</w:t>
      </w:r>
    </w:p>
    <w:p w14:paraId="140BBFF6" w14:textId="3C9B783B" w:rsidR="001B3248" w:rsidRDefault="00D24FB9" w:rsidP="004D7213">
      <w:r>
        <w:t xml:space="preserve">Unfortunately, </w:t>
      </w:r>
      <w:r w:rsidR="009C52A7">
        <w:t xml:space="preserve">many </w:t>
      </w:r>
      <w:r>
        <w:t xml:space="preserve">drivers </w:t>
      </w:r>
      <w:r w:rsidR="008611F0">
        <w:t xml:space="preserve">taking </w:t>
      </w:r>
      <w:r w:rsidR="00291937">
        <w:t>prescription</w:t>
      </w:r>
      <w:r w:rsidR="008611F0">
        <w:t>, over-the-counter</w:t>
      </w:r>
      <w:r w:rsidR="00291937">
        <w:t>,</w:t>
      </w:r>
      <w:r w:rsidR="008611F0">
        <w:t xml:space="preserve"> or illegal drugs do not consider </w:t>
      </w:r>
      <w:r w:rsidR="00291937">
        <w:t>the drug’s</w:t>
      </w:r>
      <w:r w:rsidR="008611F0">
        <w:t xml:space="preserve"> effect</w:t>
      </w:r>
      <w:r w:rsidR="00291937">
        <w:t xml:space="preserve"> on their driving skills. </w:t>
      </w:r>
      <w:r w:rsidR="001B3248">
        <w:t>The U.S. Department of Transportation’</w:t>
      </w:r>
      <w:r w:rsidR="002B5D40">
        <w:t>s National Highway Traffic Safety Administration (NHTSA) is clear that any form of impaired driving is illegal</w:t>
      </w:r>
      <w:r w:rsidR="0000112B">
        <w:t xml:space="preserve"> regardless </w:t>
      </w:r>
      <w:r w:rsidR="00291937">
        <w:t xml:space="preserve">of whether </w:t>
      </w:r>
      <w:r w:rsidR="0000112B">
        <w:t>the impairment is caused by drugs or alcohol.</w:t>
      </w:r>
      <w:r w:rsidR="002B5D40">
        <w:t xml:space="preserve"> </w:t>
      </w:r>
      <w:r w:rsidR="006B67D2" w:rsidRPr="006B67D2">
        <w:t xml:space="preserve">It doesn’t matter what term is used, if a person is high, stoned, wasted, or drunk he or she is impaired. Driving while impaired by any substance is illegal and </w:t>
      </w:r>
      <w:r w:rsidR="009E07A7">
        <w:t xml:space="preserve">can be </w:t>
      </w:r>
      <w:r w:rsidR="006B67D2" w:rsidRPr="006B67D2">
        <w:t>deadly to the driver and other road users. It’s that simple</w:t>
      </w:r>
      <w:r w:rsidR="006B67D2">
        <w:t xml:space="preserve">. </w:t>
      </w:r>
      <w:r w:rsidR="003844D3">
        <w:t xml:space="preserve">If you are driving </w:t>
      </w:r>
      <w:r w:rsidR="00984BB4">
        <w:t>under the influence of any drug, legal or illegal, you can be arrested for a DUI</w:t>
      </w:r>
      <w:r w:rsidR="00E23F92">
        <w:t xml:space="preserve">. </w:t>
      </w:r>
      <w:r w:rsidR="006B67D2" w:rsidRPr="00702716">
        <w:t xml:space="preserve">Help us spread </w:t>
      </w:r>
      <w:r w:rsidR="006B67D2">
        <w:t>this life-saving message</w:t>
      </w:r>
      <w:r w:rsidR="006B67D2" w:rsidRPr="00702716">
        <w:t xml:space="preserve"> </w:t>
      </w:r>
      <w:r w:rsidR="00A51599">
        <w:t xml:space="preserve">for drivers: </w:t>
      </w:r>
      <w:r w:rsidR="004E2EE8">
        <w:rPr>
          <w:i/>
        </w:rPr>
        <w:t>If You Feel Different</w:t>
      </w:r>
      <w:r w:rsidR="006C34A0">
        <w:rPr>
          <w:i/>
        </w:rPr>
        <w:t>,</w:t>
      </w:r>
      <w:r w:rsidR="004E2EE8">
        <w:rPr>
          <w:i/>
        </w:rPr>
        <w:t xml:space="preserve"> You Drive Different.</w:t>
      </w:r>
    </w:p>
    <w:p w14:paraId="2BC817E8" w14:textId="25EF1E51" w:rsidR="006B67D2" w:rsidRPr="00382E5A" w:rsidRDefault="00A80454" w:rsidP="006B67D2">
      <w:r w:rsidRPr="002512F4">
        <w:t xml:space="preserve">NHTSA’s </w:t>
      </w:r>
      <w:hyperlink r:id="rId8" w:history="1">
        <w:r w:rsidRPr="002512F4">
          <w:rPr>
            <w:rStyle w:val="Hyperlink"/>
          </w:rPr>
          <w:t>2013/14 National Roadside Survey of Alcohol and Drug Use by Drivers</w:t>
        </w:r>
      </w:hyperlink>
      <w:r w:rsidRPr="002512F4">
        <w:t xml:space="preserve"> found that nearly one in four weekend drivers tested positive for at least one drug that could affect</w:t>
      </w:r>
      <w:r w:rsidR="0000112B">
        <w:t xml:space="preserve"> driving skills</w:t>
      </w:r>
      <w:r>
        <w:t xml:space="preserve">. </w:t>
      </w:r>
      <w:r w:rsidR="006B67D2" w:rsidRPr="00702716">
        <w:t xml:space="preserve">If you think driving while high won’t affect you, you are wrong: It has been proven that Tetrahydrocannabinol (THC)—the chemical responsible for most of marijuana’s psychological effects—slows reaction times, impairs cognitive performance, and makes it more difficult for drivers to keep a steady position in their lane. </w:t>
      </w:r>
    </w:p>
    <w:p w14:paraId="7AA620E3" w14:textId="77777777" w:rsidR="006B67D2" w:rsidRPr="003915BF" w:rsidRDefault="006B67D2" w:rsidP="006B67D2">
      <w:pPr>
        <w:pStyle w:val="NoSpacing"/>
        <w:rPr>
          <w:b/>
        </w:rPr>
      </w:pPr>
      <w:r w:rsidRPr="003915BF">
        <w:rPr>
          <w:b/>
        </w:rPr>
        <w:lastRenderedPageBreak/>
        <w:t xml:space="preserve">Medical Repercussions </w:t>
      </w:r>
    </w:p>
    <w:p w14:paraId="5248A065" w14:textId="336032CC" w:rsidR="006B67D2" w:rsidRDefault="006B67D2" w:rsidP="00291937">
      <w:r>
        <w:t xml:space="preserve">New medication or increased dosages can affect people differently. </w:t>
      </w:r>
      <w:r w:rsidR="003F77AE">
        <w:t>If you are taking</w:t>
      </w:r>
      <w:r w:rsidR="003F77AE" w:rsidRPr="001F336D">
        <w:t xml:space="preserve"> a new</w:t>
      </w:r>
      <w:r w:rsidR="003F77AE">
        <w:t xml:space="preserve"> prescription drug or a higher dose of a current prescription drug, do not d</w:t>
      </w:r>
      <w:r w:rsidR="003F77AE" w:rsidRPr="001F336D">
        <w:t xml:space="preserve">rive until you </w:t>
      </w:r>
      <w:r w:rsidR="003F77AE">
        <w:t>know</w:t>
      </w:r>
      <w:r w:rsidR="003F77AE" w:rsidRPr="001F336D">
        <w:t xml:space="preserve"> </w:t>
      </w:r>
      <w:r w:rsidR="003F77AE">
        <w:t xml:space="preserve">what </w:t>
      </w:r>
      <w:r w:rsidR="003F77AE" w:rsidRPr="001F336D">
        <w:t xml:space="preserve">effect </w:t>
      </w:r>
      <w:r w:rsidR="003F77AE">
        <w:t xml:space="preserve">it has </w:t>
      </w:r>
      <w:r w:rsidR="003F77AE" w:rsidRPr="001F336D">
        <w:t>on your judgement, coordination, and reaction time.</w:t>
      </w:r>
      <w:r w:rsidR="003F77AE">
        <w:t xml:space="preserve"> Any effect could impair your driving ability.</w:t>
      </w:r>
      <w:r>
        <w:t xml:space="preserve"> Even if a doctor writes a new prescription or increases a current dosage, be sure to discuss with the doctor </w:t>
      </w:r>
      <w:r w:rsidR="003F77AE">
        <w:t xml:space="preserve">how the drug might affect your driving abilities and </w:t>
      </w:r>
      <w:r>
        <w:t xml:space="preserve">whether it is safe to drive while taking the medication. You can also ask the pharmacist when you pick up your </w:t>
      </w:r>
      <w:r w:rsidR="00505132">
        <w:t>prescription</w:t>
      </w:r>
      <w:r>
        <w:t>. Always report all medications to the doctor (prescription, over-the-counter, and illegal) so the doctor may accurately provide counsel on whether it is safe to drive while taking the medication.</w:t>
      </w:r>
      <w:r w:rsidRPr="003915BF">
        <w:t xml:space="preserve"> </w:t>
      </w:r>
      <w:r>
        <w:t xml:space="preserve">Certain medications may not impair </w:t>
      </w:r>
      <w:r w:rsidR="00505132">
        <w:t xml:space="preserve">you </w:t>
      </w:r>
      <w:r>
        <w:t xml:space="preserve">on their own, but if taken with a second medication or with alcohol, </w:t>
      </w:r>
      <w:r w:rsidR="00505132">
        <w:t xml:space="preserve">they </w:t>
      </w:r>
      <w:r>
        <w:t>may cause impairment. Even s</w:t>
      </w:r>
      <w:r w:rsidRPr="003915BF">
        <w:t xml:space="preserve">omething as simple as cold medication or an over-the-counter sleep aid </w:t>
      </w:r>
      <w:r w:rsidR="003F77AE">
        <w:t xml:space="preserve">can </w:t>
      </w:r>
      <w:r w:rsidRPr="003915BF">
        <w:t>impair driving. If it does, you will be arrested for a DUI.</w:t>
      </w:r>
      <w:r>
        <w:t xml:space="preserve"> Remember, any form </w:t>
      </w:r>
      <w:r w:rsidR="00A51599">
        <w:t xml:space="preserve">of impaired driving is illegal </w:t>
      </w:r>
      <w:r w:rsidR="004E2EE8">
        <w:rPr>
          <w:i/>
        </w:rPr>
        <w:t>If You Feel Different</w:t>
      </w:r>
      <w:r w:rsidR="006C34A0">
        <w:rPr>
          <w:i/>
        </w:rPr>
        <w:t>,</w:t>
      </w:r>
      <w:r w:rsidR="004E2EE8">
        <w:rPr>
          <w:i/>
        </w:rPr>
        <w:t xml:space="preserve"> You Drive Different.</w:t>
      </w:r>
      <w:r>
        <w:t xml:space="preserve"> </w:t>
      </w:r>
    </w:p>
    <w:p w14:paraId="0FBE032B" w14:textId="34BAC9F4" w:rsidR="006B67D2" w:rsidRPr="006B67D2" w:rsidRDefault="006B67D2" w:rsidP="006B67D2">
      <w:pPr>
        <w:pStyle w:val="NoSpacing"/>
        <w:rPr>
          <w:b/>
        </w:rPr>
      </w:pPr>
      <w:r w:rsidRPr="00EC2310">
        <w:rPr>
          <w:b/>
        </w:rPr>
        <w:t>Financial Impacts</w:t>
      </w:r>
    </w:p>
    <w:p w14:paraId="078C37AE" w14:textId="7CBAA332" w:rsidR="006B67D2" w:rsidRDefault="006B67D2" w:rsidP="006B67D2">
      <w:r>
        <w:t>Violating State DUI laws includes driving under the influence of any impairing substance, including prescription drugs, over-the-counter drugs, illegal drugs</w:t>
      </w:r>
      <w:r w:rsidR="00A51599">
        <w:t>,</w:t>
      </w:r>
      <w:r>
        <w:t xml:space="preserve"> and alcohol. </w:t>
      </w:r>
      <w:r w:rsidRPr="00A27389">
        <w:t>Remember, any impairment, including drugs, is illegal if you are operating a vehicle. On average, a DUI can set you back $10,000 in attorney fees, fines, court costs, lost time at work, higher insurance rates, car towing and repairs, and more.</w:t>
      </w:r>
      <w:r>
        <w:t xml:space="preserve"> </w:t>
      </w:r>
      <w:r w:rsidRPr="00DE4CE7">
        <w:t>The financial impact from impaired</w:t>
      </w:r>
      <w:r w:rsidR="00FC44C8">
        <w:t>-</w:t>
      </w:r>
      <w:r w:rsidRPr="00DE4CE7">
        <w:t xml:space="preserve">driving crashes </w:t>
      </w:r>
      <w:r>
        <w:t>is</w:t>
      </w:r>
      <w:r w:rsidRPr="00DE4CE7">
        <w:t xml:space="preserve"> devastating. </w:t>
      </w:r>
      <w:r w:rsidRPr="001F336D">
        <w:t xml:space="preserve">If you are driving while impaired by drugs or alcohol, you could be arrested for a DUI. </w:t>
      </w:r>
      <w:r w:rsidR="00375C38">
        <w:t>Give your keys to a sober friend</w:t>
      </w:r>
      <w:r w:rsidR="00A51599">
        <w:t xml:space="preserve"> and ask them to help you get home safely</w:t>
      </w:r>
      <w:r w:rsidR="00A51599" w:rsidRPr="001F336D">
        <w:t>.</w:t>
      </w:r>
      <w:r w:rsidR="00A51599">
        <w:t xml:space="preserve"> Do not drive.</w:t>
      </w:r>
    </w:p>
    <w:p w14:paraId="45ED5AF0" w14:textId="3C6AF850" w:rsidR="00423BA3" w:rsidRPr="006B67D2" w:rsidRDefault="00423BA3" w:rsidP="00423BA3">
      <w:pPr>
        <w:pStyle w:val="NoSpacing"/>
        <w:rPr>
          <w:b/>
        </w:rPr>
      </w:pPr>
      <w:r w:rsidRPr="00EC2310">
        <w:rPr>
          <w:b/>
        </w:rPr>
        <w:t>Play It Safe</w:t>
      </w:r>
    </w:p>
    <w:p w14:paraId="3DC67371" w14:textId="77777777" w:rsidR="00423BA3" w:rsidRPr="00AC2643" w:rsidRDefault="00423BA3" w:rsidP="00A51599">
      <w:r>
        <w:t xml:space="preserve">Remember these safety tips as you drive, and spread the message to your friends and family members: </w:t>
      </w:r>
    </w:p>
    <w:p w14:paraId="7BB6877A" w14:textId="77777777" w:rsidR="006B67D2" w:rsidRDefault="006B67D2" w:rsidP="006B67D2">
      <w:pPr>
        <w:pStyle w:val="ListParagraph"/>
        <w:numPr>
          <w:ilvl w:val="0"/>
          <w:numId w:val="2"/>
        </w:numPr>
      </w:pPr>
      <w:r w:rsidRPr="001F336D">
        <w:t>If a driver has ingested an impairing substance, such as prescription drugs, sleep medication, marijuana, or any form of illegal drug, he or she should not drive. Passengers should never ride with an impaired driver. If you think a driver may be impaired, do not get in the car with them.</w:t>
      </w:r>
    </w:p>
    <w:p w14:paraId="3A13358F" w14:textId="0C897AE7" w:rsidR="00291937" w:rsidRDefault="00291937" w:rsidP="00291937">
      <w:pPr>
        <w:pStyle w:val="ListParagraph"/>
        <w:numPr>
          <w:ilvl w:val="0"/>
          <w:numId w:val="2"/>
        </w:numPr>
      </w:pPr>
      <w:r w:rsidRPr="001F336D">
        <w:t xml:space="preserve">If you are </w:t>
      </w:r>
      <w:r>
        <w:t>drug-</w:t>
      </w:r>
      <w:r w:rsidRPr="001F336D">
        <w:t xml:space="preserve">impaired, pass </w:t>
      </w:r>
      <w:r w:rsidR="009E07A7">
        <w:t>your</w:t>
      </w:r>
      <w:r w:rsidRPr="001F336D">
        <w:t xml:space="preserve"> key</w:t>
      </w:r>
      <w:r w:rsidR="00375C38">
        <w:t>s</w:t>
      </w:r>
      <w:r w:rsidRPr="001F336D">
        <w:t xml:space="preserve"> to a sober driver who can safely drive you to your final destination. Like drunk driving, it is essential that </w:t>
      </w:r>
      <w:r>
        <w:t>drug-</w:t>
      </w:r>
      <w:r w:rsidRPr="001F336D">
        <w:t>impaired drivers refrain from driving a vehicle. It is never okay to drive while impaired</w:t>
      </w:r>
      <w:r>
        <w:t xml:space="preserve"> by any substance</w:t>
      </w:r>
      <w:r w:rsidRPr="001F336D">
        <w:t>.</w:t>
      </w:r>
      <w:r w:rsidR="00FC44C8">
        <w:t xml:space="preserve"> </w:t>
      </w:r>
      <w:r w:rsidR="00FC44C8">
        <w:rPr>
          <w:i/>
        </w:rPr>
        <w:t>If You Feel Different</w:t>
      </w:r>
      <w:r w:rsidR="006C34A0">
        <w:rPr>
          <w:i/>
        </w:rPr>
        <w:t>,</w:t>
      </w:r>
      <w:r w:rsidR="00FC44C8">
        <w:rPr>
          <w:i/>
        </w:rPr>
        <w:t xml:space="preserve"> You Drive Different.</w:t>
      </w:r>
    </w:p>
    <w:p w14:paraId="38D55A15" w14:textId="77777777" w:rsidR="006B67D2" w:rsidRDefault="006B67D2" w:rsidP="006B67D2">
      <w:pPr>
        <w:pStyle w:val="ListParagraph"/>
        <w:numPr>
          <w:ilvl w:val="0"/>
          <w:numId w:val="2"/>
        </w:numPr>
      </w:pPr>
      <w:r>
        <w:lastRenderedPageBreak/>
        <w:t>Have a friend who is about to drive while impaired by drugs? Take the keys away and arrange to get them home safely. Don’t worry about offending someone—they’ll thank you later.</w:t>
      </w:r>
    </w:p>
    <w:p w14:paraId="6BEDB0CB" w14:textId="27DA451C" w:rsidR="006B67D2" w:rsidRDefault="006B67D2" w:rsidP="006B67D2">
      <w:pPr>
        <w:pStyle w:val="ListParagraph"/>
        <w:numPr>
          <w:ilvl w:val="0"/>
          <w:numId w:val="2"/>
        </w:numPr>
      </w:pPr>
      <w:r>
        <w:t>Download NHTSA’s SaferRide mobile app, available on Google Play for Android devices: (</w:t>
      </w:r>
      <w:hyperlink r:id="rId9" w:history="1">
        <w:r w:rsidRPr="00FC44C8">
          <w:rPr>
            <w:rStyle w:val="Hyperlink"/>
          </w:rPr>
          <w:t>https://play.google.com/store/apps/details?id=com.nhtsa.SaferRide&amp;hl=en</w:t>
        </w:r>
      </w:hyperlink>
      <w:r>
        <w:t>), and Apple’s iTunes Store for iOS devices: (</w:t>
      </w:r>
      <w:hyperlink r:id="rId10" w:history="1">
        <w:r w:rsidRPr="00FC44C8">
          <w:rPr>
            <w:rStyle w:val="Hyperlink"/>
          </w:rPr>
          <w:t>https://itunes.apple.com/us/app/saferride/id950774008?mt=8</w:t>
        </w:r>
      </w:hyperlink>
      <w:r>
        <w:t>). SaferRide allows users to call a taxi or a predetermined friend, and identifies the user’s location so he or she can be picked up.</w:t>
      </w:r>
    </w:p>
    <w:p w14:paraId="18A43B6F" w14:textId="77777777" w:rsidR="006B67D2" w:rsidRDefault="006B67D2" w:rsidP="006B67D2">
      <w:pPr>
        <w:pStyle w:val="ListParagraph"/>
        <w:numPr>
          <w:ilvl w:val="0"/>
          <w:numId w:val="2"/>
        </w:numPr>
      </w:pPr>
      <w:r>
        <w:t xml:space="preserve">Use your community’s sober ride program </w:t>
      </w:r>
      <w:r w:rsidRPr="007F7B66">
        <w:rPr>
          <w:b/>
        </w:rPr>
        <w:t>[Insert your local sober ride program specifics here]</w:t>
      </w:r>
      <w:r>
        <w:t>.</w:t>
      </w:r>
    </w:p>
    <w:p w14:paraId="6F88C326" w14:textId="77777777" w:rsidR="006B67D2" w:rsidRDefault="006B67D2" w:rsidP="006B67D2">
      <w:pPr>
        <w:pStyle w:val="ListParagraph"/>
        <w:numPr>
          <w:ilvl w:val="0"/>
          <w:numId w:val="2"/>
        </w:numPr>
      </w:pPr>
      <w:r>
        <w:t xml:space="preserve">If you see an impaired driver on the road, contact </w:t>
      </w:r>
      <w:r w:rsidRPr="007C6B3B">
        <w:rPr>
          <w:b/>
        </w:rPr>
        <w:t>[Local Law Enforcement]</w:t>
      </w:r>
      <w:r>
        <w:t>.</w:t>
      </w:r>
    </w:p>
    <w:p w14:paraId="44D0E20B" w14:textId="77777777" w:rsidR="00423BA3" w:rsidRDefault="00423BA3" w:rsidP="00423BA3">
      <w:pPr>
        <w:pStyle w:val="NoSpacing"/>
      </w:pPr>
      <w:r w:rsidRPr="00AC2643">
        <w:t xml:space="preserve">For more information, visit </w:t>
      </w:r>
      <w:hyperlink r:id="rId11" w:history="1">
        <w:r w:rsidRPr="00274C99">
          <w:rPr>
            <w:rStyle w:val="Hyperlink"/>
          </w:rPr>
          <w:t>www.trafficsafetymarketing.gov</w:t>
        </w:r>
      </w:hyperlink>
      <w:r w:rsidRPr="00AC2643">
        <w:t xml:space="preserve">. </w:t>
      </w:r>
    </w:p>
    <w:p w14:paraId="1F8BA3AC" w14:textId="320485F0" w:rsidR="004944B0" w:rsidRPr="0096182E" w:rsidRDefault="00E4305D" w:rsidP="0096182E">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6F268AC8" wp14:editId="34A09B1F">
                <wp:simplePos x="0" y="0"/>
                <wp:positionH relativeFrom="column">
                  <wp:posOffset>5670550</wp:posOffset>
                </wp:positionH>
                <wp:positionV relativeFrom="paragraph">
                  <wp:posOffset>5636260</wp:posOffset>
                </wp:positionV>
                <wp:extent cx="914400" cy="190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914400" cy="190500"/>
                        </a:xfrm>
                        <a:prstGeom prst="rect">
                          <a:avLst/>
                        </a:prstGeom>
                        <a:solidFill>
                          <a:schemeClr val="lt1"/>
                        </a:solidFill>
                        <a:ln w="6350">
                          <a:noFill/>
                        </a:ln>
                      </wps:spPr>
                      <wps:txbx>
                        <w:txbxContent>
                          <w:p w14:paraId="34A71876" w14:textId="5180B023" w:rsidR="00E4305D" w:rsidRDefault="00E4305D" w:rsidP="00E4305D">
                            <w:pPr>
                              <w:rPr>
                                <w:sz w:val="12"/>
                                <w:szCs w:val="12"/>
                              </w:rPr>
                            </w:pPr>
                            <w:r>
                              <w:rPr>
                                <w:sz w:val="12"/>
                                <w:szCs w:val="12"/>
                              </w:rPr>
                              <w:t>13191c-080918-v</w:t>
                            </w:r>
                            <w:r w:rsidR="00216CEE">
                              <w:rPr>
                                <w:sz w:val="12"/>
                                <w:szCs w:val="1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268AC8" id="_x0000_t202" coordsize="21600,21600" o:spt="202" path="m,l,21600r21600,l21600,xe">
                <v:stroke joinstyle="miter"/>
                <v:path gradientshapeok="t" o:connecttype="rect"/>
              </v:shapetype>
              <v:shape id="Text Box 2" o:spid="_x0000_s1026" type="#_x0000_t202" style="position:absolute;margin-left:446.5pt;margin-top:443.8pt;width:1in;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" fillcolor="white [3201]" stroked="f" strokeweight=".5pt">
                <v:textbox>
                  <w:txbxContent>
                    <w:p w14:paraId="34A71876" w14:textId="5180B023" w:rsidR="00E4305D" w:rsidRDefault="00E4305D" w:rsidP="00E4305D">
                      <w:pPr>
                        <w:rPr>
                          <w:sz w:val="12"/>
                          <w:szCs w:val="12"/>
                        </w:rPr>
                      </w:pPr>
                      <w:r>
                        <w:rPr>
                          <w:sz w:val="12"/>
                          <w:szCs w:val="12"/>
                        </w:rPr>
                        <w:t>13191c-080918-v</w:t>
                      </w:r>
                      <w:r w:rsidR="00216CEE">
                        <w:rPr>
                          <w:sz w:val="12"/>
                          <w:szCs w:val="12"/>
                        </w:rPr>
                        <w:t>2</w:t>
                      </w:r>
                    </w:p>
                  </w:txbxContent>
                </v:textbox>
              </v:shape>
            </w:pict>
          </mc:Fallback>
        </mc:AlternateContent>
      </w:r>
    </w:p>
    <w:sectPr w:rsidR="004944B0" w:rsidRPr="0096182E" w:rsidSect="00B9273B">
      <w:headerReference w:type="even" r:id="rId12"/>
      <w:headerReference w:type="default" r:id="rId13"/>
      <w:footerReference w:type="even" r:id="rId14"/>
      <w:footerReference w:type="default" r:id="rId15"/>
      <w:headerReference w:type="first" r:id="rId16"/>
      <w:footerReference w:type="first" r:id="rId17"/>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4FC0B" w14:textId="77777777" w:rsidR="00ED64EA" w:rsidRDefault="00ED64EA" w:rsidP="00901CE9">
      <w:pPr>
        <w:spacing w:after="0" w:line="240" w:lineRule="auto"/>
      </w:pPr>
      <w:r>
        <w:separator/>
      </w:r>
    </w:p>
  </w:endnote>
  <w:endnote w:type="continuationSeparator" w:id="0">
    <w:p w14:paraId="184B6924" w14:textId="77777777" w:rsidR="00ED64EA" w:rsidRDefault="00ED64EA"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4FE1A" w14:textId="77777777" w:rsidR="0004382C" w:rsidRDefault="00043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720C2" w14:textId="4AD6995D" w:rsidR="00901CE9" w:rsidRPr="00901CE9" w:rsidRDefault="0004382C" w:rsidP="007F0F99">
    <w:pPr>
      <w:pStyle w:val="Footer"/>
      <w:jc w:val="center"/>
      <w:rPr>
        <w:sz w:val="14"/>
        <w:szCs w:val="14"/>
      </w:rPr>
    </w:pPr>
    <w:r>
      <w:rPr>
        <w:noProof/>
        <w:sz w:val="14"/>
        <w:szCs w:val="14"/>
      </w:rPr>
      <mc:AlternateContent>
        <mc:Choice Requires="wps">
          <w:drawing>
            <wp:anchor distT="0" distB="0" distL="114300" distR="114300" simplePos="0" relativeHeight="251659776" behindDoc="0" locked="0" layoutInCell="1" allowOverlap="1" wp14:anchorId="25C66E83" wp14:editId="488A5661">
              <wp:simplePos x="0" y="0"/>
              <wp:positionH relativeFrom="column">
                <wp:posOffset>5405120</wp:posOffset>
              </wp:positionH>
              <wp:positionV relativeFrom="paragraph">
                <wp:posOffset>67945</wp:posOffset>
              </wp:positionV>
              <wp:extent cx="1107440" cy="142240"/>
              <wp:effectExtent l="4445" t="254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DD4A9" w14:textId="688C498C" w:rsidR="0004382C" w:rsidRDefault="0004382C" w:rsidP="0004382C">
                          <w:pPr>
                            <w:pStyle w:val="5ControlCode"/>
                          </w:pPr>
                          <w:r>
                            <w:t>13191c-080918-v1a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6E83" id="_x0000_t202" coordsize="21600,21600" o:spt="202" path="m,l,21600r21600,l21600,xe">
              <v:stroke joinstyle="miter"/>
              <v:path gradientshapeok="t" o:connecttype="rect"/>
            </v:shapetype>
            <v:shape id="Text Box 1" o:spid="_x0000_s1027" type="#_x0000_t202" style="position:absolute;left:0;text-align:left;margin-left:425.6pt;margin-top:5.35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" filled="f" stroked="f">
              <v:textbox inset="0,0,0,0">
                <w:txbxContent>
                  <w:p w14:paraId="671DD4A9" w14:textId="688C498C" w:rsidR="0004382C" w:rsidRDefault="0004382C" w:rsidP="0004382C">
                    <w:pPr>
                      <w:pStyle w:val="5ControlCode"/>
                    </w:pPr>
                    <w:r>
                      <w:t>13191c-080918-v1a</w:t>
                    </w:r>
                  </w:p>
                </w:txbxContent>
              </v:textbox>
            </v:shape>
          </w:pict>
        </mc:Fallback>
      </mc:AlternateContent>
    </w:r>
    <w:r w:rsidR="00CA1A42">
      <w:rPr>
        <w:noProof/>
        <w:sz w:val="14"/>
        <w:szCs w:val="14"/>
      </w:rPr>
      <mc:AlternateContent>
        <mc:Choice Requires="wps">
          <w:drawing>
            <wp:anchor distT="0" distB="0" distL="114300" distR="114300" simplePos="0" relativeHeight="251657728" behindDoc="0" locked="0" layoutInCell="1" allowOverlap="1" wp14:anchorId="6C8CCCE4" wp14:editId="709D2802">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57492"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CCCE4" id="_x0000_s1028"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77rQIAALA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" filled="f" stroked="f">
              <v:textbox inset="0,0,0,0">
                <w:txbxContent>
                  <w:p w14:paraId="6D357492" w14:textId="77777777" w:rsidR="007F0F99" w:rsidRDefault="007F0F99" w:rsidP="00FF53E2">
                    <w:pPr>
                      <w:pStyle w:val="5ControlCode"/>
                    </w:pPr>
                    <w:r>
                      <w:t>Job#-date</w:t>
                    </w:r>
                    <w:r w:rsidR="00FF4E5A">
                      <w:t>-</w:t>
                    </w:r>
                    <w:r>
                      <w:t>version</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A0F1" w14:textId="77777777" w:rsidR="0004382C" w:rsidRDefault="00043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1D4F9" w14:textId="77777777" w:rsidR="00ED64EA" w:rsidRDefault="00ED64EA" w:rsidP="00901CE9">
      <w:pPr>
        <w:spacing w:after="0" w:line="240" w:lineRule="auto"/>
      </w:pPr>
      <w:r>
        <w:separator/>
      </w:r>
    </w:p>
  </w:footnote>
  <w:footnote w:type="continuationSeparator" w:id="0">
    <w:p w14:paraId="696C19E5" w14:textId="77777777" w:rsidR="00ED64EA" w:rsidRDefault="00ED64EA"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51B97" w14:textId="77777777" w:rsidR="0004382C" w:rsidRDefault="00043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4E242" w14:textId="2BB147D5" w:rsidR="00B9273B" w:rsidRDefault="003832C6" w:rsidP="00205F4F">
    <w:pPr>
      <w:pStyle w:val="Header"/>
      <w:tabs>
        <w:tab w:val="clear" w:pos="4680"/>
      </w:tabs>
      <w:jc w:val="center"/>
      <w:rPr>
        <w:b/>
        <w:noProof/>
        <w:position w:val="6"/>
        <w:sz w:val="36"/>
        <w:szCs w:val="36"/>
      </w:rPr>
    </w:pPr>
    <w:r>
      <w:rPr>
        <w:noProof/>
      </w:rPr>
      <w:drawing>
        <wp:inline distT="0" distB="0" distL="0" distR="0" wp14:anchorId="4B1D9311" wp14:editId="489FC11A">
          <wp:extent cx="2524125" cy="878840"/>
          <wp:effectExtent l="0" t="0" r="9525" b="0"/>
          <wp:docPr id="4" name="Picture 4" descr="If you feel different you drive different."/>
          <wp:cNvGraphicFramePr/>
          <a:graphic xmlns:a="http://schemas.openxmlformats.org/drawingml/2006/main">
            <a:graphicData uri="http://schemas.openxmlformats.org/drawingml/2006/picture">
              <pic:pic xmlns:pic="http://schemas.openxmlformats.org/drawingml/2006/picture">
                <pic:nvPicPr>
                  <pic:cNvPr id="4" name="Picture 4" descr="If you feel different you drive differ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4125" cy="878840"/>
                  </a:xfrm>
                  <a:prstGeom prst="rect">
                    <a:avLst/>
                  </a:prstGeom>
                </pic:spPr>
              </pic:pic>
            </a:graphicData>
          </a:graphic>
        </wp:inline>
      </w:drawing>
    </w:r>
  </w:p>
  <w:p w14:paraId="02D8D7F8" w14:textId="77777777" w:rsidR="00AA106A" w:rsidRDefault="00AA106A" w:rsidP="00205F4F">
    <w:pPr>
      <w:pStyle w:val="Header"/>
      <w:tabs>
        <w:tab w:val="clear" w:pos="4680"/>
      </w:tabs>
      <w:jc w:val="center"/>
      <w:rPr>
        <w:b/>
        <w:noProof/>
        <w:position w:val="6"/>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2E242" w14:textId="77777777" w:rsidR="0004382C" w:rsidRDefault="00043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D3D88"/>
    <w:multiLevelType w:val="hybridMultilevel"/>
    <w:tmpl w:val="BA1A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376644"/>
    <w:multiLevelType w:val="hybridMultilevel"/>
    <w:tmpl w:val="0F56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112B"/>
    <w:rsid w:val="000148DB"/>
    <w:rsid w:val="0004382C"/>
    <w:rsid w:val="000444AE"/>
    <w:rsid w:val="000663F2"/>
    <w:rsid w:val="0011644F"/>
    <w:rsid w:val="00161F42"/>
    <w:rsid w:val="00194D61"/>
    <w:rsid w:val="001957BA"/>
    <w:rsid w:val="001B3248"/>
    <w:rsid w:val="001D5E04"/>
    <w:rsid w:val="001E692F"/>
    <w:rsid w:val="00205F4F"/>
    <w:rsid w:val="0021528E"/>
    <w:rsid w:val="00216CEE"/>
    <w:rsid w:val="00216F38"/>
    <w:rsid w:val="00291937"/>
    <w:rsid w:val="00295062"/>
    <w:rsid w:val="002A6AAF"/>
    <w:rsid w:val="002B4917"/>
    <w:rsid w:val="002B5D40"/>
    <w:rsid w:val="002B66C6"/>
    <w:rsid w:val="002C5FF8"/>
    <w:rsid w:val="002F23E2"/>
    <w:rsid w:val="00302EF5"/>
    <w:rsid w:val="00333DB5"/>
    <w:rsid w:val="00343E03"/>
    <w:rsid w:val="00352A56"/>
    <w:rsid w:val="00375C38"/>
    <w:rsid w:val="003832C6"/>
    <w:rsid w:val="003844D3"/>
    <w:rsid w:val="003D2D80"/>
    <w:rsid w:val="003F77AE"/>
    <w:rsid w:val="00423BA3"/>
    <w:rsid w:val="00423D59"/>
    <w:rsid w:val="0044490E"/>
    <w:rsid w:val="004514B5"/>
    <w:rsid w:val="004944B0"/>
    <w:rsid w:val="004A705D"/>
    <w:rsid w:val="004D21EE"/>
    <w:rsid w:val="004D7213"/>
    <w:rsid w:val="004D77A2"/>
    <w:rsid w:val="004E2EE8"/>
    <w:rsid w:val="004F7615"/>
    <w:rsid w:val="00505132"/>
    <w:rsid w:val="00512BFB"/>
    <w:rsid w:val="00515528"/>
    <w:rsid w:val="005430D9"/>
    <w:rsid w:val="00550936"/>
    <w:rsid w:val="00565486"/>
    <w:rsid w:val="005721A4"/>
    <w:rsid w:val="005C5EBA"/>
    <w:rsid w:val="005E42DD"/>
    <w:rsid w:val="00603243"/>
    <w:rsid w:val="00604280"/>
    <w:rsid w:val="00625A39"/>
    <w:rsid w:val="0067003C"/>
    <w:rsid w:val="00672251"/>
    <w:rsid w:val="00673C85"/>
    <w:rsid w:val="00697610"/>
    <w:rsid w:val="006B67D2"/>
    <w:rsid w:val="006C34A0"/>
    <w:rsid w:val="006C394F"/>
    <w:rsid w:val="00716DEB"/>
    <w:rsid w:val="00736212"/>
    <w:rsid w:val="00743CA9"/>
    <w:rsid w:val="0077096D"/>
    <w:rsid w:val="007D5238"/>
    <w:rsid w:val="007F0F99"/>
    <w:rsid w:val="007F7B66"/>
    <w:rsid w:val="00802910"/>
    <w:rsid w:val="00824066"/>
    <w:rsid w:val="008459C9"/>
    <w:rsid w:val="008611F0"/>
    <w:rsid w:val="00875D42"/>
    <w:rsid w:val="008B6819"/>
    <w:rsid w:val="008B6C4C"/>
    <w:rsid w:val="008C149B"/>
    <w:rsid w:val="00901CE9"/>
    <w:rsid w:val="00905462"/>
    <w:rsid w:val="00935B2E"/>
    <w:rsid w:val="0096182E"/>
    <w:rsid w:val="009630BE"/>
    <w:rsid w:val="00984BB4"/>
    <w:rsid w:val="009A5F02"/>
    <w:rsid w:val="009C0118"/>
    <w:rsid w:val="009C52A7"/>
    <w:rsid w:val="009E07A7"/>
    <w:rsid w:val="009E3F3A"/>
    <w:rsid w:val="009F3460"/>
    <w:rsid w:val="00A209DF"/>
    <w:rsid w:val="00A21444"/>
    <w:rsid w:val="00A345FE"/>
    <w:rsid w:val="00A51599"/>
    <w:rsid w:val="00A519A9"/>
    <w:rsid w:val="00A77193"/>
    <w:rsid w:val="00A80454"/>
    <w:rsid w:val="00A80AFB"/>
    <w:rsid w:val="00A938EE"/>
    <w:rsid w:val="00AA106A"/>
    <w:rsid w:val="00AA71CD"/>
    <w:rsid w:val="00AB2569"/>
    <w:rsid w:val="00AD3AFD"/>
    <w:rsid w:val="00B331E3"/>
    <w:rsid w:val="00B63986"/>
    <w:rsid w:val="00B9273B"/>
    <w:rsid w:val="00BB1112"/>
    <w:rsid w:val="00BF0673"/>
    <w:rsid w:val="00C55758"/>
    <w:rsid w:val="00C61037"/>
    <w:rsid w:val="00C64E8A"/>
    <w:rsid w:val="00CA1A42"/>
    <w:rsid w:val="00CC5909"/>
    <w:rsid w:val="00CE7F96"/>
    <w:rsid w:val="00CF0192"/>
    <w:rsid w:val="00CF344C"/>
    <w:rsid w:val="00D0208F"/>
    <w:rsid w:val="00D11077"/>
    <w:rsid w:val="00D24FB9"/>
    <w:rsid w:val="00D332E6"/>
    <w:rsid w:val="00D3792F"/>
    <w:rsid w:val="00D55119"/>
    <w:rsid w:val="00D92FE1"/>
    <w:rsid w:val="00DE2078"/>
    <w:rsid w:val="00DE4EF2"/>
    <w:rsid w:val="00E14CE6"/>
    <w:rsid w:val="00E23F92"/>
    <w:rsid w:val="00E31AC0"/>
    <w:rsid w:val="00E4305D"/>
    <w:rsid w:val="00E462F2"/>
    <w:rsid w:val="00E52FB4"/>
    <w:rsid w:val="00E53BEF"/>
    <w:rsid w:val="00E61E96"/>
    <w:rsid w:val="00E650F0"/>
    <w:rsid w:val="00EA3624"/>
    <w:rsid w:val="00EA6037"/>
    <w:rsid w:val="00ED0A09"/>
    <w:rsid w:val="00ED64EA"/>
    <w:rsid w:val="00F01171"/>
    <w:rsid w:val="00F21C7C"/>
    <w:rsid w:val="00F41EC0"/>
    <w:rsid w:val="00F60A98"/>
    <w:rsid w:val="00F903AF"/>
    <w:rsid w:val="00FB2798"/>
    <w:rsid w:val="00FC44C8"/>
    <w:rsid w:val="00FE7B1C"/>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A3FD9"/>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984BB4"/>
    <w:pPr>
      <w:spacing w:after="240"/>
      <w:outlineLvl w:val="1"/>
    </w:pPr>
    <w:rPr>
      <w:bCs w:val="0"/>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984BB4"/>
    <w:rPr>
      <w:rFonts w:ascii="Rockwell" w:eastAsia="Times New Roman" w:hAnsi="Rockwell"/>
      <w:b/>
      <w:noProof/>
      <w:color w:val="000000"/>
      <w:sz w:val="28"/>
      <w:szCs w:val="28"/>
    </w:rPr>
  </w:style>
  <w:style w:type="character" w:styleId="Hyperlink">
    <w:name w:val="Hyperlink"/>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NoSpacing">
    <w:name w:val="No Spacing"/>
    <w:uiPriority w:val="1"/>
    <w:rsid w:val="004514B5"/>
    <w:rPr>
      <w:rFonts w:ascii="Trebuchet MS" w:hAnsi="Trebuchet MS"/>
      <w:sz w:val="22"/>
      <w:szCs w:val="22"/>
    </w:rPr>
  </w:style>
  <w:style w:type="character" w:styleId="CommentReference">
    <w:name w:val="annotation reference"/>
    <w:basedOn w:val="DefaultParagraphFont"/>
    <w:uiPriority w:val="99"/>
    <w:semiHidden/>
    <w:unhideWhenUsed/>
    <w:rsid w:val="00D0208F"/>
    <w:rPr>
      <w:sz w:val="16"/>
      <w:szCs w:val="16"/>
    </w:rPr>
  </w:style>
  <w:style w:type="paragraph" w:styleId="CommentText">
    <w:name w:val="annotation text"/>
    <w:basedOn w:val="Normal"/>
    <w:link w:val="CommentTextChar"/>
    <w:uiPriority w:val="99"/>
    <w:semiHidden/>
    <w:unhideWhenUsed/>
    <w:rsid w:val="00D0208F"/>
    <w:pPr>
      <w:spacing w:line="240" w:lineRule="auto"/>
    </w:pPr>
    <w:rPr>
      <w:sz w:val="20"/>
      <w:szCs w:val="20"/>
    </w:rPr>
  </w:style>
  <w:style w:type="character" w:customStyle="1" w:styleId="CommentTextChar">
    <w:name w:val="Comment Text Char"/>
    <w:basedOn w:val="DefaultParagraphFont"/>
    <w:link w:val="CommentText"/>
    <w:uiPriority w:val="99"/>
    <w:semiHidden/>
    <w:rsid w:val="00D0208F"/>
    <w:rPr>
      <w:rFonts w:ascii="Trebuchet MS" w:hAnsi="Trebuchet MS"/>
    </w:rPr>
  </w:style>
  <w:style w:type="paragraph" w:styleId="CommentSubject">
    <w:name w:val="annotation subject"/>
    <w:basedOn w:val="CommentText"/>
    <w:next w:val="CommentText"/>
    <w:link w:val="CommentSubjectChar"/>
    <w:uiPriority w:val="99"/>
    <w:semiHidden/>
    <w:unhideWhenUsed/>
    <w:rsid w:val="00D0208F"/>
    <w:rPr>
      <w:b/>
      <w:bCs/>
    </w:rPr>
  </w:style>
  <w:style w:type="character" w:customStyle="1" w:styleId="CommentSubjectChar">
    <w:name w:val="Comment Subject Char"/>
    <w:basedOn w:val="CommentTextChar"/>
    <w:link w:val="CommentSubject"/>
    <w:uiPriority w:val="99"/>
    <w:semiHidden/>
    <w:rsid w:val="00D0208F"/>
    <w:rPr>
      <w:rFonts w:ascii="Trebuchet MS" w:hAnsi="Trebuchet MS"/>
      <w:b/>
      <w:bCs/>
    </w:rPr>
  </w:style>
  <w:style w:type="paragraph" w:styleId="ListParagraph">
    <w:name w:val="List Paragraph"/>
    <w:basedOn w:val="Normal"/>
    <w:uiPriority w:val="34"/>
    <w:rsid w:val="00423B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tsa.gov/staticfiles/nti/pdf/812118-Roadside_Survey_2014.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fficsafetymarketing.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tunes.apple.com/us/app/saferride/id950774008?mt=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y.google.com/store/apps/details?id=com.nhtsa.SaferRide&amp;hl=en"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4F4E8-BF2C-4DF4-8660-A279C176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2018-09-04T19:21:00Z</dcterms:created>
  <dcterms:modified xsi:type="dcterms:W3CDTF">2018-09-04T19:21:00Z</dcterms:modified>
</cp:coreProperties>
</file>