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2BA4B" w14:textId="2066BDA9" w:rsidR="00736B91" w:rsidRDefault="0027072D" w:rsidP="00BC27C1">
      <w:pPr>
        <w:pStyle w:val="Heading1"/>
      </w:pPr>
      <w:bookmarkStart w:id="0" w:name="_GoBack"/>
      <w:bookmarkEnd w:id="0"/>
      <w:r>
        <w:t>Drug-Impaired Driving</w:t>
      </w:r>
      <w:r w:rsidR="00EF6E8E">
        <w:t xml:space="preserve"> </w:t>
      </w:r>
      <w:r w:rsidR="00BC27C1">
        <w:t>Mobile Messaging</w:t>
      </w:r>
    </w:p>
    <w:p w14:paraId="65A36CD9" w14:textId="588EBEAD" w:rsidR="002D07C0" w:rsidRDefault="002D07C0" w:rsidP="00BC27C1">
      <w:pPr>
        <w:pStyle w:val="ListParagraph"/>
        <w:numPr>
          <w:ilvl w:val="0"/>
          <w:numId w:val="6"/>
        </w:numPr>
      </w:pPr>
      <w:r>
        <w:t xml:space="preserve">Whether the drug is legally prescribed or </w:t>
      </w:r>
      <w:r w:rsidR="00D24FA3">
        <w:t xml:space="preserve">is </w:t>
      </w:r>
      <w:r w:rsidR="000B2D28">
        <w:t xml:space="preserve">an </w:t>
      </w:r>
      <w:r>
        <w:t>illegal</w:t>
      </w:r>
      <w:r w:rsidR="000B2D28">
        <w:t xml:space="preserve"> substance</w:t>
      </w:r>
      <w:r>
        <w:t>, driving while impaired</w:t>
      </w:r>
      <w:r w:rsidR="00D24FA3">
        <w:t xml:space="preserve"> by drugs</w:t>
      </w:r>
      <w:r>
        <w:t xml:space="preserve"> poses a threat to the driver, vehicle passengers, and other road users. </w:t>
      </w:r>
      <w:r w:rsidR="0027072D">
        <w:t>Remember:</w:t>
      </w:r>
      <w:r w:rsidR="0027072D" w:rsidRPr="0027072D">
        <w:rPr>
          <w:i/>
        </w:rPr>
        <w:t xml:space="preserve"> If You Feel Different</w:t>
      </w:r>
      <w:r w:rsidR="000E0461">
        <w:rPr>
          <w:i/>
        </w:rPr>
        <w:t>,</w:t>
      </w:r>
      <w:r w:rsidR="0027072D" w:rsidRPr="0027072D">
        <w:rPr>
          <w:i/>
        </w:rPr>
        <w:t xml:space="preserve"> You Drive Different. </w:t>
      </w:r>
    </w:p>
    <w:p w14:paraId="1E1C40C3" w14:textId="7735E51C" w:rsidR="00BC27C1" w:rsidRDefault="002D07C0" w:rsidP="00BC27C1">
      <w:pPr>
        <w:pStyle w:val="ListParagraph"/>
        <w:numPr>
          <w:ilvl w:val="0"/>
          <w:numId w:val="6"/>
        </w:numPr>
      </w:pPr>
      <w:r w:rsidRPr="0037021A">
        <w:t xml:space="preserve">Like drunk driving, </w:t>
      </w:r>
      <w:r w:rsidR="0027072D">
        <w:t>drug-impaired</w:t>
      </w:r>
      <w:r w:rsidRPr="0037021A">
        <w:t xml:space="preserve"> driving is impaired driving, which means it is dangerous and illegal in all 50 States, Puerto Rico, and Washington, DC.</w:t>
      </w:r>
      <w:r>
        <w:t xml:space="preserve"> </w:t>
      </w:r>
      <w:r w:rsidR="006B34E5">
        <w:t xml:space="preserve">Never drive </w:t>
      </w:r>
      <w:r w:rsidR="007C5BF1">
        <w:t xml:space="preserve">while </w:t>
      </w:r>
      <w:r w:rsidR="006B34E5">
        <w:t>impaired.</w:t>
      </w:r>
      <w:r w:rsidR="0027072D" w:rsidRPr="0027072D">
        <w:rPr>
          <w:i/>
        </w:rPr>
        <w:t xml:space="preserve"> If You Feel Different</w:t>
      </w:r>
      <w:r w:rsidR="000E0461">
        <w:rPr>
          <w:i/>
        </w:rPr>
        <w:t>,</w:t>
      </w:r>
      <w:r w:rsidR="0027072D" w:rsidRPr="0027072D">
        <w:rPr>
          <w:i/>
        </w:rPr>
        <w:t xml:space="preserve"> You Drive Different.</w:t>
      </w:r>
    </w:p>
    <w:p w14:paraId="15F15A17" w14:textId="69A36372" w:rsidR="002D07C0" w:rsidRPr="002512F4" w:rsidRDefault="002D07C0" w:rsidP="002D07C0">
      <w:pPr>
        <w:pStyle w:val="ListParagraph"/>
        <w:numPr>
          <w:ilvl w:val="0"/>
          <w:numId w:val="6"/>
        </w:numPr>
      </w:pPr>
      <w:r>
        <w:t xml:space="preserve">It doesn’t matter what term is used, if a person is high, stoned, wasted, or drunk, he or she is impaired. Driving while impaired by any substance is illegal and </w:t>
      </w:r>
      <w:r w:rsidR="006F1ABC">
        <w:t xml:space="preserve">can be </w:t>
      </w:r>
      <w:r>
        <w:t>deadly to the driver and other road users.</w:t>
      </w:r>
      <w:r w:rsidR="00FA4854">
        <w:t xml:space="preserve"> </w:t>
      </w:r>
      <w:r w:rsidR="0027072D" w:rsidRPr="0027072D">
        <w:rPr>
          <w:i/>
        </w:rPr>
        <w:t>If You Feel Different</w:t>
      </w:r>
      <w:r w:rsidR="000E0461">
        <w:rPr>
          <w:i/>
        </w:rPr>
        <w:t>,</w:t>
      </w:r>
      <w:r w:rsidR="0027072D" w:rsidRPr="0027072D">
        <w:rPr>
          <w:i/>
        </w:rPr>
        <w:t xml:space="preserve"> You Drive Different. </w:t>
      </w:r>
      <w:r w:rsidR="006B34E5">
        <w:t xml:space="preserve">If you’re impaired, find a sober driver to get you home safely. </w:t>
      </w:r>
      <w:r>
        <w:t xml:space="preserve">  </w:t>
      </w:r>
    </w:p>
    <w:p w14:paraId="7DC7F314" w14:textId="3C2B0B6B" w:rsidR="00A20D30" w:rsidRDefault="00A20D30" w:rsidP="00752300">
      <w:pPr>
        <w:pStyle w:val="ListParagraph"/>
        <w:numPr>
          <w:ilvl w:val="0"/>
          <w:numId w:val="6"/>
        </w:numPr>
      </w:pPr>
      <w:r w:rsidRPr="00A27389">
        <w:t xml:space="preserve">DUI violations are not just for drunk driving. Remember, any impairment, including drugs, is illegal if you are operating a vehicle. </w:t>
      </w:r>
      <w:r>
        <w:t>If you</w:t>
      </w:r>
      <w:r w:rsidR="00FA4854">
        <w:t xml:space="preserve"> are</w:t>
      </w:r>
      <w:r>
        <w:t xml:space="preserve"> </w:t>
      </w:r>
      <w:r w:rsidR="00FA4854">
        <w:t>impaired by any substance</w:t>
      </w:r>
      <w:r>
        <w:t xml:space="preserve">, </w:t>
      </w:r>
      <w:r w:rsidR="006B34E5">
        <w:t>do not drive.</w:t>
      </w:r>
      <w:r w:rsidR="0027072D">
        <w:t xml:space="preserve"> Remember:</w:t>
      </w:r>
      <w:r w:rsidR="0027072D" w:rsidRPr="0027072D">
        <w:rPr>
          <w:i/>
        </w:rPr>
        <w:t xml:space="preserve"> If You Feel Different</w:t>
      </w:r>
      <w:r w:rsidR="000E0461">
        <w:rPr>
          <w:i/>
        </w:rPr>
        <w:t>,</w:t>
      </w:r>
      <w:r w:rsidR="0027072D" w:rsidRPr="0027072D">
        <w:rPr>
          <w:i/>
        </w:rPr>
        <w:t xml:space="preserve"> You Drive Different.</w:t>
      </w:r>
    </w:p>
    <w:p w14:paraId="027FCD20" w14:textId="5A61DD23" w:rsidR="002D07C0" w:rsidRPr="00BC27C1" w:rsidRDefault="002D07C0" w:rsidP="00752300">
      <w:pPr>
        <w:pStyle w:val="ListParagraph"/>
        <w:numPr>
          <w:ilvl w:val="0"/>
          <w:numId w:val="6"/>
        </w:numPr>
      </w:pPr>
      <w:r>
        <w:t>Something as simple as cold medication or an over-the-counter sleep aid c</w:t>
      </w:r>
      <w:r w:rsidR="006F1ABC">
        <w:t>an</w:t>
      </w:r>
      <w:r>
        <w:t xml:space="preserve"> impair </w:t>
      </w:r>
      <w:proofErr w:type="spellStart"/>
      <w:r>
        <w:t>your</w:t>
      </w:r>
      <w:proofErr w:type="spellEnd"/>
      <w:r>
        <w:t xml:space="preserve"> driving</w:t>
      </w:r>
      <w:r w:rsidR="006C2689">
        <w:t xml:space="preserve">, </w:t>
      </w:r>
      <w:r w:rsidR="00D24FA3">
        <w:t xml:space="preserve">which </w:t>
      </w:r>
      <w:r w:rsidR="007C5BF1">
        <w:t xml:space="preserve">may </w:t>
      </w:r>
      <w:r w:rsidR="00D24FA3">
        <w:t>lead to</w:t>
      </w:r>
      <w:r w:rsidR="006C2689">
        <w:t xml:space="preserve"> you be</w:t>
      </w:r>
      <w:r w:rsidR="00D24FA3">
        <w:t>ing</w:t>
      </w:r>
      <w:r w:rsidR="006C2689">
        <w:t xml:space="preserve"> </w:t>
      </w:r>
      <w:r>
        <w:t>arrested</w:t>
      </w:r>
      <w:r w:rsidR="006B34E5">
        <w:t xml:space="preserve"> for a DUI. Impaired? Do not drive</w:t>
      </w:r>
      <w:r>
        <w:t>.</w:t>
      </w:r>
      <w:r w:rsidR="0027072D">
        <w:t xml:space="preserve"> Always remember: </w:t>
      </w:r>
      <w:r w:rsidR="0027072D" w:rsidRPr="0027072D">
        <w:rPr>
          <w:i/>
        </w:rPr>
        <w:t>If You Feel Different</w:t>
      </w:r>
      <w:r w:rsidR="000E0461">
        <w:rPr>
          <w:i/>
        </w:rPr>
        <w:t>,</w:t>
      </w:r>
      <w:r w:rsidR="0027072D" w:rsidRPr="0027072D">
        <w:rPr>
          <w:i/>
        </w:rPr>
        <w:t xml:space="preserve"> You Drive Different.</w:t>
      </w:r>
    </w:p>
    <w:p w14:paraId="49B2FD83" w14:textId="77777777" w:rsidR="009F1497" w:rsidRPr="0096182E" w:rsidRDefault="009F1497" w:rsidP="00B51541"/>
    <w:sectPr w:rsidR="009F1497" w:rsidRPr="0096182E" w:rsidSect="00B92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C7C2A" w14:textId="77777777" w:rsidR="00822090" w:rsidRDefault="00822090" w:rsidP="00901CE9">
      <w:pPr>
        <w:spacing w:after="0" w:line="240" w:lineRule="auto"/>
      </w:pPr>
      <w:r>
        <w:separator/>
      </w:r>
    </w:p>
  </w:endnote>
  <w:endnote w:type="continuationSeparator" w:id="0">
    <w:p w14:paraId="1FE66F34" w14:textId="77777777" w:rsidR="00822090" w:rsidRDefault="0082209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DCC56" w14:textId="77777777" w:rsidR="005C6BB4" w:rsidRDefault="005C6B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294C4" w14:textId="51059258" w:rsidR="00901CE9" w:rsidRPr="00901CE9" w:rsidRDefault="005C6BB4" w:rsidP="007F0F99">
    <w:pPr>
      <w:pStyle w:val="Footer"/>
      <w:jc w:val="center"/>
      <w:rPr>
        <w:sz w:val="14"/>
        <w:szCs w:val="14"/>
      </w:rPr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0D95F7E" wp14:editId="5EF0A562">
              <wp:simplePos x="0" y="0"/>
              <wp:positionH relativeFrom="column">
                <wp:posOffset>5405120</wp:posOffset>
              </wp:positionH>
              <wp:positionV relativeFrom="paragraph">
                <wp:posOffset>67945</wp:posOffset>
              </wp:positionV>
              <wp:extent cx="1107440" cy="142240"/>
              <wp:effectExtent l="0" t="0" r="16510" b="101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13206" w14:textId="062BD87E" w:rsidR="005C6BB4" w:rsidRDefault="005C6BB4" w:rsidP="005C6BB4">
                          <w:pPr>
                            <w:pStyle w:val="5ControlCode"/>
                          </w:pPr>
                          <w:r>
                            <w:t>13191e-080918-v1a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D95F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.35pt;width:87.2pt;height:1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" filled="f" stroked="f">
              <v:textbox inset="0,0,0,0">
                <w:txbxContent>
                  <w:p w14:paraId="6E313206" w14:textId="062BD87E" w:rsidR="005C6BB4" w:rsidRDefault="005C6BB4" w:rsidP="005C6BB4">
                    <w:pPr>
                      <w:pStyle w:val="5ControlCode"/>
                    </w:pPr>
                    <w:r>
                      <w:t>13191e-080918-v1a</w:t>
                    </w:r>
                  </w:p>
                </w:txbxContent>
              </v:textbox>
            </v:shape>
          </w:pict>
        </mc:Fallback>
      </mc:AlternateContent>
    </w:r>
    <w:r w:rsidR="00CA1A42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177E9F" wp14:editId="6B61690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D80E4" w14:textId="13F77B3F" w:rsidR="007F0F99" w:rsidRDefault="00EF201B" w:rsidP="00FF53E2">
                          <w:pPr>
                            <w:pStyle w:val="5ControlCode"/>
                          </w:pPr>
                          <w:r>
                            <w:t>13191e-</w:t>
                          </w:r>
                          <w:r w:rsidR="008921F6">
                            <w:t>080918</w:t>
                          </w:r>
                          <w:r>
                            <w:t>-v1</w:t>
                          </w:r>
                          <w:r w:rsidR="008921F6"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177E9F" id="_x0000_s1027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" filled="f" stroked="f">
              <v:textbox inset="0,0,0,0">
                <w:txbxContent>
                  <w:p w14:paraId="404D80E4" w14:textId="13F77B3F" w:rsidR="007F0F99" w:rsidRDefault="00EF201B" w:rsidP="00FF53E2">
                    <w:pPr>
                      <w:pStyle w:val="5ControlCode"/>
                    </w:pPr>
                    <w:r>
                      <w:t>13191e-</w:t>
                    </w:r>
                    <w:r w:rsidR="008921F6">
                      <w:t>080918</w:t>
                    </w:r>
                    <w:r>
                      <w:t>-v1</w:t>
                    </w:r>
                    <w:r w:rsidR="008921F6">
                      <w:t>a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64E91" w14:textId="77777777" w:rsidR="005C6BB4" w:rsidRDefault="005C6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FB41F" w14:textId="77777777" w:rsidR="00822090" w:rsidRDefault="00822090" w:rsidP="00901CE9">
      <w:pPr>
        <w:spacing w:after="0" w:line="240" w:lineRule="auto"/>
      </w:pPr>
      <w:r>
        <w:separator/>
      </w:r>
    </w:p>
  </w:footnote>
  <w:footnote w:type="continuationSeparator" w:id="0">
    <w:p w14:paraId="10A821C3" w14:textId="77777777" w:rsidR="00822090" w:rsidRDefault="0082209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58D54" w14:textId="77777777" w:rsidR="005C6BB4" w:rsidRDefault="005C6B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63AED" w14:textId="3AC312AA" w:rsidR="00B9273B" w:rsidRDefault="005C6BB4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68AFD919" wp14:editId="3D289004">
          <wp:extent cx="2524125" cy="878840"/>
          <wp:effectExtent l="0" t="0" r="9525" b="0"/>
          <wp:docPr id="2" name="Picture 2" descr="If you feel different you drive differen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f you feel different you drive differen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0F5438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9998C" w14:textId="77777777" w:rsidR="005C6BB4" w:rsidRDefault="005C6B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D3D88"/>
    <w:multiLevelType w:val="hybridMultilevel"/>
    <w:tmpl w:val="BA1A0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B5E6C"/>
    <w:multiLevelType w:val="hybridMultilevel"/>
    <w:tmpl w:val="7B1C621A"/>
    <w:lvl w:ilvl="0" w:tplc="DA28D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76644"/>
    <w:multiLevelType w:val="hybridMultilevel"/>
    <w:tmpl w:val="0F569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370"/>
    <w:multiLevelType w:val="hybridMultilevel"/>
    <w:tmpl w:val="7E5C0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04830"/>
    <w:multiLevelType w:val="hybridMultilevel"/>
    <w:tmpl w:val="1E228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0096"/>
    <w:rsid w:val="000663F2"/>
    <w:rsid w:val="000B2D28"/>
    <w:rsid w:val="000E0461"/>
    <w:rsid w:val="00161F42"/>
    <w:rsid w:val="001E29ED"/>
    <w:rsid w:val="001E692F"/>
    <w:rsid w:val="00205F4F"/>
    <w:rsid w:val="0021528E"/>
    <w:rsid w:val="002512F4"/>
    <w:rsid w:val="0027072D"/>
    <w:rsid w:val="00273377"/>
    <w:rsid w:val="00295062"/>
    <w:rsid w:val="002A6AAF"/>
    <w:rsid w:val="002B4917"/>
    <w:rsid w:val="002B66C6"/>
    <w:rsid w:val="002C5FF8"/>
    <w:rsid w:val="002D07C0"/>
    <w:rsid w:val="00343E03"/>
    <w:rsid w:val="00352A56"/>
    <w:rsid w:val="00395056"/>
    <w:rsid w:val="003D2D80"/>
    <w:rsid w:val="00423D59"/>
    <w:rsid w:val="0044490E"/>
    <w:rsid w:val="004944B0"/>
    <w:rsid w:val="004D21EE"/>
    <w:rsid w:val="004D7213"/>
    <w:rsid w:val="004D77A2"/>
    <w:rsid w:val="004F7615"/>
    <w:rsid w:val="00512BFB"/>
    <w:rsid w:val="00515528"/>
    <w:rsid w:val="005430D9"/>
    <w:rsid w:val="00550936"/>
    <w:rsid w:val="00565486"/>
    <w:rsid w:val="0059554A"/>
    <w:rsid w:val="0059628C"/>
    <w:rsid w:val="005C6BB4"/>
    <w:rsid w:val="005D3321"/>
    <w:rsid w:val="005E42DD"/>
    <w:rsid w:val="00603243"/>
    <w:rsid w:val="00604280"/>
    <w:rsid w:val="0060543A"/>
    <w:rsid w:val="00625A39"/>
    <w:rsid w:val="0067003C"/>
    <w:rsid w:val="00672251"/>
    <w:rsid w:val="00673C85"/>
    <w:rsid w:val="00697610"/>
    <w:rsid w:val="006B34E5"/>
    <w:rsid w:val="006C2689"/>
    <w:rsid w:val="006F1ABC"/>
    <w:rsid w:val="00736B91"/>
    <w:rsid w:val="00743260"/>
    <w:rsid w:val="0077096D"/>
    <w:rsid w:val="0078134E"/>
    <w:rsid w:val="007836B8"/>
    <w:rsid w:val="007C5BF1"/>
    <w:rsid w:val="007C6B3B"/>
    <w:rsid w:val="007D5238"/>
    <w:rsid w:val="007F0F99"/>
    <w:rsid w:val="00822090"/>
    <w:rsid w:val="00824066"/>
    <w:rsid w:val="008459C9"/>
    <w:rsid w:val="0085248A"/>
    <w:rsid w:val="008863E3"/>
    <w:rsid w:val="008921F6"/>
    <w:rsid w:val="008B6819"/>
    <w:rsid w:val="008B6C4C"/>
    <w:rsid w:val="008C03E0"/>
    <w:rsid w:val="008C149B"/>
    <w:rsid w:val="00901CE9"/>
    <w:rsid w:val="00905462"/>
    <w:rsid w:val="0096182E"/>
    <w:rsid w:val="009A5F02"/>
    <w:rsid w:val="009B1959"/>
    <w:rsid w:val="009C0118"/>
    <w:rsid w:val="009E3F3A"/>
    <w:rsid w:val="009F1497"/>
    <w:rsid w:val="009F3460"/>
    <w:rsid w:val="00A06EE0"/>
    <w:rsid w:val="00A209DF"/>
    <w:rsid w:val="00A20D30"/>
    <w:rsid w:val="00A345FE"/>
    <w:rsid w:val="00A519A9"/>
    <w:rsid w:val="00A77193"/>
    <w:rsid w:val="00A80AFB"/>
    <w:rsid w:val="00A8107A"/>
    <w:rsid w:val="00AA106A"/>
    <w:rsid w:val="00AD3AFD"/>
    <w:rsid w:val="00B331E3"/>
    <w:rsid w:val="00B51541"/>
    <w:rsid w:val="00B56ED3"/>
    <w:rsid w:val="00B620C9"/>
    <w:rsid w:val="00B63986"/>
    <w:rsid w:val="00B9273B"/>
    <w:rsid w:val="00BB1112"/>
    <w:rsid w:val="00BB5FFE"/>
    <w:rsid w:val="00BC27C1"/>
    <w:rsid w:val="00BD1D06"/>
    <w:rsid w:val="00BF0673"/>
    <w:rsid w:val="00C20C3B"/>
    <w:rsid w:val="00C55758"/>
    <w:rsid w:val="00C61037"/>
    <w:rsid w:val="00C64E8A"/>
    <w:rsid w:val="00CA1A42"/>
    <w:rsid w:val="00CC5909"/>
    <w:rsid w:val="00CE1B85"/>
    <w:rsid w:val="00CE7F96"/>
    <w:rsid w:val="00D11077"/>
    <w:rsid w:val="00D22B44"/>
    <w:rsid w:val="00D24FA3"/>
    <w:rsid w:val="00D3792F"/>
    <w:rsid w:val="00D55119"/>
    <w:rsid w:val="00D92FE1"/>
    <w:rsid w:val="00DC0636"/>
    <w:rsid w:val="00DC6902"/>
    <w:rsid w:val="00DD6A5E"/>
    <w:rsid w:val="00DE2078"/>
    <w:rsid w:val="00DE4EF2"/>
    <w:rsid w:val="00E14CE6"/>
    <w:rsid w:val="00E31AC0"/>
    <w:rsid w:val="00E52FB4"/>
    <w:rsid w:val="00E53BEF"/>
    <w:rsid w:val="00E61E96"/>
    <w:rsid w:val="00EA3624"/>
    <w:rsid w:val="00EF201B"/>
    <w:rsid w:val="00EF6039"/>
    <w:rsid w:val="00EF6E8E"/>
    <w:rsid w:val="00F01171"/>
    <w:rsid w:val="00F21C7C"/>
    <w:rsid w:val="00F36F97"/>
    <w:rsid w:val="00F41EC0"/>
    <w:rsid w:val="00F4516B"/>
    <w:rsid w:val="00F60A98"/>
    <w:rsid w:val="00FA43A0"/>
    <w:rsid w:val="00FA4854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4F388"/>
  <w15:docId w15:val="{3375A30C-B08F-4F41-A15D-76971A0D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F60A9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F60A9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F60A9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F60A9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A9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A9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0A9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F60A9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F60A9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nhideWhenUsed/>
    <w:rsid w:val="00F60A98"/>
    <w:rPr>
      <w:color w:val="0000FF"/>
      <w:u w:val="single"/>
    </w:rPr>
  </w:style>
  <w:style w:type="paragraph" w:customStyle="1" w:styleId="MediumGrid21">
    <w:name w:val="Medium Grid 21"/>
    <w:uiPriority w:val="1"/>
    <w:rsid w:val="00F60A98"/>
    <w:rPr>
      <w:sz w:val="22"/>
      <w:szCs w:val="22"/>
    </w:rPr>
  </w:style>
  <w:style w:type="paragraph" w:customStyle="1" w:styleId="Normal1">
    <w:name w:val="Normal1"/>
    <w:basedOn w:val="Normal"/>
    <w:rsid w:val="00F60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F60A98"/>
  </w:style>
  <w:style w:type="paragraph" w:customStyle="1" w:styleId="bodycopy">
    <w:name w:val="bodycopy"/>
    <w:basedOn w:val="Normal"/>
    <w:rsid w:val="00F60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F60A98"/>
  </w:style>
  <w:style w:type="table" w:styleId="TableGrid">
    <w:name w:val="Table Grid"/>
    <w:basedOn w:val="TableNormal"/>
    <w:uiPriority w:val="59"/>
    <w:rsid w:val="00F60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F60A9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F60A9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F60A9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F60A9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F60A9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F60A9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F60A98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EF6E8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516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E2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9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9ED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9ED"/>
    <w:rPr>
      <w:rFonts w:ascii="Trebuchet MS" w:hAnsi="Trebuchet MS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F14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2018-09-04T19:27:00Z</dcterms:created>
  <dcterms:modified xsi:type="dcterms:W3CDTF">2018-09-04T19:27:00Z</dcterms:modified>
</cp:coreProperties>
</file>