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A32A7" w14:textId="76C1B979" w:rsidR="00BF132E" w:rsidRPr="008C3ACE" w:rsidRDefault="00BF132E" w:rsidP="00BF132E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8C3ACE">
        <w:rPr>
          <w:rFonts w:ascii="Rockwell" w:hAnsi="Rockwell"/>
          <w:b/>
        </w:rPr>
        <w:t>201</w:t>
      </w:r>
      <w:r w:rsidR="00315732">
        <w:rPr>
          <w:rFonts w:ascii="Rockwell" w:hAnsi="Rockwell"/>
          <w:b/>
        </w:rPr>
        <w:t>9</w:t>
      </w:r>
      <w:r w:rsidRPr="008C3ACE">
        <w:rPr>
          <w:rFonts w:ascii="Rockwell" w:hAnsi="Rockwell"/>
          <w:b/>
        </w:rPr>
        <w:t xml:space="preserve"> </w:t>
      </w:r>
      <w:r w:rsidR="00F446FB">
        <w:rPr>
          <w:rFonts w:ascii="Rockwell" w:hAnsi="Rockwell"/>
          <w:b/>
        </w:rPr>
        <w:t xml:space="preserve">IF YOU FEEL DIFFERENT, YOU DRIVE DIFFERENT </w:t>
      </w:r>
    </w:p>
    <w:p w14:paraId="1395E545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SAMPLE </w:t>
      </w:r>
      <w:r>
        <w:rPr>
          <w:rFonts w:ascii="Rockwell" w:hAnsi="Rockwell"/>
          <w:b/>
        </w:rPr>
        <w:t>OP-ED</w:t>
      </w:r>
    </w:p>
    <w:p w14:paraId="78894F2C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ENFORCEMENT</w:t>
      </w:r>
      <w:r w:rsidRPr="008C3ACE">
        <w:rPr>
          <w:rFonts w:ascii="Rockwell" w:hAnsi="Rockwell"/>
          <w:b/>
        </w:rPr>
        <w:t xml:space="preserve"> VERSION</w:t>
      </w:r>
    </w:p>
    <w:p w14:paraId="46AF3EC9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</w:p>
    <w:p w14:paraId="4C08878D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FOR IMMEDIATE RELEASE: [Date]</w:t>
      </w:r>
    </w:p>
    <w:p w14:paraId="7E450097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CONTACT: [Name, Phone Number, E-mail Address]</w:t>
      </w:r>
    </w:p>
    <w:p w14:paraId="38348EED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</w:p>
    <w:p w14:paraId="535BED7E" w14:textId="174B0C14" w:rsidR="00BF132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Note: Before filling in the names of the organization and organization spokesperson, you MUST contact them for permission to use their names in this </w:t>
      </w:r>
      <w:r>
        <w:rPr>
          <w:rFonts w:ascii="Rockwell" w:hAnsi="Rockwell"/>
          <w:b/>
        </w:rPr>
        <w:t>op-ed</w:t>
      </w:r>
      <w:r w:rsidRPr="008C3ACE">
        <w:rPr>
          <w:rFonts w:ascii="Rockwell" w:hAnsi="Rockwell"/>
          <w:b/>
        </w:rPr>
        <w:t xml:space="preserve">. Also, you must get their approval for the language of their quotations, and any changes or additions they may require. Only after this is done should you issue the </w:t>
      </w:r>
      <w:r w:rsidR="009B34BB">
        <w:rPr>
          <w:rFonts w:ascii="Rockwell" w:hAnsi="Rockwell"/>
          <w:b/>
        </w:rPr>
        <w:t>op-ed</w:t>
      </w:r>
      <w:r w:rsidRPr="008C3ACE">
        <w:rPr>
          <w:rFonts w:ascii="Rockwell" w:hAnsi="Rockwell"/>
          <w:b/>
        </w:rPr>
        <w:t>.</w:t>
      </w:r>
    </w:p>
    <w:p w14:paraId="08B2DAFC" w14:textId="77777777" w:rsidR="00BF132E" w:rsidRDefault="00BF132E" w:rsidP="00BF132E"/>
    <w:p w14:paraId="5087B1B7" w14:textId="072195CE" w:rsidR="002F5AEF" w:rsidRDefault="001441D0" w:rsidP="00BF132E">
      <w:pPr>
        <w:jc w:val="center"/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</w:pPr>
      <w:r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This Labor Day, and Every Day:</w:t>
      </w:r>
    </w:p>
    <w:p w14:paraId="2E7CBA6E" w14:textId="5707B805" w:rsidR="001441D0" w:rsidRPr="001441D0" w:rsidRDefault="001441D0" w:rsidP="00BF132E">
      <w:pPr>
        <w:jc w:val="center"/>
        <w:rPr>
          <w:rFonts w:ascii="Rockwell" w:eastAsia="Times New Roman" w:hAnsi="Rockwell"/>
          <w:b/>
          <w:bCs/>
          <w:i/>
          <w:noProof/>
          <w:color w:val="000000"/>
          <w:sz w:val="28"/>
          <w:szCs w:val="28"/>
        </w:rPr>
      </w:pPr>
      <w:r w:rsidRPr="001441D0">
        <w:rPr>
          <w:rFonts w:ascii="Rockwell" w:eastAsia="Times New Roman" w:hAnsi="Rockwell"/>
          <w:b/>
          <w:bCs/>
          <w:i/>
          <w:noProof/>
          <w:color w:val="000000"/>
          <w:sz w:val="28"/>
          <w:szCs w:val="28"/>
        </w:rPr>
        <w:t>Drive High, Get a DUI</w:t>
      </w:r>
      <w:r w:rsidR="004F2AE1">
        <w:rPr>
          <w:rFonts w:ascii="Rockwell" w:eastAsia="Times New Roman" w:hAnsi="Rockwell"/>
          <w:b/>
          <w:bCs/>
          <w:i/>
          <w:noProof/>
          <w:color w:val="000000"/>
          <w:sz w:val="28"/>
          <w:szCs w:val="28"/>
        </w:rPr>
        <w:t>.</w:t>
      </w:r>
    </w:p>
    <w:p w14:paraId="313F0AF2" w14:textId="5D7BEC2A" w:rsidR="001441D0" w:rsidRDefault="001441D0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>
        <w:rPr>
          <w:rFonts w:eastAsia="MS Mincho"/>
        </w:rPr>
        <w:t>Impaired driving is on the rise, and it doesn’t just include drunk driving. With constantly chang</w:t>
      </w:r>
      <w:r w:rsidR="00C82421">
        <w:rPr>
          <w:rFonts w:eastAsia="MS Mincho"/>
        </w:rPr>
        <w:t>ing</w:t>
      </w:r>
      <w:r>
        <w:rPr>
          <w:rFonts w:eastAsia="MS Mincho"/>
        </w:rPr>
        <w:t xml:space="preserve"> state laws regarding marijuana use, drug-impaired</w:t>
      </w:r>
      <w:r w:rsidR="001924FC">
        <w:rPr>
          <w:rFonts w:eastAsia="MS Mincho"/>
        </w:rPr>
        <w:t>-</w:t>
      </w:r>
      <w:r>
        <w:rPr>
          <w:rFonts w:eastAsia="MS Mincho"/>
        </w:rPr>
        <w:t>driving crashes are an increasing problem on our nation’s roads. Impaired driving of any kind — alcohol or drug</w:t>
      </w:r>
      <w:r w:rsidR="00C82421">
        <w:rPr>
          <w:rFonts w:eastAsia="MS Mincho"/>
        </w:rPr>
        <w:t>s</w:t>
      </w:r>
      <w:r>
        <w:rPr>
          <w:rFonts w:eastAsia="MS Mincho"/>
        </w:rPr>
        <w:t xml:space="preserve"> — is dangerous and illegal. </w:t>
      </w:r>
      <w:r w:rsidR="00FC2D75">
        <w:rPr>
          <w:rFonts w:eastAsia="MS Mincho"/>
        </w:rPr>
        <w:t>Each time a driver gets behind the wheel of a vehicle, he or she should ensure they are completely sober. Impaired driving is a choice, and it’s the wrong choice.</w:t>
      </w:r>
    </w:p>
    <w:p w14:paraId="445DB0FA" w14:textId="77777777" w:rsidR="00B13B4D" w:rsidRDefault="00B13B4D" w:rsidP="00B13B4D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7B66903C" w14:textId="2FCEF35E" w:rsidR="0027504F" w:rsidRDefault="00FC2D75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>
        <w:rPr>
          <w:rFonts w:eastAsia="MS Mincho"/>
        </w:rPr>
        <w:t xml:space="preserve">This Labor Day holiday, friends and families will come together to celebrate the last of the summer season. Unfortunately, this is also a time when impaired-driving fatalities increase. </w:t>
      </w:r>
      <w:r w:rsidR="00E43D62">
        <w:rPr>
          <w:rFonts w:eastAsia="MS Mincho"/>
        </w:rPr>
        <w:t xml:space="preserve">To help keep people safe on the streets and put an end to </w:t>
      </w:r>
      <w:r>
        <w:rPr>
          <w:rFonts w:eastAsia="MS Mincho"/>
        </w:rPr>
        <w:t>drug-impaired</w:t>
      </w:r>
      <w:r w:rsidR="00E43D62">
        <w:rPr>
          <w:rFonts w:eastAsia="MS Mincho"/>
        </w:rPr>
        <w:t xml:space="preserve"> driving, </w:t>
      </w:r>
      <w:r w:rsidR="0030312C">
        <w:rPr>
          <w:rFonts w:eastAsia="MS Mincho"/>
        </w:rPr>
        <w:t>local law enforcement will be out in f</w:t>
      </w:r>
      <w:r w:rsidR="00A31EE2">
        <w:rPr>
          <w:rFonts w:eastAsia="MS Mincho"/>
        </w:rPr>
        <w:t xml:space="preserve">ull force in support of the </w:t>
      </w:r>
      <w:r w:rsidRPr="00B13B4D">
        <w:rPr>
          <w:rFonts w:eastAsia="MS Mincho"/>
          <w:i/>
        </w:rPr>
        <w:t xml:space="preserve">If You Feel Different, You Drive Different. Drive High, Get a DUI. </w:t>
      </w:r>
      <w:r w:rsidR="0030312C">
        <w:rPr>
          <w:rFonts w:eastAsia="MS Mincho"/>
        </w:rPr>
        <w:t>campa</w:t>
      </w:r>
      <w:r w:rsidR="00A31EE2">
        <w:rPr>
          <w:rFonts w:eastAsia="MS Mincho"/>
        </w:rPr>
        <w:t xml:space="preserve">ign. </w:t>
      </w:r>
      <w:r w:rsidR="00465775">
        <w:rPr>
          <w:rFonts w:eastAsia="MS Mincho"/>
        </w:rPr>
        <w:t>B</w:t>
      </w:r>
      <w:r w:rsidR="00A31EE2">
        <w:rPr>
          <w:rFonts w:eastAsia="MS Mincho"/>
        </w:rPr>
        <w:t>etween August 14</w:t>
      </w:r>
      <w:r w:rsidR="0030312C">
        <w:rPr>
          <w:rFonts w:eastAsia="MS Mincho"/>
        </w:rPr>
        <w:t xml:space="preserve"> and September </w:t>
      </w:r>
      <w:r w:rsidR="00A31EE2">
        <w:rPr>
          <w:rFonts w:eastAsia="MS Mincho"/>
        </w:rPr>
        <w:t>2</w:t>
      </w:r>
      <w:r w:rsidR="0030312C">
        <w:rPr>
          <w:rFonts w:eastAsia="MS Mincho"/>
        </w:rPr>
        <w:t>, 201</w:t>
      </w:r>
      <w:r w:rsidR="00A31EE2">
        <w:rPr>
          <w:rFonts w:eastAsia="MS Mincho"/>
        </w:rPr>
        <w:t>9</w:t>
      </w:r>
      <w:r w:rsidR="0030312C">
        <w:rPr>
          <w:rFonts w:eastAsia="MS Mincho"/>
        </w:rPr>
        <w:t xml:space="preserve">, law enforcement officers </w:t>
      </w:r>
      <w:r w:rsidR="000A4889">
        <w:rPr>
          <w:rFonts w:eastAsia="MS Mincho"/>
        </w:rPr>
        <w:t xml:space="preserve">nationwide </w:t>
      </w:r>
      <w:r w:rsidR="0030312C">
        <w:rPr>
          <w:rFonts w:eastAsia="MS Mincho"/>
        </w:rPr>
        <w:t>will</w:t>
      </w:r>
      <w:r w:rsidR="00A93A40">
        <w:rPr>
          <w:rFonts w:eastAsia="MS Mincho"/>
        </w:rPr>
        <w:t xml:space="preserve"> team up with the U.S. Department of Transportation’s National Highw</w:t>
      </w:r>
      <w:r>
        <w:rPr>
          <w:rFonts w:eastAsia="MS Mincho"/>
        </w:rPr>
        <w:t>ay Traffic Safety Administration</w:t>
      </w:r>
      <w:r w:rsidR="00A93A40">
        <w:rPr>
          <w:rFonts w:eastAsia="MS Mincho"/>
        </w:rPr>
        <w:t xml:space="preserve"> </w:t>
      </w:r>
      <w:r w:rsidR="000962B7">
        <w:rPr>
          <w:rFonts w:eastAsia="MS Mincho"/>
        </w:rPr>
        <w:t>to</w:t>
      </w:r>
      <w:r w:rsidR="0030312C">
        <w:rPr>
          <w:rFonts w:eastAsia="MS Mincho"/>
        </w:rPr>
        <w:t xml:space="preserve"> participate in high-visibility e</w:t>
      </w:r>
      <w:r w:rsidR="00465775">
        <w:rPr>
          <w:rFonts w:eastAsia="MS Mincho"/>
        </w:rPr>
        <w:t>nforcement</w:t>
      </w:r>
      <w:r w:rsidR="0030312C">
        <w:rPr>
          <w:rFonts w:eastAsia="MS Mincho"/>
        </w:rPr>
        <w:t xml:space="preserve">, pulling over and arresting </w:t>
      </w:r>
      <w:r>
        <w:rPr>
          <w:rFonts w:eastAsia="MS Mincho"/>
        </w:rPr>
        <w:t>drug-impaired</w:t>
      </w:r>
      <w:r w:rsidR="0030312C" w:rsidRPr="0087332B">
        <w:rPr>
          <w:rFonts w:eastAsia="MS Mincho"/>
        </w:rPr>
        <w:t xml:space="preserve"> drivers. </w:t>
      </w:r>
    </w:p>
    <w:p w14:paraId="315B35B7" w14:textId="77777777" w:rsidR="00B13B4D" w:rsidRPr="0087332B" w:rsidRDefault="00B13B4D" w:rsidP="00B13B4D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4335F4EB" w14:textId="0D9EC0F1" w:rsidR="00BF132E" w:rsidRDefault="00FC2D75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 w:rsidRPr="00FB1E05">
        <w:rPr>
          <w:rFonts w:eastAsia="MS Mincho"/>
        </w:rPr>
        <w:t>It is illegal to drive impaired in all 50 states and the District of Columbia</w:t>
      </w:r>
      <w:r w:rsidR="004F2AE1">
        <w:rPr>
          <w:rFonts w:eastAsia="MS Mincho"/>
        </w:rPr>
        <w:t xml:space="preserve"> </w:t>
      </w:r>
      <w:r w:rsidRPr="00FB1E05">
        <w:rPr>
          <w:rFonts w:eastAsia="MS Mincho"/>
        </w:rPr>
        <w:t>—</w:t>
      </w:r>
      <w:r w:rsidR="004F2AE1">
        <w:rPr>
          <w:rFonts w:eastAsia="MS Mincho"/>
        </w:rPr>
        <w:t xml:space="preserve"> </w:t>
      </w:r>
      <w:r w:rsidRPr="00FB1E05">
        <w:rPr>
          <w:rFonts w:eastAsia="MS Mincho"/>
        </w:rPr>
        <w:t>no exceptions.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>If drivers are impaired by any substance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>—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 xml:space="preserve">alcohol or </w:t>
      </w:r>
      <w:r w:rsidR="006749E8">
        <w:rPr>
          <w:rFonts w:eastAsia="MS Mincho"/>
        </w:rPr>
        <w:t xml:space="preserve">other </w:t>
      </w:r>
      <w:r w:rsidRPr="00EA15E0">
        <w:rPr>
          <w:rFonts w:eastAsia="MS Mincho"/>
        </w:rPr>
        <w:t>drugs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>—</w:t>
      </w:r>
      <w:r>
        <w:rPr>
          <w:rFonts w:eastAsia="MS Mincho"/>
        </w:rPr>
        <w:t xml:space="preserve"> </w:t>
      </w:r>
      <w:r w:rsidRPr="00EA15E0">
        <w:rPr>
          <w:rFonts w:eastAsia="MS Mincho"/>
        </w:rPr>
        <w:t xml:space="preserve">they should not get behind the wheel of a vehicle. Driving while impaired is illegal, period. The bottom line is this: </w:t>
      </w:r>
      <w:r w:rsidRPr="00B13B4D">
        <w:rPr>
          <w:rFonts w:eastAsia="MS Mincho"/>
          <w:i/>
        </w:rPr>
        <w:t xml:space="preserve">If You Feel Different, You Drive Different. Drive High, Get a DUI. </w:t>
      </w:r>
      <w:r w:rsidRPr="00EA15E0">
        <w:rPr>
          <w:rFonts w:eastAsia="MS Mincho"/>
        </w:rPr>
        <w:t>It’s that simple.</w:t>
      </w:r>
      <w:r>
        <w:rPr>
          <w:rFonts w:eastAsia="MS Mincho"/>
        </w:rPr>
        <w:t xml:space="preserve"> </w:t>
      </w:r>
      <w:r w:rsidR="00C91AD7">
        <w:rPr>
          <w:rFonts w:eastAsia="MS Mincho"/>
        </w:rPr>
        <w:t xml:space="preserve"> </w:t>
      </w:r>
    </w:p>
    <w:p w14:paraId="45858F15" w14:textId="77777777" w:rsidR="00B13B4D" w:rsidRDefault="00B13B4D" w:rsidP="00B13B4D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0BDBF9ED" w14:textId="7B5768CF" w:rsidR="00FC2D75" w:rsidRDefault="00FC2D75" w:rsidP="00FC2D75">
      <w:pPr>
        <w:tabs>
          <w:tab w:val="left" w:pos="180"/>
        </w:tabs>
        <w:spacing w:after="0" w:line="240" w:lineRule="auto"/>
        <w:rPr>
          <w:rFonts w:eastAsia="MS Mincho"/>
        </w:rPr>
      </w:pPr>
      <w:r>
        <w:rPr>
          <w:rFonts w:eastAsia="MS Mincho"/>
        </w:rPr>
        <w:t xml:space="preserve">According to NHTSA, </w:t>
      </w:r>
      <w:r w:rsidR="00B162A8">
        <w:rPr>
          <w:rFonts w:eastAsia="MS Mincho"/>
        </w:rPr>
        <w:t>in</w:t>
      </w:r>
      <w:r w:rsidRPr="00FB1E05">
        <w:rPr>
          <w:rFonts w:eastAsia="MS Mincho"/>
        </w:rPr>
        <w:t xml:space="preserve"> 2016, 42% of the drivers killed in fatal crashes who were tested, tested positive for drugs. </w:t>
      </w:r>
      <w:r>
        <w:rPr>
          <w:rFonts w:eastAsia="MS Mincho"/>
        </w:rPr>
        <w:t>This is why it’s so important we spread this lifesaving message:</w:t>
      </w:r>
      <w:r w:rsidRPr="00FB1E05">
        <w:rPr>
          <w:rFonts w:eastAsia="MS Mincho"/>
        </w:rPr>
        <w:t xml:space="preserve"> </w:t>
      </w:r>
      <w:r w:rsidRPr="00B6022F">
        <w:rPr>
          <w:rFonts w:eastAsia="MS Mincho"/>
          <w:i/>
        </w:rPr>
        <w:t>If You Feel Different, You Drive Different.</w:t>
      </w:r>
      <w:r>
        <w:rPr>
          <w:rFonts w:eastAsia="MS Mincho"/>
          <w:i/>
        </w:rPr>
        <w:t xml:space="preserve"> Drive High, Get a DUI.</w:t>
      </w:r>
      <w:r w:rsidRPr="00B6022F">
        <w:rPr>
          <w:rFonts w:eastAsia="MS Mincho"/>
          <w:i/>
        </w:rPr>
        <w:t xml:space="preserve"> </w:t>
      </w:r>
      <w:r w:rsidRPr="002F1F1E">
        <w:rPr>
          <w:rFonts w:eastAsia="MS Mincho"/>
        </w:rPr>
        <w:t>It</w:t>
      </w:r>
      <w:r w:rsidRPr="00FB1E05">
        <w:rPr>
          <w:rFonts w:eastAsia="MS Mincho"/>
        </w:rPr>
        <w:t xml:space="preserve"> doesn’t matter what term you use: If a person is feeling a little high, buzzed, stoned, wasted, or drunk, he or she is impaired and should never get behind the wheel. </w:t>
      </w:r>
      <w:r>
        <w:rPr>
          <w:rFonts w:eastAsia="MS Mincho"/>
        </w:rPr>
        <w:t>Thin</w:t>
      </w:r>
      <w:r w:rsidR="00C82421">
        <w:rPr>
          <w:rFonts w:eastAsia="MS Mincho"/>
        </w:rPr>
        <w:t>k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>driving while high won’t affect you</w:t>
      </w:r>
      <w:r>
        <w:rPr>
          <w:rFonts w:eastAsia="MS Mincho"/>
        </w:rPr>
        <w:t xml:space="preserve">? You’re wrong. </w:t>
      </w:r>
      <w:r w:rsidRPr="00FB1E05">
        <w:rPr>
          <w:rFonts w:eastAsia="MS Mincho"/>
        </w:rPr>
        <w:t>It has been proven that Tetrahydrocannabinol (THC)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>—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 xml:space="preserve">the chemical </w:t>
      </w:r>
      <w:r w:rsidRPr="00FB1E05">
        <w:rPr>
          <w:rFonts w:eastAsia="MS Mincho"/>
        </w:rPr>
        <w:lastRenderedPageBreak/>
        <w:t>responsible for most of marijuana’s psycho</w:t>
      </w:r>
      <w:r w:rsidR="00E029CD">
        <w:rPr>
          <w:rFonts w:eastAsia="MS Mincho"/>
        </w:rPr>
        <w:t>active</w:t>
      </w:r>
      <w:r w:rsidRPr="00FB1E05">
        <w:rPr>
          <w:rFonts w:eastAsia="MS Mincho"/>
        </w:rPr>
        <w:t xml:space="preserve"> effects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>—</w:t>
      </w:r>
      <w:r>
        <w:rPr>
          <w:rFonts w:eastAsia="MS Mincho"/>
        </w:rPr>
        <w:t xml:space="preserve"> </w:t>
      </w:r>
      <w:r w:rsidRPr="00FB1E05">
        <w:rPr>
          <w:rFonts w:eastAsia="MS Mincho"/>
        </w:rPr>
        <w:t>slows reaction times, impairs cognitive performance, and makes it more difficult for drivers to keep a steady position in their lane</w:t>
      </w:r>
      <w:r>
        <w:rPr>
          <w:rFonts w:eastAsia="MS Mincho"/>
        </w:rPr>
        <w:t>. This is a deadly combination.</w:t>
      </w:r>
    </w:p>
    <w:p w14:paraId="55B02316" w14:textId="613EF542" w:rsidR="00B13B4D" w:rsidRDefault="00B13B4D" w:rsidP="00FC2D75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4753BEE4" w14:textId="635CBDD1" w:rsidR="00B13B4D" w:rsidRDefault="00B13B4D" w:rsidP="00FC2D75">
      <w:pPr>
        <w:tabs>
          <w:tab w:val="left" w:pos="180"/>
        </w:tabs>
        <w:spacing w:after="0" w:line="240" w:lineRule="auto"/>
        <w:rPr>
          <w:rFonts w:eastAsia="MS Mincho"/>
        </w:rPr>
      </w:pPr>
      <w:r w:rsidRPr="00107695">
        <w:rPr>
          <w:rFonts w:eastAsia="MS Mincho"/>
        </w:rPr>
        <w:t xml:space="preserve">Something as simple as cold medication or an over-the-counter sleep aid could impair </w:t>
      </w:r>
      <w:proofErr w:type="spellStart"/>
      <w:r w:rsidRPr="00107695">
        <w:rPr>
          <w:rFonts w:eastAsia="MS Mincho"/>
        </w:rPr>
        <w:t>your</w:t>
      </w:r>
      <w:proofErr w:type="spellEnd"/>
      <w:r w:rsidRPr="00107695">
        <w:rPr>
          <w:rFonts w:eastAsia="MS Mincho"/>
        </w:rPr>
        <w:t xml:space="preserve"> driving. If it does, you </w:t>
      </w:r>
      <w:r w:rsidR="005D4D59">
        <w:rPr>
          <w:rFonts w:eastAsia="MS Mincho"/>
        </w:rPr>
        <w:t>could</w:t>
      </w:r>
      <w:r w:rsidR="005D4D59" w:rsidRPr="00107695">
        <w:rPr>
          <w:rFonts w:eastAsia="MS Mincho"/>
        </w:rPr>
        <w:t xml:space="preserve"> </w:t>
      </w:r>
      <w:r w:rsidRPr="00107695">
        <w:rPr>
          <w:rFonts w:eastAsia="MS Mincho"/>
        </w:rPr>
        <w:t>be arrested for a DUI. If you are taking a new prescription drug or a higher dose of a current prescription drug, do not drive until you know what effect it has on your judgement, coordination, and reaction time. Any effect could impair your driving ability.</w:t>
      </w:r>
      <w:r>
        <w:rPr>
          <w:rFonts w:eastAsia="MS Mincho"/>
        </w:rPr>
        <w:t xml:space="preserve"> In fact, c</w:t>
      </w:r>
      <w:r w:rsidRPr="00107695">
        <w:rPr>
          <w:rFonts w:eastAsia="MS Mincho"/>
        </w:rPr>
        <w:t>ertain medications may not impair you on their own, but if taken with a second medication or with alcohol, they may cause impairment. Any form of impaired driving is illegal.</w:t>
      </w:r>
    </w:p>
    <w:p w14:paraId="11978EFA" w14:textId="77777777" w:rsidR="00B13B4D" w:rsidRDefault="00B13B4D" w:rsidP="00FC2D75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46F02F00" w14:textId="43E82144" w:rsidR="00C30408" w:rsidRDefault="00C30408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 w:rsidRPr="00B13B4D">
        <w:rPr>
          <w:rFonts w:eastAsia="MS Mincho"/>
        </w:rPr>
        <w:t xml:space="preserve">The </w:t>
      </w:r>
      <w:r w:rsidR="00BF132E" w:rsidRPr="00B13B4D">
        <w:rPr>
          <w:rFonts w:eastAsia="MS Mincho"/>
        </w:rPr>
        <w:t xml:space="preserve">decision to not drive </w:t>
      </w:r>
      <w:r w:rsidR="00FC2D75" w:rsidRPr="00B13B4D">
        <w:rPr>
          <w:rFonts w:eastAsia="MS Mincho"/>
        </w:rPr>
        <w:t xml:space="preserve">impaired </w:t>
      </w:r>
      <w:r w:rsidRPr="00B13B4D">
        <w:rPr>
          <w:rFonts w:eastAsia="MS Mincho"/>
        </w:rPr>
        <w:t>should never</w:t>
      </w:r>
      <w:r w:rsidR="00BF132E" w:rsidRPr="00B13B4D">
        <w:rPr>
          <w:rFonts w:eastAsia="MS Mincho"/>
        </w:rPr>
        <w:t xml:space="preserve"> be a tough one. </w:t>
      </w:r>
      <w:r w:rsidR="00FC2D75" w:rsidRPr="00B13B4D">
        <w:rPr>
          <w:rFonts w:eastAsia="MS Mincho"/>
        </w:rPr>
        <w:t>Impaired</w:t>
      </w:r>
      <w:r w:rsidRPr="00B13B4D">
        <w:rPr>
          <w:rFonts w:eastAsia="MS Mincho"/>
        </w:rPr>
        <w:t xml:space="preserve"> driving </w:t>
      </w:r>
      <w:r w:rsidR="00FC2D75" w:rsidRPr="00B13B4D">
        <w:rPr>
          <w:rFonts w:eastAsia="MS Mincho"/>
        </w:rPr>
        <w:t xml:space="preserve">of all types </w:t>
      </w:r>
      <w:r w:rsidRPr="00B13B4D">
        <w:rPr>
          <w:rFonts w:eastAsia="MS Mincho"/>
        </w:rPr>
        <w:t>is illegal</w:t>
      </w:r>
      <w:r w:rsidR="001C11A4" w:rsidRPr="00B13B4D">
        <w:rPr>
          <w:rFonts w:eastAsia="MS Mincho"/>
        </w:rPr>
        <w:t xml:space="preserve"> and can be</w:t>
      </w:r>
      <w:r w:rsidRPr="00B13B4D">
        <w:rPr>
          <w:rFonts w:eastAsia="MS Mincho"/>
        </w:rPr>
        <w:t xml:space="preserve"> deadly</w:t>
      </w:r>
      <w:r w:rsidR="00FC2D75" w:rsidRPr="00B13B4D">
        <w:rPr>
          <w:rFonts w:eastAsia="MS Mincho"/>
        </w:rPr>
        <w:t xml:space="preserve"> </w:t>
      </w:r>
      <w:r w:rsidRPr="00B13B4D">
        <w:rPr>
          <w:rFonts w:eastAsia="MS Mincho"/>
        </w:rPr>
        <w:t>—</w:t>
      </w:r>
      <w:r w:rsidR="00FC2D75" w:rsidRPr="00B13B4D">
        <w:rPr>
          <w:rFonts w:eastAsia="MS Mincho"/>
        </w:rPr>
        <w:t xml:space="preserve"> </w:t>
      </w:r>
      <w:r w:rsidRPr="00B13B4D">
        <w:rPr>
          <w:rFonts w:eastAsia="MS Mincho"/>
        </w:rPr>
        <w:t>to the driver, to his or her passen</w:t>
      </w:r>
      <w:r w:rsidR="00B162A8">
        <w:rPr>
          <w:rFonts w:eastAsia="MS Mincho"/>
        </w:rPr>
        <w:t>gers, and to other road users</w:t>
      </w:r>
      <w:r w:rsidRPr="00B13B4D">
        <w:rPr>
          <w:rFonts w:eastAsia="MS Mincho"/>
        </w:rPr>
        <w:t>. We will be out on high alert, seeking out</w:t>
      </w:r>
      <w:r>
        <w:rPr>
          <w:rFonts w:eastAsia="MS Mincho"/>
        </w:rPr>
        <w:t xml:space="preserve"> </w:t>
      </w:r>
      <w:r w:rsidR="00FC2D75">
        <w:rPr>
          <w:rFonts w:eastAsia="MS Mincho"/>
        </w:rPr>
        <w:t>drug-impaired</w:t>
      </w:r>
      <w:r>
        <w:rPr>
          <w:rFonts w:eastAsia="MS Mincho"/>
        </w:rPr>
        <w:t xml:space="preserve"> drivers during the holiday period, showing zero tolerance for anyone driving </w:t>
      </w:r>
      <w:r w:rsidR="00FC2D75">
        <w:rPr>
          <w:rFonts w:eastAsia="MS Mincho"/>
        </w:rPr>
        <w:t>high or impaired</w:t>
      </w:r>
      <w:r>
        <w:rPr>
          <w:rFonts w:eastAsia="MS Mincho"/>
        </w:rPr>
        <w:t xml:space="preserve">. </w:t>
      </w:r>
      <w:r w:rsidR="00FC2D75">
        <w:rPr>
          <w:rFonts w:eastAsia="MS Mincho"/>
        </w:rPr>
        <w:t xml:space="preserve">If you are pulled over and </w:t>
      </w:r>
      <w:r w:rsidR="00E029CD">
        <w:rPr>
          <w:rFonts w:eastAsia="MS Mincho"/>
        </w:rPr>
        <w:t>found to be dr</w:t>
      </w:r>
      <w:r w:rsidR="00B162A8">
        <w:rPr>
          <w:rFonts w:eastAsia="MS Mincho"/>
        </w:rPr>
        <w:t>iving impaired by any substance</w:t>
      </w:r>
      <w:r>
        <w:rPr>
          <w:rFonts w:eastAsia="MS Mincho"/>
        </w:rPr>
        <w:t>, you will be arrested</w:t>
      </w:r>
      <w:r w:rsidR="00FC2D75">
        <w:rPr>
          <w:rFonts w:eastAsia="MS Mincho"/>
        </w:rPr>
        <w:t xml:space="preserve"> </w:t>
      </w:r>
      <w:r>
        <w:rPr>
          <w:rFonts w:eastAsia="MS Mincho"/>
        </w:rPr>
        <w:t>—</w:t>
      </w:r>
      <w:r w:rsidR="00FC2D75">
        <w:rPr>
          <w:rFonts w:eastAsia="MS Mincho"/>
        </w:rPr>
        <w:t xml:space="preserve"> </w:t>
      </w:r>
      <w:r>
        <w:rPr>
          <w:rFonts w:eastAsia="MS Mincho"/>
        </w:rPr>
        <w:t xml:space="preserve">no excuses. </w:t>
      </w:r>
      <w:r w:rsidR="00E029CD">
        <w:rPr>
          <w:rFonts w:eastAsia="MS Mincho"/>
        </w:rPr>
        <w:t>I</w:t>
      </w:r>
      <w:r>
        <w:rPr>
          <w:rFonts w:eastAsia="MS Mincho"/>
        </w:rPr>
        <w:t>t is against the law to driv</w:t>
      </w:r>
      <w:r w:rsidR="00B208EE">
        <w:rPr>
          <w:rFonts w:eastAsia="MS Mincho"/>
        </w:rPr>
        <w:t xml:space="preserve">e </w:t>
      </w:r>
      <w:r w:rsidR="00465775">
        <w:rPr>
          <w:rFonts w:eastAsia="MS Mincho"/>
        </w:rPr>
        <w:t xml:space="preserve">impaired </w:t>
      </w:r>
      <w:r w:rsidR="00B208EE">
        <w:rPr>
          <w:rFonts w:eastAsia="MS Mincho"/>
        </w:rPr>
        <w:t>in every s</w:t>
      </w:r>
      <w:r>
        <w:rPr>
          <w:rFonts w:eastAsia="MS Mincho"/>
        </w:rPr>
        <w:t>tate</w:t>
      </w:r>
      <w:r w:rsidR="00E029CD">
        <w:rPr>
          <w:rFonts w:eastAsia="MS Mincho"/>
        </w:rPr>
        <w:t>,</w:t>
      </w:r>
      <w:r>
        <w:rPr>
          <w:rFonts w:eastAsia="MS Mincho"/>
        </w:rPr>
        <w:t xml:space="preserve"> Washington, DC</w:t>
      </w:r>
      <w:r w:rsidR="001924FC">
        <w:rPr>
          <w:rFonts w:eastAsia="MS Mincho"/>
        </w:rPr>
        <w:t>,</w:t>
      </w:r>
      <w:r w:rsidR="00E029CD">
        <w:rPr>
          <w:rFonts w:eastAsia="MS Mincho"/>
        </w:rPr>
        <w:t xml:space="preserve"> and Puerto Rico</w:t>
      </w:r>
      <w:r w:rsidR="00B162A8">
        <w:rPr>
          <w:rFonts w:eastAsia="MS Mincho"/>
        </w:rPr>
        <w:t>.</w:t>
      </w:r>
      <w:r>
        <w:rPr>
          <w:rFonts w:eastAsia="MS Mincho"/>
        </w:rPr>
        <w:t xml:space="preserve"> Alcohol </w:t>
      </w:r>
      <w:r w:rsidR="00C82421">
        <w:rPr>
          <w:rFonts w:eastAsia="MS Mincho"/>
        </w:rPr>
        <w:t xml:space="preserve">and drug </w:t>
      </w:r>
      <w:r>
        <w:rPr>
          <w:rFonts w:eastAsia="MS Mincho"/>
        </w:rPr>
        <w:t xml:space="preserve">consumption lowers inhibitions, causing you to make bad decisions you would not otherwise make. </w:t>
      </w:r>
      <w:r w:rsidRPr="00D46D3C">
        <w:rPr>
          <w:rFonts w:eastAsia="MS Mincho"/>
        </w:rPr>
        <w:t xml:space="preserve">Do not </w:t>
      </w:r>
      <w:r>
        <w:rPr>
          <w:rFonts w:eastAsia="MS Mincho"/>
        </w:rPr>
        <w:t xml:space="preserve">trust yourself </w:t>
      </w:r>
      <w:r w:rsidR="00FC2D75">
        <w:rPr>
          <w:rFonts w:eastAsia="MS Mincho"/>
        </w:rPr>
        <w:t xml:space="preserve">to drive safely </w:t>
      </w:r>
      <w:r>
        <w:rPr>
          <w:rFonts w:eastAsia="MS Mincho"/>
        </w:rPr>
        <w:t xml:space="preserve">when you </w:t>
      </w:r>
      <w:r w:rsidR="00FC2D75">
        <w:rPr>
          <w:rFonts w:eastAsia="MS Mincho"/>
        </w:rPr>
        <w:t xml:space="preserve">are </w:t>
      </w:r>
      <w:r w:rsidR="00C82421">
        <w:rPr>
          <w:rFonts w:eastAsia="MS Mincho"/>
        </w:rPr>
        <w:t xml:space="preserve">drinking alcohol or </w:t>
      </w:r>
      <w:r w:rsidR="00FC2D75">
        <w:rPr>
          <w:rFonts w:eastAsia="MS Mincho"/>
        </w:rPr>
        <w:t>on drugs</w:t>
      </w:r>
      <w:r>
        <w:rPr>
          <w:rFonts w:eastAsia="MS Mincho"/>
        </w:rPr>
        <w:t>.</w:t>
      </w:r>
    </w:p>
    <w:p w14:paraId="170E1681" w14:textId="77777777" w:rsidR="00B13B4D" w:rsidRDefault="00B13B4D" w:rsidP="00B13B4D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0747F935" w14:textId="4684C30C" w:rsidR="00834510" w:rsidRPr="00B13B4D" w:rsidRDefault="00BF132E" w:rsidP="00B13B4D">
      <w:pPr>
        <w:tabs>
          <w:tab w:val="left" w:pos="180"/>
        </w:tabs>
        <w:spacing w:after="0" w:line="240" w:lineRule="auto"/>
        <w:rPr>
          <w:rFonts w:eastAsia="MS Mincho"/>
        </w:rPr>
      </w:pPr>
      <w:r>
        <w:rPr>
          <w:rFonts w:eastAsia="MS Mincho"/>
        </w:rPr>
        <w:t xml:space="preserve">The </w:t>
      </w:r>
      <w:r w:rsidR="00FC2D75" w:rsidRPr="00B13B4D">
        <w:rPr>
          <w:rFonts w:eastAsia="MS Mincho"/>
          <w:i/>
        </w:rPr>
        <w:t>If You Feel Different, You Drive Different.</w:t>
      </w:r>
      <w:r w:rsidR="00B162A8">
        <w:rPr>
          <w:rFonts w:eastAsia="MS Mincho"/>
        </w:rPr>
        <w:t xml:space="preserve"> </w:t>
      </w:r>
      <w:r>
        <w:rPr>
          <w:rFonts w:eastAsia="MS Mincho"/>
        </w:rPr>
        <w:t xml:space="preserve">national high-visibility enforcement campaign ends on </w:t>
      </w:r>
      <w:r w:rsidRPr="00491C73">
        <w:rPr>
          <w:rFonts w:eastAsia="MS Mincho"/>
        </w:rPr>
        <w:t xml:space="preserve">September </w:t>
      </w:r>
      <w:r w:rsidR="00E029CD">
        <w:rPr>
          <w:rFonts w:eastAsia="MS Mincho"/>
        </w:rPr>
        <w:t>2</w:t>
      </w:r>
      <w:r>
        <w:rPr>
          <w:rFonts w:eastAsia="MS Mincho"/>
        </w:rPr>
        <w:t xml:space="preserve">. However, our commitment to enforcing </w:t>
      </w:r>
      <w:r w:rsidR="00FC2D75">
        <w:rPr>
          <w:rFonts w:eastAsia="MS Mincho"/>
        </w:rPr>
        <w:t>impaired</w:t>
      </w:r>
      <w:r>
        <w:rPr>
          <w:rFonts w:eastAsia="MS Mincho"/>
        </w:rPr>
        <w:t xml:space="preserve">-driving laws </w:t>
      </w:r>
      <w:r w:rsidR="00834510">
        <w:rPr>
          <w:rFonts w:eastAsia="MS Mincho"/>
        </w:rPr>
        <w:t>never ends</w:t>
      </w:r>
      <w:r>
        <w:rPr>
          <w:rFonts w:eastAsia="MS Mincho"/>
        </w:rPr>
        <w:t xml:space="preserve">. </w:t>
      </w:r>
      <w:r w:rsidR="00FC2D75">
        <w:rPr>
          <w:rFonts w:eastAsia="MS Mincho"/>
        </w:rPr>
        <w:t>Drug-impaired</w:t>
      </w:r>
      <w:r>
        <w:rPr>
          <w:rFonts w:eastAsia="MS Mincho"/>
        </w:rPr>
        <w:t xml:space="preserve"> driving is never okay. If you are planning to </w:t>
      </w:r>
      <w:r w:rsidR="00FC2D75">
        <w:rPr>
          <w:rFonts w:eastAsia="MS Mincho"/>
        </w:rPr>
        <w:t>indulge in an impairing substance</w:t>
      </w:r>
      <w:r>
        <w:rPr>
          <w:rFonts w:eastAsia="MS Mincho"/>
        </w:rPr>
        <w:t xml:space="preserve">, plan ahead for a </w:t>
      </w:r>
      <w:r w:rsidR="00834510">
        <w:rPr>
          <w:rFonts w:eastAsia="MS Mincho"/>
        </w:rPr>
        <w:t>sober ride home. R</w:t>
      </w:r>
      <w:r w:rsidR="00834510" w:rsidRPr="00B13B4D">
        <w:rPr>
          <w:rFonts w:eastAsia="MS Mincho"/>
        </w:rPr>
        <w:t xml:space="preserve">emember these tips for a safe night on the roads: </w:t>
      </w:r>
    </w:p>
    <w:p w14:paraId="60785BDE" w14:textId="7C361413" w:rsidR="00B13B4D" w:rsidRDefault="00B13B4D" w:rsidP="00B13B4D">
      <w:pPr>
        <w:numPr>
          <w:ilvl w:val="0"/>
          <w:numId w:val="3"/>
        </w:numPr>
        <w:spacing w:before="120" w:after="120" w:line="240" w:lineRule="auto"/>
      </w:pPr>
      <w:r>
        <w:t xml:space="preserve">If </w:t>
      </w:r>
      <w:r w:rsidR="00E029CD">
        <w:t xml:space="preserve">you </w:t>
      </w:r>
      <w:r>
        <w:t>ha</w:t>
      </w:r>
      <w:r w:rsidR="00E029CD">
        <w:t xml:space="preserve">ve </w:t>
      </w:r>
      <w:r>
        <w:t xml:space="preserve">ingested an impairing substance, such as </w:t>
      </w:r>
      <w:r w:rsidR="00E029CD">
        <w:t xml:space="preserve">marijuana, alcohol, </w:t>
      </w:r>
      <w:r>
        <w:t xml:space="preserve">prescription drugs, sleep medication, or any form of illegal drug, </w:t>
      </w:r>
      <w:r w:rsidR="00E029CD">
        <w:t xml:space="preserve">do not </w:t>
      </w:r>
      <w:r>
        <w:t>drive. Passengers should never ride with an impaired driver. If you think a driver may be impaired, do not get in the car.</w:t>
      </w:r>
    </w:p>
    <w:p w14:paraId="046941DF" w14:textId="6BADD9DC" w:rsidR="00B13B4D" w:rsidRDefault="00B13B4D" w:rsidP="00B13B4D">
      <w:pPr>
        <w:numPr>
          <w:ilvl w:val="0"/>
          <w:numId w:val="3"/>
        </w:numPr>
        <w:spacing w:before="120" w:after="120" w:line="240" w:lineRule="auto"/>
      </w:pPr>
      <w:r>
        <w:t>If you are drug-impaired, pass the key</w:t>
      </w:r>
      <w:r w:rsidR="00C82421">
        <w:t>s</w:t>
      </w:r>
      <w:r>
        <w:t xml:space="preserve"> to a sober driver who can safely drive you to your final destination. Like drunk driving, it is essential that drug-impaired drivers refrain from driving a vehicle. It is never okay to drive while impaired by any substance.</w:t>
      </w:r>
    </w:p>
    <w:p w14:paraId="5510C2E8" w14:textId="77777777" w:rsidR="00B13B4D" w:rsidRDefault="00B13B4D" w:rsidP="00B13B4D">
      <w:pPr>
        <w:numPr>
          <w:ilvl w:val="0"/>
          <w:numId w:val="3"/>
        </w:numPr>
        <w:spacing w:before="120" w:after="120" w:line="240" w:lineRule="auto"/>
      </w:pPr>
      <w:r>
        <w:t>Have a friend who is about to drive while impaired by drugs? Take the keys away and arrange to get them home safely. Don’t worry about offending someone—they’ll thank you later.</w:t>
      </w:r>
    </w:p>
    <w:p w14:paraId="7F120F46" w14:textId="77777777" w:rsidR="00B13B4D" w:rsidRPr="00C35602" w:rsidRDefault="00B13B4D" w:rsidP="00B13B4D">
      <w:pPr>
        <w:numPr>
          <w:ilvl w:val="0"/>
          <w:numId w:val="3"/>
        </w:numPr>
        <w:spacing w:before="120" w:after="120" w:line="240" w:lineRule="auto"/>
      </w:pPr>
      <w:r w:rsidRPr="00C35602">
        <w:t xml:space="preserve">Use your community’s sober ride </w:t>
      </w:r>
      <w:r w:rsidRPr="004F2AE1">
        <w:t>program</w:t>
      </w:r>
      <w:r w:rsidRPr="00697984">
        <w:rPr>
          <w:b/>
        </w:rPr>
        <w:t xml:space="preserve"> [Insert your local sober ride program specifics here]</w:t>
      </w:r>
      <w:r w:rsidRPr="00C35602">
        <w:t>.</w:t>
      </w:r>
    </w:p>
    <w:p w14:paraId="72E0FE31" w14:textId="77777777" w:rsidR="00B13B4D" w:rsidRDefault="00B13B4D" w:rsidP="00B13B4D">
      <w:pPr>
        <w:numPr>
          <w:ilvl w:val="0"/>
          <w:numId w:val="3"/>
        </w:numPr>
        <w:spacing w:before="120" w:after="120" w:line="240" w:lineRule="auto"/>
      </w:pPr>
      <w:r>
        <w:t xml:space="preserve">If you see an impaired </w:t>
      </w:r>
      <w:r w:rsidRPr="00C35602">
        <w:t xml:space="preserve">driver on the road, contact </w:t>
      </w:r>
      <w:r w:rsidRPr="00697984">
        <w:rPr>
          <w:b/>
        </w:rPr>
        <w:t>[Local Law Enforcement]</w:t>
      </w:r>
      <w:r w:rsidRPr="00697984">
        <w:t>.</w:t>
      </w:r>
    </w:p>
    <w:p w14:paraId="49145DCE" w14:textId="77777777" w:rsidR="00FC2D75" w:rsidRPr="00FC2D75" w:rsidRDefault="00FC2D75" w:rsidP="00FC2D75">
      <w:pPr>
        <w:spacing w:before="120" w:after="120" w:line="240" w:lineRule="auto"/>
      </w:pPr>
    </w:p>
    <w:p w14:paraId="2D5F814D" w14:textId="77777777" w:rsidR="00FC2D75" w:rsidRDefault="00FC2D75" w:rsidP="00FC2D75">
      <w:r w:rsidRPr="00D508E2">
        <w:rPr>
          <w:color w:val="000000"/>
        </w:rPr>
        <w:t xml:space="preserve">For more information about the </w:t>
      </w:r>
      <w:r>
        <w:rPr>
          <w:i/>
        </w:rPr>
        <w:t>If You Feel Different, You Drive Different. Drive High, Get a DUI.</w:t>
      </w:r>
      <w:r w:rsidRPr="00D508E2">
        <w:t xml:space="preserve"> </w:t>
      </w:r>
      <w:r w:rsidRPr="00D508E2">
        <w:rPr>
          <w:color w:val="000000"/>
        </w:rPr>
        <w:t xml:space="preserve">campaign, visit </w:t>
      </w:r>
      <w:hyperlink r:id="rId7" w:history="1">
        <w:r>
          <w:rPr>
            <w:rStyle w:val="Hyperlink"/>
          </w:rPr>
          <w:t>https://www.trafficsafetymarketing.gov/get-materials/drug-impaired-driving/drive-high-get-dui</w:t>
        </w:r>
      </w:hyperlink>
      <w:r w:rsidRPr="00D508E2">
        <w:t>.</w:t>
      </w:r>
    </w:p>
    <w:p w14:paraId="5076F31E" w14:textId="77777777" w:rsidR="00BF132E" w:rsidRDefault="00BF132E" w:rsidP="00BF132E">
      <w:pPr>
        <w:rPr>
          <w:rFonts w:eastAsia="MS Mincho"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880258" wp14:editId="46CECDFF">
                <wp:simplePos x="0" y="0"/>
                <wp:positionH relativeFrom="column">
                  <wp:posOffset>3558540</wp:posOffset>
                </wp:positionH>
                <wp:positionV relativeFrom="paragraph">
                  <wp:posOffset>1829435</wp:posOffset>
                </wp:positionV>
                <wp:extent cx="2438400" cy="419100"/>
                <wp:effectExtent l="0" t="0" r="381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D6A89" w14:textId="77777777" w:rsidR="00BF132E" w:rsidRPr="00A903AB" w:rsidRDefault="00BF132E" w:rsidP="00BF132E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 w:rsidRPr="00297001"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t>2965d-0501</w:t>
                            </w:r>
                            <w:r w:rsidRPr="00297001">
                              <w:rPr>
                                <w:sz w:val="16"/>
                              </w:rPr>
                              <w:t>17-v1</w:t>
                            </w:r>
                            <w:r>
                              <w:rPr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8802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0.2pt;margin-top:144.05pt;width:192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SG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" filled="f" stroked="f">
                <v:textbox>
                  <w:txbxContent>
                    <w:p w14:paraId="731D6A89" w14:textId="77777777" w:rsidR="00BF132E" w:rsidRPr="00A903AB" w:rsidRDefault="00BF132E" w:rsidP="00BF132E">
                      <w:pPr>
                        <w:jc w:val="right"/>
                        <w:rPr>
                          <w:sz w:val="16"/>
                        </w:rPr>
                      </w:pPr>
                      <w:r w:rsidRPr="00297001"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t>2965d-0501</w:t>
                      </w:r>
                      <w:r w:rsidRPr="00297001">
                        <w:rPr>
                          <w:sz w:val="16"/>
                        </w:rPr>
                        <w:t>17-v1</w:t>
                      </w:r>
                      <w:r>
                        <w:rPr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E59B52A" w14:textId="77777777" w:rsidR="004944B0" w:rsidRPr="00BF132E" w:rsidRDefault="004944B0" w:rsidP="00BF132E"/>
    <w:sectPr w:rsidR="004944B0" w:rsidRPr="00BF132E" w:rsidSect="00B9273B">
      <w:headerReference w:type="default" r:id="rId8"/>
      <w:footerReference w:type="default" r:id="rId9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32DF0" w14:textId="77777777" w:rsidR="00C065B3" w:rsidRDefault="00C065B3" w:rsidP="00901CE9">
      <w:pPr>
        <w:spacing w:after="0" w:line="240" w:lineRule="auto"/>
      </w:pPr>
      <w:r>
        <w:separator/>
      </w:r>
    </w:p>
  </w:endnote>
  <w:endnote w:type="continuationSeparator" w:id="0">
    <w:p w14:paraId="67B2FCDE" w14:textId="77777777" w:rsidR="00C065B3" w:rsidRDefault="00C065B3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9419F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163966" wp14:editId="1FA4EF59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E1DF4" w14:textId="77777777" w:rsidR="007F0F99" w:rsidRDefault="00460A65" w:rsidP="00FF53E2">
                          <w:pPr>
                            <w:pStyle w:val="5ControlCode"/>
                          </w:pPr>
                          <w:r>
                            <w:t>13487f</w:t>
                          </w:r>
                          <w:r w:rsidR="007F0F99">
                            <w:t>-</w:t>
                          </w:r>
                          <w:r w:rsidR="00DE3AB1">
                            <w:t>081018</w:t>
                          </w:r>
                          <w:r w:rsidR="00FF4E5A">
                            <w:t>-</w:t>
                          </w:r>
                          <w:r>
                            <w:t>v</w:t>
                          </w:r>
                          <w:r w:rsidR="00DE3AB1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63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54AE1DF4" w14:textId="77777777" w:rsidR="007F0F99" w:rsidRDefault="00460A65" w:rsidP="00FF53E2">
                    <w:pPr>
                      <w:pStyle w:val="5ControlCode"/>
                    </w:pPr>
                    <w:r>
                      <w:t>13487f</w:t>
                    </w:r>
                    <w:r w:rsidR="007F0F99">
                      <w:t>-</w:t>
                    </w:r>
                    <w:r w:rsidR="00DE3AB1">
                      <w:t>081018</w:t>
                    </w:r>
                    <w:r w:rsidR="00FF4E5A">
                      <w:t>-</w:t>
                    </w:r>
                    <w:r>
                      <w:t>v</w:t>
                    </w:r>
                    <w:r w:rsidR="00DE3AB1"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157EF563" wp14:editId="42989874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230A3" w14:textId="77777777" w:rsidR="00C065B3" w:rsidRDefault="00C065B3" w:rsidP="00901CE9">
      <w:pPr>
        <w:spacing w:after="0" w:line="240" w:lineRule="auto"/>
      </w:pPr>
      <w:r>
        <w:separator/>
      </w:r>
    </w:p>
  </w:footnote>
  <w:footnote w:type="continuationSeparator" w:id="0">
    <w:p w14:paraId="57795D89" w14:textId="77777777" w:rsidR="00C065B3" w:rsidRDefault="00C065B3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91B74" w14:textId="76001228" w:rsidR="00C52F03" w:rsidRDefault="00F446FB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7BC58EE0" wp14:editId="65071B70">
          <wp:extent cx="1704975" cy="1008380"/>
          <wp:effectExtent l="0" t="0" r="9525" b="1270"/>
          <wp:docPr id="5" name="Picture 5" descr="If you feel different you drive different. Drive high get a DUI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f you feel different you drive different. Drive high get a DUI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1008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686E7C"/>
    <w:multiLevelType w:val="hybridMultilevel"/>
    <w:tmpl w:val="6A4E9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3796"/>
    <w:rsid w:val="000663F2"/>
    <w:rsid w:val="000962B7"/>
    <w:rsid w:val="000A4889"/>
    <w:rsid w:val="000D2FD6"/>
    <w:rsid w:val="001441D0"/>
    <w:rsid w:val="00161F42"/>
    <w:rsid w:val="001924FC"/>
    <w:rsid w:val="001C11A4"/>
    <w:rsid w:val="001C55E0"/>
    <w:rsid w:val="001D7700"/>
    <w:rsid w:val="001E692F"/>
    <w:rsid w:val="00205F4F"/>
    <w:rsid w:val="0021528E"/>
    <w:rsid w:val="00223F78"/>
    <w:rsid w:val="0027504F"/>
    <w:rsid w:val="00295062"/>
    <w:rsid w:val="002A6AAF"/>
    <w:rsid w:val="002B4917"/>
    <w:rsid w:val="002B66C6"/>
    <w:rsid w:val="002C5FF8"/>
    <w:rsid w:val="002F5AEF"/>
    <w:rsid w:val="0030312C"/>
    <w:rsid w:val="00315732"/>
    <w:rsid w:val="00343E03"/>
    <w:rsid w:val="00352A56"/>
    <w:rsid w:val="003D2D80"/>
    <w:rsid w:val="00410767"/>
    <w:rsid w:val="0044490E"/>
    <w:rsid w:val="00450201"/>
    <w:rsid w:val="00460A65"/>
    <w:rsid w:val="00465775"/>
    <w:rsid w:val="004944B0"/>
    <w:rsid w:val="004D21EE"/>
    <w:rsid w:val="004D77A2"/>
    <w:rsid w:val="004F2AE1"/>
    <w:rsid w:val="004F7615"/>
    <w:rsid w:val="00512BFB"/>
    <w:rsid w:val="00515528"/>
    <w:rsid w:val="005430D9"/>
    <w:rsid w:val="00550936"/>
    <w:rsid w:val="00565486"/>
    <w:rsid w:val="005751C6"/>
    <w:rsid w:val="0058609D"/>
    <w:rsid w:val="005B0B9C"/>
    <w:rsid w:val="005D4D59"/>
    <w:rsid w:val="005E1C9A"/>
    <w:rsid w:val="005E42DD"/>
    <w:rsid w:val="00603243"/>
    <w:rsid w:val="00604280"/>
    <w:rsid w:val="00625A39"/>
    <w:rsid w:val="00636AEB"/>
    <w:rsid w:val="0067003C"/>
    <w:rsid w:val="00672251"/>
    <w:rsid w:val="00673C85"/>
    <w:rsid w:val="006749E8"/>
    <w:rsid w:val="00692DF3"/>
    <w:rsid w:val="00697610"/>
    <w:rsid w:val="006F6B8C"/>
    <w:rsid w:val="00733660"/>
    <w:rsid w:val="007377D7"/>
    <w:rsid w:val="0077096D"/>
    <w:rsid w:val="00785206"/>
    <w:rsid w:val="007C2723"/>
    <w:rsid w:val="007D5238"/>
    <w:rsid w:val="007F0F99"/>
    <w:rsid w:val="008214FC"/>
    <w:rsid w:val="00824066"/>
    <w:rsid w:val="0082535C"/>
    <w:rsid w:val="00831CC5"/>
    <w:rsid w:val="00834510"/>
    <w:rsid w:val="008459C9"/>
    <w:rsid w:val="0087332B"/>
    <w:rsid w:val="008B6819"/>
    <w:rsid w:val="008B6C4C"/>
    <w:rsid w:val="008C149B"/>
    <w:rsid w:val="00901CE9"/>
    <w:rsid w:val="00905462"/>
    <w:rsid w:val="009A5F02"/>
    <w:rsid w:val="009B34BB"/>
    <w:rsid w:val="009C0118"/>
    <w:rsid w:val="009E3F3A"/>
    <w:rsid w:val="009F3460"/>
    <w:rsid w:val="00A209DF"/>
    <w:rsid w:val="00A31EE2"/>
    <w:rsid w:val="00A345FE"/>
    <w:rsid w:val="00A519A9"/>
    <w:rsid w:val="00A77193"/>
    <w:rsid w:val="00A80AFB"/>
    <w:rsid w:val="00A90A9E"/>
    <w:rsid w:val="00A93A40"/>
    <w:rsid w:val="00AA106A"/>
    <w:rsid w:val="00AD3AFD"/>
    <w:rsid w:val="00AE3DBD"/>
    <w:rsid w:val="00AF61AD"/>
    <w:rsid w:val="00B13B4D"/>
    <w:rsid w:val="00B162A8"/>
    <w:rsid w:val="00B208EE"/>
    <w:rsid w:val="00B331E3"/>
    <w:rsid w:val="00B63986"/>
    <w:rsid w:val="00B9273B"/>
    <w:rsid w:val="00BB1112"/>
    <w:rsid w:val="00BB255D"/>
    <w:rsid w:val="00BF0673"/>
    <w:rsid w:val="00BF132E"/>
    <w:rsid w:val="00BF2E8F"/>
    <w:rsid w:val="00C065B3"/>
    <w:rsid w:val="00C30408"/>
    <w:rsid w:val="00C3632D"/>
    <w:rsid w:val="00C4642F"/>
    <w:rsid w:val="00C52F03"/>
    <w:rsid w:val="00C55758"/>
    <w:rsid w:val="00C64E8A"/>
    <w:rsid w:val="00C82421"/>
    <w:rsid w:val="00C86770"/>
    <w:rsid w:val="00C91AD7"/>
    <w:rsid w:val="00CA1A42"/>
    <w:rsid w:val="00CA22EC"/>
    <w:rsid w:val="00CC5909"/>
    <w:rsid w:val="00CD673A"/>
    <w:rsid w:val="00CE7F96"/>
    <w:rsid w:val="00D11077"/>
    <w:rsid w:val="00D3792F"/>
    <w:rsid w:val="00D55119"/>
    <w:rsid w:val="00D565CC"/>
    <w:rsid w:val="00D64AC9"/>
    <w:rsid w:val="00D92B7B"/>
    <w:rsid w:val="00D92FE1"/>
    <w:rsid w:val="00DD4A9B"/>
    <w:rsid w:val="00DE2078"/>
    <w:rsid w:val="00DE3AB1"/>
    <w:rsid w:val="00DE4EF2"/>
    <w:rsid w:val="00E029CD"/>
    <w:rsid w:val="00E14CE6"/>
    <w:rsid w:val="00E31AC0"/>
    <w:rsid w:val="00E43D62"/>
    <w:rsid w:val="00E53BEF"/>
    <w:rsid w:val="00E61E96"/>
    <w:rsid w:val="00E746E2"/>
    <w:rsid w:val="00E9039D"/>
    <w:rsid w:val="00EB3795"/>
    <w:rsid w:val="00F01171"/>
    <w:rsid w:val="00F21C7C"/>
    <w:rsid w:val="00F41EC0"/>
    <w:rsid w:val="00F446FB"/>
    <w:rsid w:val="00F46986"/>
    <w:rsid w:val="00F54D9A"/>
    <w:rsid w:val="00F93BDC"/>
    <w:rsid w:val="00FB2798"/>
    <w:rsid w:val="00FC2D75"/>
    <w:rsid w:val="00FE42E4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E09C3"/>
  <w15:docId w15:val="{2271B9BE-209E-4DA6-A388-ACF763BF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AE3DB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AE3DB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AE3DB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AE3DB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B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B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D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AE3DB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AE3DB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AE3DBD"/>
    <w:rPr>
      <w:color w:val="0000FF"/>
      <w:u w:val="single"/>
    </w:rPr>
  </w:style>
  <w:style w:type="paragraph" w:customStyle="1" w:styleId="MediumGrid21">
    <w:name w:val="Medium Grid 21"/>
    <w:uiPriority w:val="1"/>
    <w:rsid w:val="00AE3DBD"/>
    <w:rPr>
      <w:sz w:val="22"/>
      <w:szCs w:val="22"/>
    </w:rPr>
  </w:style>
  <w:style w:type="paragraph" w:customStyle="1" w:styleId="Normal1">
    <w:name w:val="Normal1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AE3DBD"/>
  </w:style>
  <w:style w:type="paragraph" w:customStyle="1" w:styleId="bodycopy">
    <w:name w:val="bodycopy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AE3DBD"/>
  </w:style>
  <w:style w:type="table" w:styleId="TableGrid">
    <w:name w:val="Table Grid"/>
    <w:basedOn w:val="TableNormal"/>
    <w:uiPriority w:val="59"/>
    <w:rsid w:val="00AE3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AE3DB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AE3D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3DB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AE3DB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E3DB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AE3DB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AE3DBD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BF132E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99"/>
    <w:qFormat/>
    <w:rsid w:val="0083451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657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7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775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7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775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rafficsafetymarketing.gov/get-materials/drug-impaired-driving/drive-high-get-du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NHTSA Drive Sober or Get Pulled Over Sample OpEd</vt:lpstr>
    </vt:vector>
  </TitlesOfParts>
  <Company>DOT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NHTSA Drive Sober or Get Pulled Over Sample OpEd</dc:title>
  <dc:creator>Greenbauer, Lynn CTR (NHTSA)</dc:creator>
  <cp:lastModifiedBy>Tara Casanova Powell</cp:lastModifiedBy>
  <cp:revision>2</cp:revision>
  <dcterms:created xsi:type="dcterms:W3CDTF">2019-08-15T20:21:00Z</dcterms:created>
  <dcterms:modified xsi:type="dcterms:W3CDTF">2019-08-15T20:21:00Z</dcterms:modified>
</cp:coreProperties>
</file>