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23CFB7" w14:textId="64F4E24B" w:rsidR="00FA734A" w:rsidRPr="0039360D" w:rsidRDefault="00FA734A" w:rsidP="00FA734A">
      <w:pPr>
        <w:pStyle w:val="Heading3"/>
        <w:jc w:val="center"/>
        <w:rPr>
          <w:rFonts w:ascii="Rockwell" w:hAnsi="Rockwell"/>
          <w:noProof/>
          <w:sz w:val="28"/>
        </w:rPr>
      </w:pPr>
      <w:bookmarkStart w:id="0" w:name="_GoBack"/>
      <w:bookmarkEnd w:id="0"/>
      <w:r w:rsidRPr="0039360D">
        <w:rPr>
          <w:rFonts w:ascii="Rockwell" w:hAnsi="Rockwell"/>
          <w:noProof/>
          <w:sz w:val="28"/>
        </w:rPr>
        <w:t>201</w:t>
      </w:r>
      <w:r>
        <w:rPr>
          <w:rFonts w:ascii="Rockwell" w:hAnsi="Rockwell"/>
          <w:noProof/>
          <w:sz w:val="28"/>
        </w:rPr>
        <w:t>9</w:t>
      </w:r>
      <w:r w:rsidRPr="0039360D">
        <w:rPr>
          <w:rFonts w:ascii="Rockwell" w:hAnsi="Rockwell"/>
          <w:noProof/>
          <w:sz w:val="28"/>
        </w:rPr>
        <w:t xml:space="preserve"> </w:t>
      </w:r>
      <w:r w:rsidR="00C91118">
        <w:rPr>
          <w:rFonts w:ascii="Rockwell" w:hAnsi="Rockwell"/>
          <w:i/>
          <w:noProof/>
          <w:sz w:val="28"/>
        </w:rPr>
        <w:t xml:space="preserve">DRIVE SOBER OR GET PULLED OVER </w:t>
      </w:r>
    </w:p>
    <w:p w14:paraId="11E49DE3" w14:textId="6DCB8D57" w:rsidR="00FA734A" w:rsidRDefault="00FA734A" w:rsidP="00FA734A">
      <w:pPr>
        <w:pStyle w:val="Heading2"/>
      </w:pPr>
      <w:r w:rsidRPr="00E07EC7">
        <w:rPr>
          <w:bCs/>
          <w:caps w:val="0"/>
        </w:rPr>
        <w:t xml:space="preserve">Products </w:t>
      </w:r>
      <w:r w:rsidR="00C265C5">
        <w:rPr>
          <w:bCs/>
          <w:caps w:val="0"/>
        </w:rPr>
        <w:t>F</w:t>
      </w:r>
      <w:r w:rsidRPr="00E07EC7">
        <w:rPr>
          <w:bCs/>
          <w:caps w:val="0"/>
        </w:rPr>
        <w:t>or Enforcement Action Kit</w:t>
      </w:r>
      <w:r>
        <w:rPr>
          <w:bCs/>
          <w:caps w:val="0"/>
        </w:rPr>
        <w:t xml:space="preserve">: </w:t>
      </w:r>
      <w:r w:rsidRPr="0039360D">
        <w:rPr>
          <w:caps w:val="0"/>
        </w:rPr>
        <w:t>Fact Sheet</w:t>
      </w:r>
    </w:p>
    <w:p w14:paraId="5CB3F685" w14:textId="2D563A7E" w:rsidR="00D65B1E" w:rsidRPr="00D508E2" w:rsidRDefault="00D65B1E" w:rsidP="00D65B1E">
      <w:pPr>
        <w:spacing w:before="120" w:after="120" w:line="240" w:lineRule="auto"/>
      </w:pPr>
      <w:r w:rsidRPr="00D508E2">
        <w:t xml:space="preserve">The </w:t>
      </w:r>
      <w:r w:rsidR="00715468" w:rsidRPr="00D508E2">
        <w:t xml:space="preserve">U.S. Department of Transportation’s </w:t>
      </w:r>
      <w:r w:rsidRPr="00D508E2">
        <w:t>National Highwa</w:t>
      </w:r>
      <w:r w:rsidR="00753A8A">
        <w:t>y Traffic Safety Administration</w:t>
      </w:r>
      <w:r w:rsidR="00671050" w:rsidRPr="00D508E2">
        <w:t xml:space="preserve"> is </w:t>
      </w:r>
      <w:r w:rsidR="00753A8A">
        <w:t>teaming up</w:t>
      </w:r>
      <w:r w:rsidR="00671050" w:rsidRPr="00D508E2">
        <w:t xml:space="preserve"> with</w:t>
      </w:r>
      <w:r w:rsidRPr="00D508E2">
        <w:t xml:space="preserve"> law enforcement nationwide during the 201</w:t>
      </w:r>
      <w:r w:rsidR="000A05D1">
        <w:t>9</w:t>
      </w:r>
      <w:r w:rsidRPr="00D508E2">
        <w:t xml:space="preserve"> Labor Day </w:t>
      </w:r>
      <w:r w:rsidRPr="00D508E2">
        <w:rPr>
          <w:i/>
        </w:rPr>
        <w:t>Drive Sober or Get Pulled Over</w:t>
      </w:r>
      <w:r w:rsidRPr="00D508E2">
        <w:t xml:space="preserve"> high-visibility enforcement cam</w:t>
      </w:r>
      <w:r w:rsidR="00715468" w:rsidRPr="00D508E2">
        <w:t>paign, which runs from August 1</w:t>
      </w:r>
      <w:r w:rsidR="00AD7803" w:rsidRPr="00D508E2">
        <w:t>4</w:t>
      </w:r>
      <w:r w:rsidR="00715468" w:rsidRPr="00D508E2">
        <w:t xml:space="preserve"> through September </w:t>
      </w:r>
      <w:r w:rsidR="00AD7803" w:rsidRPr="00D508E2">
        <w:t>2, 2019</w:t>
      </w:r>
      <w:r w:rsidR="00671050" w:rsidRPr="00D508E2">
        <w:t xml:space="preserve">. </w:t>
      </w:r>
      <w:r w:rsidRPr="00D508E2">
        <w:t>The enforcement campaign coincides with the 201</w:t>
      </w:r>
      <w:r w:rsidR="00AD7803" w:rsidRPr="00D508E2">
        <w:t>9</w:t>
      </w:r>
      <w:r w:rsidRPr="00D508E2">
        <w:t xml:space="preserve"> Labor Day holiday weekend, which is one of the deadliest times of the year in terms of drunk-driving fat</w:t>
      </w:r>
      <w:r w:rsidR="00835594" w:rsidRPr="00D508E2">
        <w:t>alities. With NHTSA’s support, s</w:t>
      </w:r>
      <w:r w:rsidRPr="00D508E2">
        <w:t>tate and local law e</w:t>
      </w:r>
      <w:r w:rsidR="00671050" w:rsidRPr="00D508E2">
        <w:t>nforcement agencies across the n</w:t>
      </w:r>
      <w:r w:rsidRPr="00D508E2">
        <w:t>ation are stepping-up enforcement to put an end to drunk driving, showing zero tolerance to save lives.</w:t>
      </w:r>
    </w:p>
    <w:p w14:paraId="7F05428D" w14:textId="77777777" w:rsidR="00D65B1E" w:rsidRPr="00D508E2" w:rsidRDefault="00D65B1E" w:rsidP="00D65B1E">
      <w:pPr>
        <w:outlineLvl w:val="0"/>
        <w:rPr>
          <w:b/>
        </w:rPr>
      </w:pPr>
      <w:r w:rsidRPr="00D508E2">
        <w:rPr>
          <w:b/>
        </w:rPr>
        <w:t>Sobering Statistics</w:t>
      </w:r>
    </w:p>
    <w:p w14:paraId="07D70D31" w14:textId="1020CFD2" w:rsidR="00671050" w:rsidRPr="00D508E2" w:rsidRDefault="00975764" w:rsidP="005D3880">
      <w:pPr>
        <w:numPr>
          <w:ilvl w:val="0"/>
          <w:numId w:val="2"/>
        </w:numPr>
        <w:spacing w:before="120" w:after="120" w:line="240" w:lineRule="auto"/>
      </w:pPr>
      <w:r w:rsidRPr="00D508E2">
        <w:t>Approximately one-third of all traffic crash fatalities in the United States involve drunk drivers (with blood alcohol concentrat</w:t>
      </w:r>
      <w:r w:rsidR="005D3880" w:rsidRPr="00D508E2">
        <w:t>ions [BACs] of .08 o</w:t>
      </w:r>
      <w:r w:rsidR="00DA5326">
        <w:t>r</w:t>
      </w:r>
      <w:r w:rsidR="005D3880" w:rsidRPr="00D508E2">
        <w:t xml:space="preserve"> higher). In 2017, there were 10,874 people killed in drunk-driving crashes. To put it in perspective, that’s equal to about 20 jumbo jets crashing, with no survivors. </w:t>
      </w:r>
      <w:r w:rsidR="00671050" w:rsidRPr="00D508E2">
        <w:t xml:space="preserve"> </w:t>
      </w:r>
    </w:p>
    <w:p w14:paraId="7E3CC60C" w14:textId="6ABDB027" w:rsidR="00A034F3" w:rsidRPr="00D508E2" w:rsidRDefault="00671050" w:rsidP="00973677">
      <w:pPr>
        <w:pStyle w:val="ListParagraph"/>
        <w:numPr>
          <w:ilvl w:val="0"/>
          <w:numId w:val="2"/>
        </w:numPr>
        <w:rPr>
          <w:rFonts w:ascii="Trebuchet MS" w:hAnsi="Trebuchet MS"/>
          <w:color w:val="000000"/>
          <w:sz w:val="22"/>
        </w:rPr>
      </w:pPr>
      <w:r w:rsidRPr="00D508E2">
        <w:rPr>
          <w:rFonts w:ascii="Trebuchet MS" w:hAnsi="Trebuchet MS"/>
          <w:color w:val="000000"/>
          <w:sz w:val="22"/>
        </w:rPr>
        <w:t xml:space="preserve">It is illegal to drive with a BAC of .08 or higher in </w:t>
      </w:r>
      <w:r w:rsidR="009030B7">
        <w:rPr>
          <w:rFonts w:ascii="Trebuchet MS" w:hAnsi="Trebuchet MS"/>
          <w:color w:val="000000"/>
          <w:sz w:val="22"/>
        </w:rPr>
        <w:t>49</w:t>
      </w:r>
      <w:r w:rsidRPr="00D508E2">
        <w:rPr>
          <w:rFonts w:ascii="Trebuchet MS" w:hAnsi="Trebuchet MS"/>
          <w:color w:val="000000"/>
          <w:sz w:val="22"/>
        </w:rPr>
        <w:t xml:space="preserve"> </w:t>
      </w:r>
      <w:r w:rsidR="0038061F" w:rsidRPr="00D508E2">
        <w:rPr>
          <w:rFonts w:ascii="Trebuchet MS" w:hAnsi="Trebuchet MS"/>
          <w:color w:val="000000"/>
          <w:sz w:val="22"/>
        </w:rPr>
        <w:t>s</w:t>
      </w:r>
      <w:r w:rsidRPr="00D508E2">
        <w:rPr>
          <w:rFonts w:ascii="Trebuchet MS" w:hAnsi="Trebuchet MS"/>
          <w:color w:val="000000"/>
          <w:sz w:val="22"/>
        </w:rPr>
        <w:t>tates and the Dist</w:t>
      </w:r>
      <w:r w:rsidR="00A034F3" w:rsidRPr="00D508E2">
        <w:rPr>
          <w:rFonts w:ascii="Trebuchet MS" w:hAnsi="Trebuchet MS"/>
          <w:color w:val="000000"/>
          <w:sz w:val="22"/>
        </w:rPr>
        <w:t>rict of Columbia</w:t>
      </w:r>
      <w:r w:rsidR="00BB0B4A">
        <w:rPr>
          <w:rFonts w:ascii="Trebuchet MS" w:hAnsi="Trebuchet MS"/>
          <w:color w:val="000000"/>
          <w:sz w:val="22"/>
        </w:rPr>
        <w:t xml:space="preserve"> </w:t>
      </w:r>
      <w:r w:rsidR="00A034F3" w:rsidRPr="00D508E2">
        <w:rPr>
          <w:rFonts w:ascii="Trebuchet MS" w:hAnsi="Trebuchet MS"/>
          <w:color w:val="000000"/>
          <w:sz w:val="22"/>
        </w:rPr>
        <w:t>—</w:t>
      </w:r>
      <w:r w:rsidR="00BB0B4A">
        <w:rPr>
          <w:rFonts w:ascii="Trebuchet MS" w:hAnsi="Trebuchet MS"/>
          <w:color w:val="000000"/>
          <w:sz w:val="22"/>
        </w:rPr>
        <w:t xml:space="preserve"> </w:t>
      </w:r>
      <w:r w:rsidR="00A034F3" w:rsidRPr="00D508E2">
        <w:rPr>
          <w:rFonts w:ascii="Trebuchet MS" w:hAnsi="Trebuchet MS"/>
          <w:color w:val="000000"/>
          <w:sz w:val="22"/>
        </w:rPr>
        <w:t>no exceptions.</w:t>
      </w:r>
      <w:r w:rsidR="009030B7">
        <w:rPr>
          <w:rFonts w:ascii="Trebuchet MS" w:hAnsi="Trebuchet MS"/>
          <w:color w:val="000000"/>
          <w:sz w:val="22"/>
        </w:rPr>
        <w:t xml:space="preserve"> In Utah</w:t>
      </w:r>
      <w:r w:rsidR="00BB0B4A">
        <w:rPr>
          <w:rFonts w:ascii="Trebuchet MS" w:hAnsi="Trebuchet MS"/>
          <w:color w:val="000000"/>
          <w:sz w:val="22"/>
        </w:rPr>
        <w:t>,</w:t>
      </w:r>
      <w:r w:rsidR="009030B7">
        <w:rPr>
          <w:rFonts w:ascii="Trebuchet MS" w:hAnsi="Trebuchet MS"/>
          <w:color w:val="000000"/>
          <w:sz w:val="22"/>
        </w:rPr>
        <w:t xml:space="preserve"> the limit is .05 BAC.</w:t>
      </w:r>
    </w:p>
    <w:p w14:paraId="17B0A178" w14:textId="2328B667" w:rsidR="005D3880" w:rsidRPr="00D508E2" w:rsidRDefault="005D3880" w:rsidP="005D3880">
      <w:pPr>
        <w:numPr>
          <w:ilvl w:val="0"/>
          <w:numId w:val="2"/>
        </w:numPr>
        <w:spacing w:before="120" w:after="120" w:line="240" w:lineRule="auto"/>
      </w:pPr>
      <w:r w:rsidRPr="00D508E2">
        <w:t>Of the traffic fatalities in 2017 am</w:t>
      </w:r>
      <w:r w:rsidR="00753A8A">
        <w:t xml:space="preserve">ong children 14 and younger, 19% </w:t>
      </w:r>
      <w:r w:rsidRPr="00D508E2">
        <w:t>occurred in alcohol-impaired-driving crashes.</w:t>
      </w:r>
    </w:p>
    <w:p w14:paraId="3D47D018" w14:textId="50568524" w:rsidR="00D65B1E" w:rsidRPr="00D508E2" w:rsidRDefault="00D65B1E" w:rsidP="005D3880">
      <w:pPr>
        <w:numPr>
          <w:ilvl w:val="0"/>
          <w:numId w:val="2"/>
        </w:numPr>
        <w:spacing w:before="120" w:after="120" w:line="240" w:lineRule="auto"/>
      </w:pPr>
      <w:proofErr w:type="gramStart"/>
      <w:r w:rsidRPr="00D508E2">
        <w:t>Despite the fact that</w:t>
      </w:r>
      <w:proofErr w:type="gramEnd"/>
      <w:r w:rsidRPr="00D508E2">
        <w:t xml:space="preserve"> it’s illegal to drive</w:t>
      </w:r>
      <w:r w:rsidR="00BB0B4A">
        <w:t xml:space="preserve"> </w:t>
      </w:r>
      <w:r w:rsidR="009030B7">
        <w:t>when impaired by</w:t>
      </w:r>
      <w:r w:rsidR="00BB0B4A">
        <w:t xml:space="preserve"> </w:t>
      </w:r>
      <w:r w:rsidR="009030B7">
        <w:t>alcohol</w:t>
      </w:r>
      <w:r w:rsidRPr="00D508E2">
        <w:t xml:space="preserve">, </w:t>
      </w:r>
      <w:r w:rsidR="000A05D1">
        <w:t>in 2017</w:t>
      </w:r>
      <w:r w:rsidR="00966B71">
        <w:t>,</w:t>
      </w:r>
      <w:r w:rsidR="000A05D1">
        <w:t xml:space="preserve"> </w:t>
      </w:r>
      <w:r w:rsidRPr="00D508E2">
        <w:t xml:space="preserve">one person </w:t>
      </w:r>
      <w:r w:rsidR="000A05D1">
        <w:t>was</w:t>
      </w:r>
      <w:r w:rsidRPr="00D508E2">
        <w:t xml:space="preserve"> killed </w:t>
      </w:r>
      <w:r w:rsidR="00975764" w:rsidRPr="00D508E2">
        <w:t xml:space="preserve">every </w:t>
      </w:r>
      <w:r w:rsidR="005D3880" w:rsidRPr="00D508E2">
        <w:t>48</w:t>
      </w:r>
      <w:r w:rsidRPr="00D508E2">
        <w:t xml:space="preserve"> minutes by a drunk driver on our nation’s roads.</w:t>
      </w:r>
    </w:p>
    <w:p w14:paraId="33759410" w14:textId="6437C9C5" w:rsidR="00D228E0" w:rsidRPr="00D508E2" w:rsidRDefault="00D228E0" w:rsidP="00D228E0">
      <w:pPr>
        <w:numPr>
          <w:ilvl w:val="0"/>
          <w:numId w:val="2"/>
        </w:numPr>
        <w:spacing w:before="120" w:after="120" w:line="240" w:lineRule="auto"/>
        <w:rPr>
          <w:rFonts w:ascii="Calibri" w:eastAsia="Times New Roman" w:hAnsi="Calibri"/>
        </w:rPr>
      </w:pPr>
      <w:r w:rsidRPr="00D508E2">
        <w:rPr>
          <w:rFonts w:eastAsia="Times New Roman"/>
        </w:rPr>
        <w:t>Men are more likely than women to be driving drunk in fatal crashes. In 201</w:t>
      </w:r>
      <w:r w:rsidR="00C013B7" w:rsidRPr="00D508E2">
        <w:rPr>
          <w:rFonts w:eastAsia="Times New Roman"/>
        </w:rPr>
        <w:t>7</w:t>
      </w:r>
      <w:r w:rsidR="00753A8A">
        <w:rPr>
          <w:rFonts w:eastAsia="Times New Roman"/>
        </w:rPr>
        <w:t xml:space="preserve">, 21% </w:t>
      </w:r>
      <w:r w:rsidRPr="00D508E2">
        <w:rPr>
          <w:rFonts w:eastAsia="Times New Roman"/>
        </w:rPr>
        <w:t>of males were drunk i</w:t>
      </w:r>
      <w:r w:rsidR="00753A8A">
        <w:rPr>
          <w:rFonts w:eastAsia="Times New Roman"/>
        </w:rPr>
        <w:t xml:space="preserve">n these crashes, compared to 14% </w:t>
      </w:r>
      <w:r w:rsidR="00186DA0" w:rsidRPr="00D508E2">
        <w:rPr>
          <w:rFonts w:eastAsia="Times New Roman"/>
        </w:rPr>
        <w:t xml:space="preserve">of </w:t>
      </w:r>
      <w:r w:rsidRPr="00D508E2">
        <w:rPr>
          <w:rFonts w:eastAsia="Times New Roman"/>
        </w:rPr>
        <w:t xml:space="preserve">females. </w:t>
      </w:r>
    </w:p>
    <w:p w14:paraId="40BDEB73" w14:textId="167E9CE0" w:rsidR="00975764" w:rsidRPr="00D508E2" w:rsidRDefault="00975764" w:rsidP="00975764">
      <w:pPr>
        <w:numPr>
          <w:ilvl w:val="0"/>
          <w:numId w:val="2"/>
        </w:numPr>
        <w:spacing w:before="120" w:after="120" w:line="240" w:lineRule="auto"/>
      </w:pPr>
      <w:r w:rsidRPr="00D508E2">
        <w:t>In 201</w:t>
      </w:r>
      <w:r w:rsidR="00C013B7" w:rsidRPr="00D508E2">
        <w:t>7</w:t>
      </w:r>
      <w:r w:rsidRPr="00D508E2">
        <w:t>, motorcycle riders involved (killed and survived) in fatal crashes had higher percentages of alcohol impairment than any other type of motor vehicle driver (2</w:t>
      </w:r>
      <w:r w:rsidR="00C013B7" w:rsidRPr="00D508E2">
        <w:t>7</w:t>
      </w:r>
      <w:r w:rsidRPr="00D508E2">
        <w:t>% for motorcycle riders, 21% for passenger cars, 20</w:t>
      </w:r>
      <w:r w:rsidR="00C013B7" w:rsidRPr="00D508E2">
        <w:t>% for light-truck drivers, and 3</w:t>
      </w:r>
      <w:r w:rsidRPr="00D508E2">
        <w:t>% for drivers of large trucks).</w:t>
      </w:r>
    </w:p>
    <w:p w14:paraId="50FE791D" w14:textId="77777777" w:rsidR="00D65B1E" w:rsidRPr="00D508E2" w:rsidRDefault="00D65B1E" w:rsidP="00D65B1E">
      <w:pPr>
        <w:spacing w:before="120" w:after="120"/>
        <w:rPr>
          <w:b/>
        </w:rPr>
      </w:pPr>
      <w:r w:rsidRPr="00D508E2">
        <w:rPr>
          <w:b/>
        </w:rPr>
        <w:t>Labor Day Statistics</w:t>
      </w:r>
    </w:p>
    <w:p w14:paraId="1399614F" w14:textId="135B55B8" w:rsidR="005D3880" w:rsidRPr="00D508E2" w:rsidRDefault="00A55822" w:rsidP="005D3880">
      <w:pPr>
        <w:numPr>
          <w:ilvl w:val="0"/>
          <w:numId w:val="2"/>
        </w:numPr>
        <w:spacing w:before="120" w:after="120" w:line="240" w:lineRule="auto"/>
      </w:pPr>
      <w:r w:rsidRPr="00D508E2">
        <w:rPr>
          <w:bCs/>
          <w:color w:val="000000"/>
        </w:rPr>
        <w:t>During the 2017</w:t>
      </w:r>
      <w:r w:rsidR="005D3880" w:rsidRPr="00D508E2">
        <w:rPr>
          <w:bCs/>
          <w:color w:val="000000"/>
        </w:rPr>
        <w:t xml:space="preserve"> Labor Day holiday</w:t>
      </w:r>
      <w:r w:rsidR="00CD4C82">
        <w:rPr>
          <w:bCs/>
          <w:color w:val="000000"/>
        </w:rPr>
        <w:t xml:space="preserve"> period </w:t>
      </w:r>
      <w:r w:rsidR="00CD4C82">
        <w:rPr>
          <w:bCs/>
        </w:rPr>
        <w:t>(6 p.m. September 1 – 5:59 a.m. September 5)</w:t>
      </w:r>
      <w:r w:rsidR="00753A8A">
        <w:rPr>
          <w:bCs/>
          <w:color w:val="000000"/>
        </w:rPr>
        <w:t xml:space="preserve">, 36% </w:t>
      </w:r>
      <w:r w:rsidR="005D3880" w:rsidRPr="00D508E2">
        <w:rPr>
          <w:bCs/>
          <w:color w:val="000000"/>
        </w:rPr>
        <w:t xml:space="preserve">of fatalities in traffic crashes involved a drunk driver. </w:t>
      </w:r>
    </w:p>
    <w:p w14:paraId="4D791B4F" w14:textId="71FBBA82" w:rsidR="00D228E0" w:rsidRPr="00D508E2" w:rsidRDefault="00846098" w:rsidP="00D228E0">
      <w:pPr>
        <w:numPr>
          <w:ilvl w:val="0"/>
          <w:numId w:val="2"/>
        </w:numPr>
        <w:spacing w:before="120" w:after="120" w:line="240" w:lineRule="auto"/>
        <w:rPr>
          <w:rFonts w:ascii="Calibri" w:eastAsia="Times New Roman" w:hAnsi="Calibri"/>
        </w:rPr>
      </w:pPr>
      <w:r w:rsidRPr="00D508E2">
        <w:rPr>
          <w:rFonts w:eastAsia="Times New Roman"/>
        </w:rPr>
        <w:t>During</w:t>
      </w:r>
      <w:r w:rsidR="00D228E0" w:rsidRPr="00D508E2">
        <w:rPr>
          <w:rFonts w:eastAsia="Times New Roman"/>
        </w:rPr>
        <w:t xml:space="preserve"> the </w:t>
      </w:r>
      <w:r w:rsidRPr="00D508E2">
        <w:rPr>
          <w:rFonts w:eastAsia="Times New Roman"/>
        </w:rPr>
        <w:t>201</w:t>
      </w:r>
      <w:r w:rsidR="00A55822" w:rsidRPr="00D508E2">
        <w:rPr>
          <w:rFonts w:eastAsia="Times New Roman"/>
        </w:rPr>
        <w:t>7</w:t>
      </w:r>
      <w:r w:rsidRPr="00D508E2">
        <w:rPr>
          <w:rFonts w:eastAsia="Times New Roman"/>
        </w:rPr>
        <w:t xml:space="preserve"> </w:t>
      </w:r>
      <w:r w:rsidR="00D228E0" w:rsidRPr="00D508E2">
        <w:rPr>
          <w:rFonts w:eastAsia="Times New Roman"/>
        </w:rPr>
        <w:t xml:space="preserve">Labor Day holiday period (6 p.m. September </w:t>
      </w:r>
      <w:r w:rsidR="00A55822" w:rsidRPr="00D508E2">
        <w:rPr>
          <w:rFonts w:eastAsia="Times New Roman"/>
        </w:rPr>
        <w:t>1</w:t>
      </w:r>
      <w:r w:rsidR="00D228E0" w:rsidRPr="00D508E2">
        <w:rPr>
          <w:rFonts w:eastAsia="Times New Roman"/>
          <w:vertAlign w:val="superscript"/>
        </w:rPr>
        <w:t xml:space="preserve"> </w:t>
      </w:r>
      <w:r w:rsidR="00A55822" w:rsidRPr="00D508E2">
        <w:rPr>
          <w:rFonts w:eastAsia="Times New Roman"/>
        </w:rPr>
        <w:t>– 5:59 a.m. September 5</w:t>
      </w:r>
      <w:r w:rsidR="00D228E0" w:rsidRPr="00D508E2">
        <w:rPr>
          <w:rFonts w:eastAsia="Times New Roman"/>
        </w:rPr>
        <w:t xml:space="preserve">), there were </w:t>
      </w:r>
      <w:r w:rsidR="00D22A51" w:rsidRPr="00D508E2">
        <w:rPr>
          <w:rFonts w:eastAsia="Times New Roman"/>
        </w:rPr>
        <w:t xml:space="preserve">376 </w:t>
      </w:r>
      <w:r w:rsidR="00D228E0" w:rsidRPr="00D508E2">
        <w:rPr>
          <w:rFonts w:eastAsia="Times New Roman"/>
        </w:rPr>
        <w:t>cras</w:t>
      </w:r>
      <w:r w:rsidR="005A6059" w:rsidRPr="00D508E2">
        <w:rPr>
          <w:rFonts w:eastAsia="Times New Roman"/>
        </w:rPr>
        <w:t>h fatalities nationwide. Forty-</w:t>
      </w:r>
      <w:r w:rsidR="00D22A51" w:rsidRPr="00D508E2">
        <w:rPr>
          <w:rFonts w:eastAsia="Times New Roman"/>
        </w:rPr>
        <w:t>four</w:t>
      </w:r>
      <w:r w:rsidR="00D228E0" w:rsidRPr="00D508E2">
        <w:rPr>
          <w:rFonts w:eastAsia="Times New Roman"/>
        </w:rPr>
        <w:t xml:space="preserve"> percent of those </w:t>
      </w:r>
      <w:r w:rsidR="00D22A51" w:rsidRPr="00D508E2">
        <w:rPr>
          <w:rFonts w:eastAsia="Times New Roman"/>
        </w:rPr>
        <w:t>fatalities</w:t>
      </w:r>
      <w:r w:rsidR="00D228E0" w:rsidRPr="00D508E2">
        <w:rPr>
          <w:rFonts w:eastAsia="Times New Roman"/>
        </w:rPr>
        <w:t xml:space="preserve"> involved drivers who</w:t>
      </w:r>
      <w:r w:rsidR="005A6059" w:rsidRPr="00D508E2">
        <w:rPr>
          <w:rFonts w:eastAsia="Times New Roman"/>
        </w:rPr>
        <w:t xml:space="preserve"> had been drinking (.01+ BAC). </w:t>
      </w:r>
      <w:r w:rsidR="007153AF" w:rsidRPr="00D508E2">
        <w:rPr>
          <w:rFonts w:eastAsia="Times New Roman"/>
        </w:rPr>
        <w:t>M</w:t>
      </w:r>
      <w:r w:rsidR="005A6059" w:rsidRPr="00D508E2">
        <w:rPr>
          <w:rFonts w:eastAsia="Times New Roman"/>
        </w:rPr>
        <w:t>ore than one-</w:t>
      </w:r>
      <w:r w:rsidR="00D228E0" w:rsidRPr="00D508E2">
        <w:rPr>
          <w:rFonts w:eastAsia="Times New Roman"/>
        </w:rPr>
        <w:t xml:space="preserve">third (36%) </w:t>
      </w:r>
      <w:r w:rsidR="007153AF" w:rsidRPr="00D508E2">
        <w:rPr>
          <w:rFonts w:eastAsia="Times New Roman"/>
        </w:rPr>
        <w:t xml:space="preserve">of the fatalities </w:t>
      </w:r>
      <w:r w:rsidR="00D228E0" w:rsidRPr="00D508E2">
        <w:rPr>
          <w:rFonts w:eastAsia="Times New Roman"/>
        </w:rPr>
        <w:t xml:space="preserve">involved drivers who were drunk (.08+ BAC), and </w:t>
      </w:r>
      <w:r w:rsidR="007153AF" w:rsidRPr="00D508E2">
        <w:rPr>
          <w:rFonts w:eastAsia="Times New Roman"/>
        </w:rPr>
        <w:t xml:space="preserve">more than </w:t>
      </w:r>
      <w:r w:rsidR="00D228E0" w:rsidRPr="00D508E2">
        <w:rPr>
          <w:rFonts w:eastAsia="Times New Roman"/>
        </w:rPr>
        <w:t>one-fourth (2</w:t>
      </w:r>
      <w:r w:rsidR="007153AF" w:rsidRPr="00D508E2">
        <w:rPr>
          <w:rFonts w:eastAsia="Times New Roman"/>
        </w:rPr>
        <w:t>6</w:t>
      </w:r>
      <w:r w:rsidR="00D228E0" w:rsidRPr="00D508E2">
        <w:rPr>
          <w:rFonts w:eastAsia="Times New Roman"/>
        </w:rPr>
        <w:t xml:space="preserve">%) involved drivers who were driving with a BAC almost twice the </w:t>
      </w:r>
      <w:r w:rsidR="00415BBC">
        <w:rPr>
          <w:rFonts w:eastAsia="Times New Roman"/>
        </w:rPr>
        <w:t>legal</w:t>
      </w:r>
      <w:r w:rsidR="00415BBC" w:rsidRPr="00D508E2">
        <w:rPr>
          <w:rFonts w:eastAsia="Times New Roman"/>
        </w:rPr>
        <w:t xml:space="preserve"> </w:t>
      </w:r>
      <w:r w:rsidR="00D228E0" w:rsidRPr="00D508E2">
        <w:rPr>
          <w:rFonts w:eastAsia="Times New Roman"/>
        </w:rPr>
        <w:t>limit (.15+ BAC).</w:t>
      </w:r>
    </w:p>
    <w:p w14:paraId="3A19945E" w14:textId="5204CB73" w:rsidR="00D228E0" w:rsidRPr="00D508E2" w:rsidRDefault="00D228E0" w:rsidP="00D228E0">
      <w:pPr>
        <w:numPr>
          <w:ilvl w:val="0"/>
          <w:numId w:val="2"/>
        </w:numPr>
        <w:spacing w:before="120" w:after="120" w:line="240" w:lineRule="auto"/>
        <w:rPr>
          <w:rFonts w:ascii="Calibri" w:eastAsia="Times New Roman" w:hAnsi="Calibri"/>
        </w:rPr>
      </w:pPr>
      <w:commentRangeStart w:id="1"/>
      <w:commentRangeStart w:id="2"/>
      <w:r w:rsidRPr="00D508E2">
        <w:rPr>
          <w:rFonts w:eastAsia="Times New Roman"/>
        </w:rPr>
        <w:lastRenderedPageBreak/>
        <w:t>In fatal crashes during the month of August over the five-year period of 201</w:t>
      </w:r>
      <w:r w:rsidR="00A55822" w:rsidRPr="00D508E2">
        <w:rPr>
          <w:rFonts w:eastAsia="Times New Roman"/>
        </w:rPr>
        <w:t>3</w:t>
      </w:r>
      <w:r w:rsidRPr="00D508E2">
        <w:rPr>
          <w:rFonts w:eastAsia="Times New Roman"/>
        </w:rPr>
        <w:t>-201</w:t>
      </w:r>
      <w:r w:rsidR="00A55822" w:rsidRPr="00D508E2">
        <w:rPr>
          <w:rFonts w:eastAsia="Times New Roman"/>
        </w:rPr>
        <w:t>7</w:t>
      </w:r>
      <w:r w:rsidRPr="00D508E2">
        <w:rPr>
          <w:rFonts w:eastAsia="Times New Roman"/>
        </w:rPr>
        <w:t>, almost 10% of the drunk drivers involved, with a BAC of .08 or higher, had one or more previous convictions for drunk driving.</w:t>
      </w:r>
      <w:commentRangeEnd w:id="1"/>
      <w:r w:rsidR="009030B7">
        <w:rPr>
          <w:rStyle w:val="CommentReference"/>
        </w:rPr>
        <w:commentReference w:id="1"/>
      </w:r>
      <w:commentRangeEnd w:id="2"/>
      <w:r w:rsidR="00291768">
        <w:rPr>
          <w:rStyle w:val="CommentReference"/>
        </w:rPr>
        <w:commentReference w:id="2"/>
      </w:r>
    </w:p>
    <w:p w14:paraId="025DBEDB" w14:textId="08E45B3C" w:rsidR="00D65B1E" w:rsidRPr="00D508E2" w:rsidRDefault="00D65B1E" w:rsidP="00D65B1E">
      <w:pPr>
        <w:numPr>
          <w:ilvl w:val="0"/>
          <w:numId w:val="2"/>
        </w:numPr>
        <w:spacing w:before="120" w:after="120" w:line="240" w:lineRule="auto"/>
      </w:pPr>
      <w:r w:rsidRPr="00D508E2">
        <w:t>Among drivers between the ages of 18 and 34 who were killed in crashes over the Labor Day holiday period in 201</w:t>
      </w:r>
      <w:r w:rsidR="00A55822" w:rsidRPr="00D508E2">
        <w:t>7</w:t>
      </w:r>
      <w:r w:rsidR="00CD4C82">
        <w:t xml:space="preserve"> </w:t>
      </w:r>
      <w:r w:rsidR="00CD4C82">
        <w:rPr>
          <w:bCs/>
        </w:rPr>
        <w:t>(6 p.m. September 1 – 5:59 a.m. September 5)</w:t>
      </w:r>
      <w:r w:rsidR="00975764" w:rsidRPr="00D508E2">
        <w:t xml:space="preserve">, </w:t>
      </w:r>
      <w:r w:rsidR="00CD4C82">
        <w:t>42</w:t>
      </w:r>
      <w:r w:rsidR="00753A8A">
        <w:t xml:space="preserve">% </w:t>
      </w:r>
      <w:r w:rsidRPr="00D508E2">
        <w:t xml:space="preserve">of those </w:t>
      </w:r>
      <w:r w:rsidR="00CD4C82">
        <w:t>drivers were drunk,</w:t>
      </w:r>
      <w:r w:rsidRPr="00D508E2">
        <w:t xml:space="preserve"> with BACs of .08 or higher.</w:t>
      </w:r>
    </w:p>
    <w:p w14:paraId="616F8FD4" w14:textId="025ED99A" w:rsidR="000E1B16" w:rsidRPr="00D508E2" w:rsidRDefault="000E1B16" w:rsidP="000E1B16">
      <w:pPr>
        <w:pStyle w:val="ListParagraph"/>
        <w:numPr>
          <w:ilvl w:val="0"/>
          <w:numId w:val="2"/>
        </w:numPr>
        <w:rPr>
          <w:rFonts w:ascii="Trebuchet MS" w:hAnsi="Trebuchet MS"/>
          <w:color w:val="000000"/>
          <w:sz w:val="22"/>
        </w:rPr>
      </w:pPr>
      <w:r w:rsidRPr="00D508E2">
        <w:rPr>
          <w:rFonts w:ascii="Trebuchet MS" w:hAnsi="Trebuchet MS"/>
          <w:b/>
          <w:color w:val="000000"/>
          <w:sz w:val="22"/>
        </w:rPr>
        <w:t xml:space="preserve">[Local </w:t>
      </w:r>
      <w:r w:rsidR="00A55822" w:rsidRPr="00D508E2">
        <w:rPr>
          <w:rFonts w:ascii="Trebuchet MS" w:hAnsi="Trebuchet MS"/>
          <w:b/>
          <w:color w:val="000000"/>
          <w:sz w:val="22"/>
        </w:rPr>
        <w:t>Labor Day</w:t>
      </w:r>
      <w:r w:rsidRPr="00D508E2">
        <w:rPr>
          <w:rFonts w:ascii="Trebuchet MS" w:hAnsi="Trebuchet MS"/>
          <w:b/>
          <w:color w:val="000000"/>
          <w:sz w:val="22"/>
        </w:rPr>
        <w:t xml:space="preserve"> statistic if available.]</w:t>
      </w:r>
    </w:p>
    <w:p w14:paraId="0FEDA1AC" w14:textId="77777777" w:rsidR="000E1B16" w:rsidRPr="00D508E2" w:rsidRDefault="000E1B16" w:rsidP="000E1B16">
      <w:pPr>
        <w:pStyle w:val="ListParagraph"/>
        <w:ind w:left="0"/>
        <w:rPr>
          <w:rFonts w:ascii="Trebuchet MS" w:hAnsi="Trebuchet MS"/>
          <w:b/>
          <w:color w:val="000000"/>
          <w:sz w:val="22"/>
        </w:rPr>
      </w:pPr>
    </w:p>
    <w:p w14:paraId="7D2E4046" w14:textId="77777777" w:rsidR="005D3880" w:rsidRPr="00D508E2" w:rsidRDefault="005D3880" w:rsidP="005D3880">
      <w:pPr>
        <w:rPr>
          <w:b/>
        </w:rPr>
      </w:pPr>
      <w:r w:rsidRPr="00D508E2">
        <w:rPr>
          <w:b/>
        </w:rPr>
        <w:t>Financial Impacts</w:t>
      </w:r>
    </w:p>
    <w:p w14:paraId="7264C858" w14:textId="2D72711C" w:rsidR="005D3880" w:rsidRPr="00D508E2" w:rsidRDefault="005D3880" w:rsidP="005D3880">
      <w:pPr>
        <w:pStyle w:val="ListParagraph"/>
        <w:numPr>
          <w:ilvl w:val="0"/>
          <w:numId w:val="3"/>
        </w:numPr>
        <w:ind w:left="720"/>
        <w:rPr>
          <w:rFonts w:ascii="Trebuchet MS" w:hAnsi="Trebuchet MS"/>
          <w:color w:val="000000"/>
          <w:sz w:val="22"/>
        </w:rPr>
      </w:pPr>
      <w:r w:rsidRPr="00D508E2">
        <w:rPr>
          <w:rFonts w:ascii="Trebuchet MS" w:hAnsi="Trebuchet MS"/>
          <w:color w:val="000000"/>
          <w:sz w:val="22"/>
        </w:rPr>
        <w:t xml:space="preserve">On average, a DUI </w:t>
      </w:r>
      <w:r w:rsidR="00B0515A">
        <w:rPr>
          <w:rFonts w:ascii="Trebuchet MS" w:hAnsi="Trebuchet MS"/>
          <w:color w:val="000000"/>
          <w:sz w:val="22"/>
        </w:rPr>
        <w:t>could</w:t>
      </w:r>
      <w:r w:rsidRPr="00D508E2">
        <w:rPr>
          <w:rFonts w:ascii="Trebuchet MS" w:hAnsi="Trebuchet MS"/>
          <w:color w:val="000000"/>
          <w:sz w:val="22"/>
        </w:rPr>
        <w:t xml:space="preserve"> set you back $10,000 in attorney’s fees, fines, court costs, lost time at work, higher insurance rates, car towing, and more.</w:t>
      </w:r>
    </w:p>
    <w:p w14:paraId="1F66CF2F" w14:textId="77777777" w:rsidR="005D3880" w:rsidRPr="00D508E2" w:rsidRDefault="005D3880" w:rsidP="005D3880">
      <w:pPr>
        <w:pStyle w:val="ListParagraph"/>
        <w:numPr>
          <w:ilvl w:val="0"/>
          <w:numId w:val="3"/>
        </w:numPr>
        <w:ind w:left="720"/>
        <w:rPr>
          <w:rFonts w:ascii="Trebuchet MS" w:hAnsi="Trebuchet MS"/>
          <w:color w:val="000000"/>
          <w:sz w:val="22"/>
        </w:rPr>
      </w:pPr>
      <w:r w:rsidRPr="00D508E2">
        <w:rPr>
          <w:rFonts w:ascii="Trebuchet MS" w:hAnsi="Trebuchet MS"/>
          <w:color w:val="000000"/>
          <w:sz w:val="22"/>
        </w:rPr>
        <w:t>The financial impact from impaired-driving crashes is devastating. Based on 2010 numbers (the most recent year for which cost data is available), impaired-driving crashes cost the United States $44 billion annually.</w:t>
      </w:r>
    </w:p>
    <w:p w14:paraId="4626F140" w14:textId="276A0EDE" w:rsidR="005D3880" w:rsidRPr="00D508E2" w:rsidRDefault="005D3880" w:rsidP="005D3880">
      <w:pPr>
        <w:pStyle w:val="ListParagraph"/>
        <w:numPr>
          <w:ilvl w:val="0"/>
          <w:numId w:val="3"/>
        </w:numPr>
        <w:ind w:left="720"/>
        <w:rPr>
          <w:rFonts w:ascii="Trebuchet MS" w:hAnsi="Trebuchet MS"/>
          <w:color w:val="000000"/>
          <w:sz w:val="22"/>
        </w:rPr>
      </w:pPr>
      <w:r w:rsidRPr="00D508E2">
        <w:rPr>
          <w:rFonts w:ascii="Trebuchet MS" w:hAnsi="Trebuchet MS"/>
          <w:color w:val="000000"/>
          <w:sz w:val="22"/>
        </w:rPr>
        <w:t xml:space="preserve">If you’re caught drinking and driving, you could face jail time. Imagine trying to explain that to your friends and family or your place of employment. </w:t>
      </w:r>
    </w:p>
    <w:p w14:paraId="5F020069" w14:textId="2AC91C10" w:rsidR="005D3880" w:rsidRPr="00D508E2" w:rsidRDefault="005D3880" w:rsidP="005D3880">
      <w:pPr>
        <w:pStyle w:val="ListParagraph"/>
        <w:numPr>
          <w:ilvl w:val="0"/>
          <w:numId w:val="3"/>
        </w:numPr>
        <w:ind w:left="720"/>
        <w:rPr>
          <w:rFonts w:ascii="Trebuchet MS" w:hAnsi="Trebuchet MS"/>
          <w:color w:val="000000"/>
          <w:sz w:val="22"/>
        </w:rPr>
      </w:pPr>
      <w:r w:rsidRPr="00D508E2">
        <w:rPr>
          <w:rFonts w:ascii="Trebuchet MS" w:hAnsi="Trebuchet MS"/>
          <w:color w:val="000000"/>
          <w:sz w:val="22"/>
        </w:rPr>
        <w:t>Drinking and driving could cause you to lose your driver’s license and your vehicle. This could inhibit you from getting to work, resulting in lost wages and, potentially, job loss.</w:t>
      </w:r>
    </w:p>
    <w:p w14:paraId="351EE46F" w14:textId="77777777" w:rsidR="005D3880" w:rsidRPr="00D508E2" w:rsidRDefault="005D3880" w:rsidP="005D3880">
      <w:pPr>
        <w:rPr>
          <w:b/>
        </w:rPr>
      </w:pPr>
    </w:p>
    <w:p w14:paraId="426BBEAF" w14:textId="78216B50" w:rsidR="005D3880" w:rsidRPr="00D508E2" w:rsidRDefault="005D3880" w:rsidP="005D3880">
      <w:pPr>
        <w:rPr>
          <w:b/>
        </w:rPr>
      </w:pPr>
      <w:r w:rsidRPr="00D508E2">
        <w:rPr>
          <w:b/>
        </w:rPr>
        <w:t>Celebrate with a Plan</w:t>
      </w:r>
    </w:p>
    <w:p w14:paraId="3A7F093B" w14:textId="77777777" w:rsidR="005D3880" w:rsidRPr="00D508E2" w:rsidRDefault="005D3880" w:rsidP="005D3880">
      <w:r w:rsidRPr="00D508E2">
        <w:t xml:space="preserve">Always remember to </w:t>
      </w:r>
      <w:proofErr w:type="gramStart"/>
      <w:r w:rsidRPr="00D508E2">
        <w:t>plan ahead</w:t>
      </w:r>
      <w:proofErr w:type="gramEnd"/>
      <w:r w:rsidRPr="00D508E2">
        <w:t xml:space="preserve"> if you will be celebrating. If you plan to drink, plan for a sober driver to take you home. Is it your turn to be the designated driver? Take that role seriously and do not consume alcohol, not even one drink.</w:t>
      </w:r>
    </w:p>
    <w:p w14:paraId="3691E51D" w14:textId="77777777" w:rsidR="005D3880" w:rsidRPr="00D508E2" w:rsidRDefault="005D3880" w:rsidP="005D3880">
      <w:pPr>
        <w:pStyle w:val="ListParagraph"/>
        <w:numPr>
          <w:ilvl w:val="0"/>
          <w:numId w:val="3"/>
        </w:numPr>
        <w:ind w:left="720"/>
        <w:rPr>
          <w:rFonts w:ascii="Trebuchet MS" w:hAnsi="Trebuchet MS"/>
          <w:color w:val="000000"/>
          <w:sz w:val="22"/>
        </w:rPr>
      </w:pPr>
      <w:r w:rsidRPr="00D508E2">
        <w:rPr>
          <w:rFonts w:ascii="Trebuchet MS" w:hAnsi="Trebuchet MS"/>
          <w:color w:val="000000"/>
          <w:sz w:val="22"/>
        </w:rPr>
        <w:t xml:space="preserve">Remember that it is never okay to drink and drive. Even if you’ve had only one alcoholic beverage, designate a sober driver or plan to use public transportation or a ride service to get home safely. </w:t>
      </w:r>
    </w:p>
    <w:p w14:paraId="687DDEDF" w14:textId="77777777" w:rsidR="005D3880" w:rsidRPr="00D508E2" w:rsidRDefault="005D3880" w:rsidP="005D3880">
      <w:pPr>
        <w:pStyle w:val="ListParagraph"/>
        <w:numPr>
          <w:ilvl w:val="0"/>
          <w:numId w:val="3"/>
        </w:numPr>
        <w:ind w:left="720"/>
        <w:rPr>
          <w:rFonts w:ascii="Trebuchet MS" w:hAnsi="Trebuchet MS"/>
          <w:color w:val="000000"/>
          <w:sz w:val="22"/>
        </w:rPr>
      </w:pPr>
      <w:r w:rsidRPr="00D508E2">
        <w:rPr>
          <w:rFonts w:ascii="Trebuchet MS" w:hAnsi="Trebuchet MS"/>
          <w:color w:val="000000"/>
          <w:sz w:val="22"/>
        </w:rPr>
        <w:t xml:space="preserve">Use your community’s sober ride program </w:t>
      </w:r>
      <w:r w:rsidRPr="00D508E2">
        <w:rPr>
          <w:rFonts w:ascii="Trebuchet MS" w:hAnsi="Trebuchet MS"/>
          <w:b/>
          <w:color w:val="000000"/>
          <w:sz w:val="22"/>
        </w:rPr>
        <w:t>[Insert your local sober ride program specifics here]</w:t>
      </w:r>
      <w:r w:rsidRPr="00D508E2">
        <w:rPr>
          <w:rFonts w:ascii="Trebuchet MS" w:hAnsi="Trebuchet MS"/>
          <w:color w:val="000000"/>
          <w:sz w:val="22"/>
        </w:rPr>
        <w:t>.</w:t>
      </w:r>
    </w:p>
    <w:p w14:paraId="3FDBFC89" w14:textId="77777777" w:rsidR="005D3880" w:rsidRPr="00D508E2" w:rsidRDefault="005D3880" w:rsidP="005D3880">
      <w:pPr>
        <w:pStyle w:val="ListParagraph"/>
        <w:numPr>
          <w:ilvl w:val="0"/>
          <w:numId w:val="3"/>
        </w:numPr>
        <w:ind w:left="720"/>
        <w:rPr>
          <w:rFonts w:ascii="Trebuchet MS" w:hAnsi="Trebuchet MS"/>
          <w:color w:val="000000"/>
          <w:sz w:val="22"/>
        </w:rPr>
      </w:pPr>
      <w:r w:rsidRPr="00D508E2">
        <w:rPr>
          <w:rFonts w:ascii="Trebuchet MS" w:hAnsi="Trebuchet MS"/>
          <w:color w:val="000000"/>
          <w:sz w:val="22"/>
        </w:rPr>
        <w:t xml:space="preserve">If you see a drunk driver on the road, contact </w:t>
      </w:r>
      <w:r w:rsidRPr="00D508E2">
        <w:rPr>
          <w:rFonts w:ascii="Trebuchet MS" w:hAnsi="Trebuchet MS"/>
          <w:b/>
          <w:color w:val="000000"/>
          <w:sz w:val="22"/>
        </w:rPr>
        <w:t>[Local Law Enforcement]</w:t>
      </w:r>
      <w:r w:rsidRPr="00D508E2">
        <w:rPr>
          <w:rFonts w:ascii="Trebuchet MS" w:hAnsi="Trebuchet MS"/>
          <w:color w:val="000000"/>
          <w:sz w:val="22"/>
        </w:rPr>
        <w:t>.</w:t>
      </w:r>
    </w:p>
    <w:p w14:paraId="7573E058" w14:textId="33679A9D" w:rsidR="005D3880" w:rsidRPr="00D508E2" w:rsidRDefault="005D3880" w:rsidP="005D3880">
      <w:pPr>
        <w:pStyle w:val="ListParagraph"/>
        <w:numPr>
          <w:ilvl w:val="0"/>
          <w:numId w:val="3"/>
        </w:numPr>
        <w:ind w:left="720"/>
        <w:rPr>
          <w:rFonts w:ascii="Trebuchet MS" w:hAnsi="Trebuchet MS"/>
          <w:color w:val="000000"/>
          <w:sz w:val="22"/>
        </w:rPr>
      </w:pPr>
      <w:r w:rsidRPr="00D508E2">
        <w:rPr>
          <w:rFonts w:ascii="Trebuchet MS" w:hAnsi="Trebuchet MS"/>
          <w:color w:val="000000"/>
          <w:sz w:val="22"/>
        </w:rPr>
        <w:t xml:space="preserve">Have a friend who is about to drink and drive? Take the keys away and </w:t>
      </w:r>
      <w:proofErr w:type="gramStart"/>
      <w:r w:rsidRPr="00D508E2">
        <w:rPr>
          <w:rFonts w:ascii="Trebuchet MS" w:hAnsi="Trebuchet MS"/>
          <w:color w:val="000000"/>
          <w:sz w:val="22"/>
        </w:rPr>
        <w:t>make</w:t>
      </w:r>
      <w:r w:rsidR="00307966">
        <w:rPr>
          <w:rFonts w:ascii="Trebuchet MS" w:hAnsi="Trebuchet MS"/>
          <w:color w:val="000000"/>
          <w:sz w:val="22"/>
        </w:rPr>
        <w:t xml:space="preserve"> a</w:t>
      </w:r>
      <w:r w:rsidRPr="00D508E2">
        <w:rPr>
          <w:rFonts w:ascii="Trebuchet MS" w:hAnsi="Trebuchet MS"/>
          <w:color w:val="000000"/>
          <w:sz w:val="22"/>
        </w:rPr>
        <w:t>rrangements</w:t>
      </w:r>
      <w:proofErr w:type="gramEnd"/>
      <w:r w:rsidRPr="00D508E2">
        <w:rPr>
          <w:rFonts w:ascii="Trebuchet MS" w:hAnsi="Trebuchet MS"/>
          <w:color w:val="000000"/>
          <w:sz w:val="22"/>
        </w:rPr>
        <w:t xml:space="preserve"> to get your friend home safely.</w:t>
      </w:r>
    </w:p>
    <w:p w14:paraId="23391AE6" w14:textId="77777777" w:rsidR="00186DA0" w:rsidRPr="00D508E2" w:rsidRDefault="00186DA0" w:rsidP="00EB156C">
      <w:pPr>
        <w:pStyle w:val="ListParagraph"/>
        <w:rPr>
          <w:rFonts w:ascii="Trebuchet MS" w:hAnsi="Trebuchet MS"/>
          <w:color w:val="000000"/>
          <w:sz w:val="22"/>
        </w:rPr>
      </w:pPr>
    </w:p>
    <w:p w14:paraId="3BB47553" w14:textId="4152054F" w:rsidR="00D65B1E" w:rsidRDefault="00D65B1E" w:rsidP="004944B0">
      <w:r w:rsidRPr="00D508E2">
        <w:rPr>
          <w:color w:val="000000"/>
        </w:rPr>
        <w:t xml:space="preserve">For more information about the </w:t>
      </w:r>
      <w:r w:rsidRPr="00D508E2">
        <w:rPr>
          <w:i/>
          <w:color w:val="000000"/>
        </w:rPr>
        <w:t>Drive Sober or Get Pulled Over</w:t>
      </w:r>
      <w:r w:rsidRPr="00D508E2">
        <w:rPr>
          <w:color w:val="000000"/>
        </w:rPr>
        <w:t xml:space="preserve"> campaign, visit </w:t>
      </w:r>
      <w:hyperlink r:id="rId10" w:history="1">
        <w:r w:rsidR="00A83C4C">
          <w:rPr>
            <w:rStyle w:val="Hyperlink"/>
          </w:rPr>
          <w:t>https://www.trafficsafetymarketing.gov/get-materials/drunk-driving/national-mobilization/peak-enforcement-kit</w:t>
        </w:r>
      </w:hyperlink>
      <w:r w:rsidRPr="00D508E2">
        <w:t>.</w:t>
      </w:r>
    </w:p>
    <w:p w14:paraId="4CEADFEF" w14:textId="77777777" w:rsidR="00A83C4C" w:rsidRPr="00DC0501" w:rsidRDefault="00A83C4C" w:rsidP="00A83C4C">
      <w:pPr>
        <w:spacing w:after="0" w:line="240" w:lineRule="auto"/>
        <w:rPr>
          <w:b/>
          <w:bCs/>
        </w:rPr>
      </w:pPr>
      <w:r w:rsidRPr="00DC0501">
        <w:rPr>
          <w:b/>
          <w:bCs/>
        </w:rPr>
        <w:lastRenderedPageBreak/>
        <w:t>FOR PRODUCTION USE ONLY</w:t>
      </w:r>
    </w:p>
    <w:p w14:paraId="699DAC76" w14:textId="77777777" w:rsidR="00A83C4C" w:rsidRPr="00DC0501" w:rsidRDefault="00A83C4C" w:rsidP="00A83C4C">
      <w:pPr>
        <w:spacing w:after="0" w:line="240" w:lineRule="auto"/>
      </w:pPr>
      <w:r w:rsidRPr="00DC0501">
        <w:t>Writer: Katie Lanham</w:t>
      </w:r>
    </w:p>
    <w:p w14:paraId="60EE267F" w14:textId="77777777" w:rsidR="00A83C4C" w:rsidRPr="00DC0501" w:rsidRDefault="00A83C4C" w:rsidP="00A83C4C">
      <w:pPr>
        <w:spacing w:after="0" w:line="240" w:lineRule="auto"/>
      </w:pPr>
      <w:r w:rsidRPr="00DC0501">
        <w:t>Editor: Angela Astrup</w:t>
      </w:r>
    </w:p>
    <w:p w14:paraId="2B47CB1A" w14:textId="0D02225B" w:rsidR="00A83C4C" w:rsidRPr="00DC0501" w:rsidRDefault="00A83C4C" w:rsidP="00A83C4C">
      <w:pPr>
        <w:spacing w:after="0" w:line="240" w:lineRule="auto"/>
      </w:pPr>
      <w:r w:rsidRPr="00DC0501">
        <w:t xml:space="preserve">Final approved for Marketing: </w:t>
      </w:r>
      <w:r w:rsidR="00291768">
        <w:t>July 30</w:t>
      </w:r>
      <w:r>
        <w:t>, 2019</w:t>
      </w:r>
    </w:p>
    <w:p w14:paraId="34F6588F" w14:textId="36FFD344" w:rsidR="005D3880" w:rsidRPr="000E1B16" w:rsidRDefault="005D3880" w:rsidP="004944B0"/>
    <w:sectPr w:rsidR="005D3880" w:rsidRPr="000E1B16" w:rsidSect="00B9273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2448" w:right="1440" w:bottom="2160" w:left="1440" w:header="576" w:footer="432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Wigle, Diane (NHTSA)" w:date="2019-07-29T16:29:00Z" w:initials="WD(">
    <w:p w14:paraId="719D7533" w14:textId="060E2656" w:rsidR="009030B7" w:rsidRDefault="009030B7">
      <w:pPr>
        <w:pStyle w:val="CommentText"/>
      </w:pPr>
      <w:r>
        <w:rPr>
          <w:rStyle w:val="CommentReference"/>
        </w:rPr>
        <w:annotationRef/>
      </w:r>
      <w:r>
        <w:t>Did NCSA approve this stat?</w:t>
      </w:r>
    </w:p>
  </w:comment>
  <w:comment w:id="2" w:author="Lanham, Katie CTR (NHTSA)" w:date="2019-07-30T07:45:00Z" w:initials="LKC(">
    <w:p w14:paraId="2D28BCD5" w14:textId="626B7BE1" w:rsidR="00291768" w:rsidRDefault="00291768">
      <w:pPr>
        <w:pStyle w:val="CommentText"/>
      </w:pPr>
      <w:r>
        <w:rPr>
          <w:rStyle w:val="CommentReference"/>
        </w:rPr>
        <w:annotationRef/>
      </w:r>
      <w:r>
        <w:t>Adam approved this stat in April.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19D7533" w15:done="0"/>
  <w15:commentEx w15:paraId="2D28BCD5" w15:paraIdParent="719D753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9D7533" w16cid:durableId="20FFF916"/>
  <w16cid:commentId w16cid:paraId="2D28BCD5" w16cid:durableId="20FFF91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9D9110" w14:textId="77777777" w:rsidR="00E62596" w:rsidRDefault="00E62596" w:rsidP="00901CE9">
      <w:pPr>
        <w:spacing w:after="0" w:line="240" w:lineRule="auto"/>
      </w:pPr>
      <w:r>
        <w:separator/>
      </w:r>
    </w:p>
  </w:endnote>
  <w:endnote w:type="continuationSeparator" w:id="0">
    <w:p w14:paraId="728153E9" w14:textId="77777777" w:rsidR="00E62596" w:rsidRDefault="00E62596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yriad Pro">
    <w:altName w:val="Segoe UI"/>
    <w:charset w:val="00"/>
    <w:family w:val="auto"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7232AB" w14:textId="77777777" w:rsidR="00A01734" w:rsidRDefault="00A017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B60C0A" w14:textId="77777777" w:rsidR="00901CE9" w:rsidRPr="00901CE9" w:rsidRDefault="00CA1A42" w:rsidP="007F0F99">
    <w:pPr>
      <w:pStyle w:val="Footer"/>
      <w:jc w:val="center"/>
      <w:rPr>
        <w:sz w:val="14"/>
        <w:szCs w:val="14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681777D" wp14:editId="0D138541">
              <wp:simplePos x="0" y="0"/>
              <wp:positionH relativeFrom="column">
                <wp:posOffset>5405120</wp:posOffset>
              </wp:positionH>
              <wp:positionV relativeFrom="paragraph">
                <wp:posOffset>707390</wp:posOffset>
              </wp:positionV>
              <wp:extent cx="1107440" cy="142240"/>
              <wp:effectExtent l="4445" t="2540" r="254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7440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7FD9B8" w14:textId="66ECC09F" w:rsidR="007F0F99" w:rsidRDefault="00167330" w:rsidP="00FF53E2">
                          <w:pPr>
                            <w:pStyle w:val="5ControlCode"/>
                          </w:pPr>
                          <w:r>
                            <w:t>13487c</w:t>
                          </w:r>
                          <w:r w:rsidR="007F0F99">
                            <w:t>-</w:t>
                          </w:r>
                          <w:r>
                            <w:t>0</w:t>
                          </w:r>
                          <w:r w:rsidR="000C3939">
                            <w:t>81018-v2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81777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25.6pt;margin-top:55.7pt;width:87.2pt;height:11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" filled="f" stroked="f">
              <v:textbox inset="0,0,0,0">
                <w:txbxContent>
                  <w:p w14:paraId="1C7FD9B8" w14:textId="66ECC09F" w:rsidR="007F0F99" w:rsidRDefault="00167330" w:rsidP="00FF53E2">
                    <w:pPr>
                      <w:pStyle w:val="5ControlCode"/>
                    </w:pPr>
                    <w:r>
                      <w:t>13487c</w:t>
                    </w:r>
                    <w:r w:rsidR="007F0F99">
                      <w:t>-</w:t>
                    </w:r>
                    <w:r>
                      <w:t>0</w:t>
                    </w:r>
                    <w:r w:rsidR="000C3939">
                      <w:t>81018-v2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14"/>
        <w:szCs w:val="14"/>
      </w:rPr>
      <w:drawing>
        <wp:inline distT="0" distB="0" distL="0" distR="0" wp14:anchorId="2A946DF2" wp14:editId="1B4AB7F4">
          <wp:extent cx="2776220" cy="737870"/>
          <wp:effectExtent l="0" t="0" r="5080" b="5080"/>
          <wp:docPr id="2" name="Picture 2" descr="DOT/NHTSA Signature" title="DOT/NHTSA Signa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T/NHTSA Signatu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622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E9158" w14:textId="77777777" w:rsidR="00A01734" w:rsidRDefault="00A017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156911" w14:textId="77777777" w:rsidR="00E62596" w:rsidRDefault="00E62596" w:rsidP="00901CE9">
      <w:pPr>
        <w:spacing w:after="0" w:line="240" w:lineRule="auto"/>
      </w:pPr>
      <w:r>
        <w:separator/>
      </w:r>
    </w:p>
  </w:footnote>
  <w:footnote w:type="continuationSeparator" w:id="0">
    <w:p w14:paraId="787A9406" w14:textId="77777777" w:rsidR="00E62596" w:rsidRDefault="00E62596" w:rsidP="0090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CB2FF" w14:textId="77777777" w:rsidR="00A01734" w:rsidRDefault="00A017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2CECF" w14:textId="2D52A829" w:rsidR="00C52F03" w:rsidRDefault="00DA29DC" w:rsidP="007C2723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  <w:r>
      <w:rPr>
        <w:noProof/>
      </w:rPr>
      <w:drawing>
        <wp:inline distT="0" distB="0" distL="0" distR="0" wp14:anchorId="5709F9EB" wp14:editId="34C5A216">
          <wp:extent cx="1054100" cy="996315"/>
          <wp:effectExtent l="0" t="0" r="0" b="0"/>
          <wp:docPr id="1" name="Picture 1" descr="Drive Sober or Get Pulled Over Logo" title="Drive Sober or Get Pulled Over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Drive Sober or Get Pulled Over Logo" title="Drive Sober or Get Pulled Over Lo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4100" cy="996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5FBA8" w14:textId="77777777" w:rsidR="00A01734" w:rsidRDefault="00A017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3D5B77"/>
    <w:multiLevelType w:val="hybridMultilevel"/>
    <w:tmpl w:val="D932D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04B85"/>
    <w:multiLevelType w:val="hybridMultilevel"/>
    <w:tmpl w:val="BE624B22"/>
    <w:lvl w:ilvl="0" w:tplc="E900399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4F39DD"/>
    <w:multiLevelType w:val="hybridMultilevel"/>
    <w:tmpl w:val="0406C8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6686E7C"/>
    <w:multiLevelType w:val="hybridMultilevel"/>
    <w:tmpl w:val="6A4E9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Wigle, Diane (NHTSA)">
    <w15:presenceInfo w15:providerId="AD" w15:userId="S::Diane.Wigle@ad.dot.gov::03843ac3-b5da-4209-9a29-03487e1533bd"/>
  </w15:person>
  <w15:person w15:author="Lanham, Katie CTR (NHTSA)">
    <w15:presenceInfo w15:providerId="AD" w15:userId="S-1-5-21-982035342-1880134254-310265210-4381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CE9"/>
    <w:rsid w:val="00035118"/>
    <w:rsid w:val="000663F2"/>
    <w:rsid w:val="000A05D1"/>
    <w:rsid w:val="000C3939"/>
    <w:rsid w:val="000D57D2"/>
    <w:rsid w:val="000E1B16"/>
    <w:rsid w:val="00161F42"/>
    <w:rsid w:val="00167330"/>
    <w:rsid w:val="00186DA0"/>
    <w:rsid w:val="001A1424"/>
    <w:rsid w:val="001E692F"/>
    <w:rsid w:val="00205F4F"/>
    <w:rsid w:val="0021528E"/>
    <w:rsid w:val="002422D9"/>
    <w:rsid w:val="002515A9"/>
    <w:rsid w:val="00291768"/>
    <w:rsid w:val="00295062"/>
    <w:rsid w:val="002A6AAF"/>
    <w:rsid w:val="002B4917"/>
    <w:rsid w:val="002B66C6"/>
    <w:rsid w:val="002C5FF8"/>
    <w:rsid w:val="00305B98"/>
    <w:rsid w:val="00307966"/>
    <w:rsid w:val="00343E03"/>
    <w:rsid w:val="00352A56"/>
    <w:rsid w:val="0038061F"/>
    <w:rsid w:val="00392B7F"/>
    <w:rsid w:val="003D2D80"/>
    <w:rsid w:val="0040085B"/>
    <w:rsid w:val="00415BBC"/>
    <w:rsid w:val="0044490E"/>
    <w:rsid w:val="00472456"/>
    <w:rsid w:val="004944B0"/>
    <w:rsid w:val="004C24B4"/>
    <w:rsid w:val="004D21EE"/>
    <w:rsid w:val="004D77A2"/>
    <w:rsid w:val="004F4B52"/>
    <w:rsid w:val="004F7615"/>
    <w:rsid w:val="00512BFB"/>
    <w:rsid w:val="00515528"/>
    <w:rsid w:val="005430D9"/>
    <w:rsid w:val="00550936"/>
    <w:rsid w:val="00565486"/>
    <w:rsid w:val="005A6059"/>
    <w:rsid w:val="005D3880"/>
    <w:rsid w:val="005E42DD"/>
    <w:rsid w:val="00603243"/>
    <w:rsid w:val="00604280"/>
    <w:rsid w:val="00625A39"/>
    <w:rsid w:val="00636AEB"/>
    <w:rsid w:val="00646DFD"/>
    <w:rsid w:val="0067003C"/>
    <w:rsid w:val="00671050"/>
    <w:rsid w:val="00672251"/>
    <w:rsid w:val="00673C85"/>
    <w:rsid w:val="00697610"/>
    <w:rsid w:val="006B540D"/>
    <w:rsid w:val="007153AF"/>
    <w:rsid w:val="00715468"/>
    <w:rsid w:val="00753A8A"/>
    <w:rsid w:val="0077096D"/>
    <w:rsid w:val="007C2723"/>
    <w:rsid w:val="007D5238"/>
    <w:rsid w:val="007E1F50"/>
    <w:rsid w:val="007F0F99"/>
    <w:rsid w:val="00824066"/>
    <w:rsid w:val="00835594"/>
    <w:rsid w:val="00844FAB"/>
    <w:rsid w:val="008459C9"/>
    <w:rsid w:val="00846098"/>
    <w:rsid w:val="008B6819"/>
    <w:rsid w:val="008B6C4C"/>
    <w:rsid w:val="008C149B"/>
    <w:rsid w:val="00901CE9"/>
    <w:rsid w:val="009030B7"/>
    <w:rsid w:val="00905462"/>
    <w:rsid w:val="0094510B"/>
    <w:rsid w:val="00966B71"/>
    <w:rsid w:val="00975764"/>
    <w:rsid w:val="009A5F02"/>
    <w:rsid w:val="009C0118"/>
    <w:rsid w:val="009E3F3A"/>
    <w:rsid w:val="009F3460"/>
    <w:rsid w:val="00A01734"/>
    <w:rsid w:val="00A034F3"/>
    <w:rsid w:val="00A209DF"/>
    <w:rsid w:val="00A345FE"/>
    <w:rsid w:val="00A519A9"/>
    <w:rsid w:val="00A55822"/>
    <w:rsid w:val="00A77193"/>
    <w:rsid w:val="00A80AFB"/>
    <w:rsid w:val="00A81E1D"/>
    <w:rsid w:val="00A83C4C"/>
    <w:rsid w:val="00A90A9E"/>
    <w:rsid w:val="00AA106A"/>
    <w:rsid w:val="00AD3AFD"/>
    <w:rsid w:val="00AD7803"/>
    <w:rsid w:val="00AE3DBD"/>
    <w:rsid w:val="00B0515A"/>
    <w:rsid w:val="00B331E3"/>
    <w:rsid w:val="00B3657A"/>
    <w:rsid w:val="00B63986"/>
    <w:rsid w:val="00B9273B"/>
    <w:rsid w:val="00BB0B4A"/>
    <w:rsid w:val="00BB1112"/>
    <w:rsid w:val="00BE16BD"/>
    <w:rsid w:val="00BF0673"/>
    <w:rsid w:val="00C013B7"/>
    <w:rsid w:val="00C265C5"/>
    <w:rsid w:val="00C47E89"/>
    <w:rsid w:val="00C52F03"/>
    <w:rsid w:val="00C55758"/>
    <w:rsid w:val="00C61D1F"/>
    <w:rsid w:val="00C64E8A"/>
    <w:rsid w:val="00C91118"/>
    <w:rsid w:val="00CA1A42"/>
    <w:rsid w:val="00CC5909"/>
    <w:rsid w:val="00CD4C82"/>
    <w:rsid w:val="00CD7425"/>
    <w:rsid w:val="00CE7F96"/>
    <w:rsid w:val="00D11077"/>
    <w:rsid w:val="00D144D6"/>
    <w:rsid w:val="00D228E0"/>
    <w:rsid w:val="00D22A51"/>
    <w:rsid w:val="00D35ED4"/>
    <w:rsid w:val="00D3792F"/>
    <w:rsid w:val="00D508E2"/>
    <w:rsid w:val="00D55119"/>
    <w:rsid w:val="00D565CC"/>
    <w:rsid w:val="00D65B1E"/>
    <w:rsid w:val="00D67207"/>
    <w:rsid w:val="00D774BE"/>
    <w:rsid w:val="00D92FE1"/>
    <w:rsid w:val="00DA29DC"/>
    <w:rsid w:val="00DA5326"/>
    <w:rsid w:val="00DC0501"/>
    <w:rsid w:val="00DD4A9B"/>
    <w:rsid w:val="00DE2078"/>
    <w:rsid w:val="00DE4EF2"/>
    <w:rsid w:val="00E14CE6"/>
    <w:rsid w:val="00E31AC0"/>
    <w:rsid w:val="00E53BEF"/>
    <w:rsid w:val="00E61E96"/>
    <w:rsid w:val="00E62596"/>
    <w:rsid w:val="00E746E2"/>
    <w:rsid w:val="00EB156C"/>
    <w:rsid w:val="00ED26C4"/>
    <w:rsid w:val="00F01171"/>
    <w:rsid w:val="00F21C7C"/>
    <w:rsid w:val="00F32976"/>
    <w:rsid w:val="00F41EC0"/>
    <w:rsid w:val="00FA734A"/>
    <w:rsid w:val="00FB2798"/>
    <w:rsid w:val="00FF4E5A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4F102F"/>
  <w15:docId w15:val="{2271B9BE-209E-4DA6-A388-ACF763BF1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4. Body"/>
    <w:qFormat/>
    <w:rsid w:val="00AE3DBD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AE3DBD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AE3DBD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AE3DBD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3D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3DBD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E3D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3DBD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3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E3DBD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AE3DBD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AE3DBD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AE3DBD"/>
    <w:rPr>
      <w:color w:val="0000FF"/>
      <w:u w:val="single"/>
    </w:rPr>
  </w:style>
  <w:style w:type="paragraph" w:customStyle="1" w:styleId="MediumGrid21">
    <w:name w:val="Medium Grid 21"/>
    <w:uiPriority w:val="1"/>
    <w:rsid w:val="00AE3DBD"/>
    <w:rPr>
      <w:sz w:val="22"/>
      <w:szCs w:val="22"/>
    </w:rPr>
  </w:style>
  <w:style w:type="paragraph" w:customStyle="1" w:styleId="Normal1">
    <w:name w:val="Normal1"/>
    <w:basedOn w:val="Normal"/>
    <w:rsid w:val="00AE3D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AE3DBD"/>
  </w:style>
  <w:style w:type="paragraph" w:customStyle="1" w:styleId="bodycopy">
    <w:name w:val="bodycopy"/>
    <w:basedOn w:val="Normal"/>
    <w:rsid w:val="00AE3D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AE3DBD"/>
  </w:style>
  <w:style w:type="table" w:styleId="TableGrid">
    <w:name w:val="Table Grid"/>
    <w:basedOn w:val="TableNormal"/>
    <w:uiPriority w:val="59"/>
    <w:rsid w:val="00AE3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AE3DBD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AE3DBD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AE3DBD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AE3DBD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AE3DBD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AE3DBD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AE3DBD"/>
    <w:rPr>
      <w:rFonts w:ascii="Trebuchet MS" w:hAnsi="Trebuchet MS"/>
      <w:sz w:val="14"/>
      <w:szCs w:val="14"/>
    </w:rPr>
  </w:style>
  <w:style w:type="paragraph" w:styleId="ListParagraph">
    <w:name w:val="List Paragraph"/>
    <w:basedOn w:val="Normal"/>
    <w:uiPriority w:val="34"/>
    <w:qFormat/>
    <w:rsid w:val="00D65B1E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customStyle="1" w:styleId="Pa3">
    <w:name w:val="Pa3"/>
    <w:basedOn w:val="Normal"/>
    <w:next w:val="Normal"/>
    <w:uiPriority w:val="99"/>
    <w:rsid w:val="00D65B1E"/>
    <w:pPr>
      <w:autoSpaceDE w:val="0"/>
      <w:autoSpaceDN w:val="0"/>
      <w:adjustRightInd w:val="0"/>
      <w:spacing w:after="0" w:line="321" w:lineRule="atLeast"/>
    </w:pPr>
    <w:rPr>
      <w:rFonts w:ascii="Myriad Pro" w:hAnsi="Myriad Pro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86D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6D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6DA0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6D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6DA0"/>
    <w:rPr>
      <w:rFonts w:ascii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8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www.trafficsafetymarketing.gov/get-materials/drunk-driving/national-mobilization/peak-enforcement-kit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</Template>
  <TotalTime>0</TotalTime>
  <Pages>3</Pages>
  <Words>725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2018 NHTSA Drive Sober or Get Pulled Over Fact Sheet</vt:lpstr>
    </vt:vector>
  </TitlesOfParts>
  <Company>DOT</Company>
  <LinksUpToDate>false</LinksUpToDate>
  <CharactersWithSpaces>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 NHTSA Drive Sober or Get Pulled Over Fact Sheet</dc:title>
  <dc:creator>Greenbauer, Lynn CTR (NHTSA)</dc:creator>
  <cp:lastModifiedBy>Tara Casanova Powell</cp:lastModifiedBy>
  <cp:revision>2</cp:revision>
  <dcterms:created xsi:type="dcterms:W3CDTF">2019-08-15T19:30:00Z</dcterms:created>
  <dcterms:modified xsi:type="dcterms:W3CDTF">2019-08-15T19:30:00Z</dcterms:modified>
</cp:coreProperties>
</file>