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3C4B7" w14:textId="77777777" w:rsidR="007A343A" w:rsidRPr="007A343A" w:rsidRDefault="001E0A9C" w:rsidP="007A343A">
      <w:pPr>
        <w:pStyle w:val="NoSpacing"/>
        <w:rPr>
          <w:rFonts w:ascii="Rockwell" w:hAnsi="Rockwell"/>
          <w:b/>
        </w:rPr>
      </w:pPr>
      <w:bookmarkStart w:id="0" w:name="_GoBack"/>
      <w:bookmarkEnd w:id="0"/>
      <w:r>
        <w:rPr>
          <w:rFonts w:ascii="Rockwell" w:hAnsi="Rockwell"/>
          <w:b/>
        </w:rPr>
        <w:t>2019</w:t>
      </w:r>
      <w:r w:rsidR="007A343A" w:rsidRPr="007A343A">
        <w:rPr>
          <w:rFonts w:ascii="Rockwell" w:hAnsi="Rockwell"/>
          <w:b/>
        </w:rPr>
        <w:t xml:space="preserve"> </w:t>
      </w:r>
      <w:r>
        <w:rPr>
          <w:rFonts w:ascii="Rockwell" w:hAnsi="Rockwell"/>
          <w:b/>
        </w:rPr>
        <w:t>DRIVE SOBER OR GET PULLED OVER</w:t>
      </w:r>
      <w:r w:rsidR="007A343A" w:rsidRPr="007A343A">
        <w:rPr>
          <w:rFonts w:ascii="Rockwell" w:hAnsi="Rockwell"/>
          <w:b/>
        </w:rPr>
        <w:t xml:space="preserve"> </w:t>
      </w:r>
    </w:p>
    <w:p w14:paraId="4A3E8496" w14:textId="77777777" w:rsidR="007A343A" w:rsidRPr="007A343A" w:rsidRDefault="007A343A" w:rsidP="007A343A">
      <w:pPr>
        <w:pStyle w:val="NoSpacing"/>
        <w:rPr>
          <w:rFonts w:ascii="Rockwell" w:hAnsi="Rockwell"/>
          <w:b/>
        </w:rPr>
      </w:pPr>
      <w:r w:rsidRPr="007A343A">
        <w:rPr>
          <w:rFonts w:ascii="Rockwell" w:hAnsi="Rockwell"/>
          <w:b/>
        </w:rPr>
        <w:t>ENFORCEMENT CAMPAIGN</w:t>
      </w:r>
    </w:p>
    <w:p w14:paraId="5B713BBE" w14:textId="77777777" w:rsidR="007A343A" w:rsidRPr="007A343A" w:rsidRDefault="007A343A" w:rsidP="007A343A">
      <w:pPr>
        <w:pStyle w:val="NoSpacing"/>
        <w:rPr>
          <w:rFonts w:ascii="Rockwell" w:hAnsi="Rockwell"/>
          <w:b/>
        </w:rPr>
      </w:pPr>
      <w:r w:rsidRPr="007A343A">
        <w:rPr>
          <w:rFonts w:ascii="Rockwell" w:hAnsi="Rockwell"/>
          <w:b/>
        </w:rPr>
        <w:t xml:space="preserve">SAMPLE </w:t>
      </w:r>
      <w:r w:rsidR="00BC144A">
        <w:rPr>
          <w:rFonts w:ascii="Rockwell" w:hAnsi="Rockwell"/>
          <w:b/>
        </w:rPr>
        <w:t>POST-</w:t>
      </w:r>
      <w:r w:rsidRPr="007A343A">
        <w:rPr>
          <w:rFonts w:ascii="Rockwell" w:hAnsi="Rockwell"/>
          <w:b/>
        </w:rPr>
        <w:t>NEWS RELEASE</w:t>
      </w:r>
    </w:p>
    <w:p w14:paraId="220DCC48" w14:textId="77777777" w:rsidR="007A343A" w:rsidRPr="007A343A" w:rsidRDefault="007A343A" w:rsidP="007A343A">
      <w:pPr>
        <w:pStyle w:val="NoSpacing"/>
        <w:rPr>
          <w:rFonts w:ascii="Rockwell" w:hAnsi="Rockwell"/>
          <w:b/>
        </w:rPr>
      </w:pPr>
    </w:p>
    <w:p w14:paraId="06629AFC" w14:textId="77777777" w:rsidR="007A343A" w:rsidRPr="007A343A" w:rsidRDefault="007A343A" w:rsidP="007A343A">
      <w:pPr>
        <w:pStyle w:val="NoSpacing"/>
        <w:rPr>
          <w:rFonts w:ascii="Rockwell" w:hAnsi="Rockwell"/>
          <w:b/>
        </w:rPr>
      </w:pPr>
      <w:r w:rsidRPr="007A343A">
        <w:rPr>
          <w:rFonts w:ascii="Rockwell" w:hAnsi="Rockwell"/>
          <w:b/>
        </w:rPr>
        <w:t>FOR IMMEDIATE RELEASE: [Date]</w:t>
      </w:r>
    </w:p>
    <w:p w14:paraId="0FE06B33" w14:textId="77777777" w:rsidR="007A343A" w:rsidRPr="007A343A" w:rsidRDefault="007A343A" w:rsidP="007A343A">
      <w:pPr>
        <w:pStyle w:val="NoSpacing"/>
        <w:rPr>
          <w:rFonts w:ascii="Rockwell" w:hAnsi="Rockwell"/>
          <w:b/>
        </w:rPr>
      </w:pPr>
      <w:r w:rsidRPr="007A343A">
        <w:rPr>
          <w:rFonts w:ascii="Rockwell" w:hAnsi="Rockwell"/>
          <w:b/>
        </w:rPr>
        <w:t>CONTACT: [Name, Phone Number, E-mail]</w:t>
      </w:r>
    </w:p>
    <w:p w14:paraId="2F7D391A" w14:textId="77777777" w:rsidR="007A343A" w:rsidRPr="007A343A" w:rsidRDefault="007A343A" w:rsidP="007A343A">
      <w:pPr>
        <w:pStyle w:val="NoSpacing"/>
        <w:rPr>
          <w:rFonts w:ascii="Rockwell" w:hAnsi="Rockwell"/>
          <w:b/>
        </w:rPr>
      </w:pPr>
    </w:p>
    <w:p w14:paraId="72046F69" w14:textId="77777777" w:rsidR="007A343A" w:rsidRPr="007A343A" w:rsidRDefault="007A343A" w:rsidP="007A343A">
      <w:pPr>
        <w:pStyle w:val="Heading1"/>
        <w:jc w:val="left"/>
        <w:rPr>
          <w:sz w:val="22"/>
          <w:szCs w:val="22"/>
        </w:rPr>
      </w:pPr>
      <w:r w:rsidRPr="007A343A">
        <w:rPr>
          <w:sz w:val="22"/>
          <w:szCs w:val="22"/>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2F330E99" w14:textId="77777777" w:rsidR="0051148D" w:rsidRPr="0051148D" w:rsidRDefault="0051148D" w:rsidP="0051148D">
      <w:pPr>
        <w:spacing w:after="0" w:line="240" w:lineRule="auto"/>
        <w:jc w:val="center"/>
        <w:rPr>
          <w:rFonts w:ascii="Rockwell" w:hAnsi="Rockwell"/>
          <w:b/>
          <w:sz w:val="28"/>
        </w:rPr>
      </w:pPr>
      <w:r w:rsidRPr="0051148D">
        <w:rPr>
          <w:rFonts w:ascii="Rockwell" w:hAnsi="Rockwell"/>
          <w:b/>
          <w:sz w:val="28"/>
        </w:rPr>
        <w:t>[Local Law Enforcement Organization] Arrested [##] Drunk Drivers</w:t>
      </w:r>
    </w:p>
    <w:p w14:paraId="54C3DC5F" w14:textId="77777777" w:rsidR="0051148D" w:rsidRDefault="0051148D" w:rsidP="0051148D">
      <w:pPr>
        <w:spacing w:after="0" w:line="240" w:lineRule="auto"/>
        <w:jc w:val="center"/>
        <w:rPr>
          <w:rFonts w:ascii="Rockwell" w:eastAsia="MS Mincho" w:hAnsi="Rockwell"/>
          <w:b/>
          <w:sz w:val="28"/>
          <w:szCs w:val="23"/>
        </w:rPr>
      </w:pPr>
      <w:r w:rsidRPr="0051148D">
        <w:rPr>
          <w:rFonts w:ascii="Rockwell" w:hAnsi="Rockwell"/>
          <w:b/>
          <w:sz w:val="28"/>
        </w:rPr>
        <w:t xml:space="preserve">During </w:t>
      </w:r>
      <w:r w:rsidRPr="0051148D">
        <w:rPr>
          <w:rFonts w:ascii="Rockwell" w:hAnsi="Rockwell"/>
          <w:b/>
          <w:i/>
          <w:sz w:val="28"/>
        </w:rPr>
        <w:t>Drive Sober or Get Pulled Over</w:t>
      </w:r>
      <w:r w:rsidRPr="0051148D">
        <w:rPr>
          <w:rFonts w:ascii="Rockwell" w:hAnsi="Rockwell"/>
          <w:b/>
          <w:sz w:val="28"/>
        </w:rPr>
        <w:t xml:space="preserve"> Campaign</w:t>
      </w:r>
    </w:p>
    <w:p w14:paraId="78EA0BB7" w14:textId="77777777" w:rsidR="0051148D" w:rsidRDefault="0051148D" w:rsidP="0051148D">
      <w:pPr>
        <w:spacing w:after="0" w:line="240" w:lineRule="auto"/>
        <w:rPr>
          <w:rFonts w:ascii="Rockwell" w:eastAsia="MS Mincho" w:hAnsi="Rockwell"/>
          <w:b/>
          <w:sz w:val="28"/>
          <w:szCs w:val="23"/>
        </w:rPr>
      </w:pPr>
    </w:p>
    <w:p w14:paraId="45D05834" w14:textId="77777777" w:rsidR="007A343A" w:rsidRPr="005465F6" w:rsidRDefault="003F0C67" w:rsidP="0051148D">
      <w:pPr>
        <w:spacing w:after="0" w:line="240" w:lineRule="auto"/>
        <w:rPr>
          <w:rFonts w:eastAsia="MS Mincho"/>
          <w:b/>
          <w:szCs w:val="23"/>
        </w:rPr>
      </w:pPr>
      <w:r>
        <w:rPr>
          <w:b/>
        </w:rPr>
        <w:t>[City, State]</w:t>
      </w:r>
      <w:r w:rsidR="00064724">
        <w:rPr>
          <w:b/>
        </w:rPr>
        <w:t xml:space="preserve"> </w:t>
      </w:r>
      <w:r>
        <w:rPr>
          <w:b/>
        </w:rPr>
        <w:t>—</w:t>
      </w:r>
      <w:r w:rsidR="00064724">
        <w:rPr>
          <w:b/>
        </w:rPr>
        <w:t xml:space="preserve"> </w:t>
      </w:r>
      <w:r w:rsidR="007A343A" w:rsidRPr="00EF5469">
        <w:rPr>
          <w:rFonts w:eastAsia="MS Mincho"/>
          <w:b/>
          <w:szCs w:val="23"/>
        </w:rPr>
        <w:t>[Law Enforcement Organization]</w:t>
      </w:r>
      <w:r w:rsidR="007A343A">
        <w:rPr>
          <w:rFonts w:eastAsia="MS Mincho"/>
          <w:b/>
          <w:szCs w:val="23"/>
        </w:rPr>
        <w:t xml:space="preserve"> </w:t>
      </w:r>
      <w:r w:rsidR="007A343A" w:rsidRPr="00EF5469">
        <w:rPr>
          <w:rFonts w:eastAsia="MS Mincho"/>
          <w:szCs w:val="23"/>
        </w:rPr>
        <w:t xml:space="preserve">partnered with the </w:t>
      </w:r>
      <w:r w:rsidR="0051148D">
        <w:rPr>
          <w:rFonts w:eastAsia="MS Mincho"/>
          <w:szCs w:val="23"/>
        </w:rPr>
        <w:t xml:space="preserve">U.S. Department of Transportation’s </w:t>
      </w:r>
      <w:r w:rsidR="007A343A" w:rsidRPr="009A2F50">
        <w:rPr>
          <w:rFonts w:eastAsia="MS Mincho"/>
          <w:szCs w:val="23"/>
        </w:rPr>
        <w:t>National Highwa</w:t>
      </w:r>
      <w:r w:rsidR="002E2965">
        <w:rPr>
          <w:rFonts w:eastAsia="MS Mincho"/>
          <w:szCs w:val="23"/>
        </w:rPr>
        <w:t>y Traffic Safety Administration</w:t>
      </w:r>
      <w:r w:rsidR="0051148D">
        <w:rPr>
          <w:rFonts w:eastAsia="MS Mincho"/>
          <w:szCs w:val="23"/>
        </w:rPr>
        <w:t xml:space="preserve"> </w:t>
      </w:r>
      <w:r w:rsidR="007A343A" w:rsidRPr="009A2F50">
        <w:rPr>
          <w:rFonts w:eastAsia="MS Mincho"/>
          <w:szCs w:val="23"/>
        </w:rPr>
        <w:t xml:space="preserve">for the national </w:t>
      </w:r>
      <w:r w:rsidR="007A343A" w:rsidRPr="009A2F50">
        <w:rPr>
          <w:rFonts w:eastAsia="MS Mincho"/>
          <w:i/>
          <w:szCs w:val="23"/>
        </w:rPr>
        <w:t>Drive Sober or Get Pulled</w:t>
      </w:r>
      <w:r w:rsidR="007A343A" w:rsidRPr="009A2F50">
        <w:rPr>
          <w:rFonts w:eastAsia="MS Mincho"/>
          <w:szCs w:val="23"/>
        </w:rPr>
        <w:t xml:space="preserve"> </w:t>
      </w:r>
      <w:r w:rsidR="007A343A" w:rsidRPr="009A2F50">
        <w:rPr>
          <w:rFonts w:eastAsia="MS Mincho"/>
          <w:i/>
          <w:szCs w:val="23"/>
        </w:rPr>
        <w:t xml:space="preserve">Over </w:t>
      </w:r>
      <w:r w:rsidR="007A343A" w:rsidRPr="009A2F50">
        <w:rPr>
          <w:rFonts w:eastAsia="MS Mincho"/>
          <w:szCs w:val="23"/>
        </w:rPr>
        <w:t>Labor Day weekend drunk-driving enforcement campaign.</w:t>
      </w:r>
      <w:r w:rsidR="007A343A" w:rsidRPr="009A2F50">
        <w:rPr>
          <w:rFonts w:eastAsia="MS Mincho"/>
          <w:b/>
          <w:szCs w:val="23"/>
        </w:rPr>
        <w:t xml:space="preserve"> </w:t>
      </w:r>
      <w:r w:rsidR="007A343A" w:rsidRPr="009A2F50">
        <w:rPr>
          <w:rFonts w:eastAsia="MS Mincho"/>
          <w:szCs w:val="23"/>
        </w:rPr>
        <w:t>From August 1</w:t>
      </w:r>
      <w:r w:rsidR="000F62BD">
        <w:rPr>
          <w:rFonts w:eastAsia="MS Mincho"/>
          <w:szCs w:val="23"/>
        </w:rPr>
        <w:t>4</w:t>
      </w:r>
      <w:r w:rsidR="007A343A" w:rsidRPr="009A2F50">
        <w:rPr>
          <w:rFonts w:eastAsia="MS Mincho"/>
          <w:szCs w:val="23"/>
        </w:rPr>
        <w:t xml:space="preserve">-September </w:t>
      </w:r>
      <w:r w:rsidR="000F62BD">
        <w:rPr>
          <w:rFonts w:eastAsia="MS Mincho"/>
          <w:szCs w:val="23"/>
        </w:rPr>
        <w:t>2</w:t>
      </w:r>
      <w:r w:rsidR="007A343A" w:rsidRPr="009A2F50">
        <w:rPr>
          <w:rFonts w:eastAsia="MS Mincho"/>
          <w:szCs w:val="23"/>
        </w:rPr>
        <w:t xml:space="preserve">, local law enforcement showed zero tolerance for impaired driving, arresting </w:t>
      </w:r>
      <w:r w:rsidR="007A343A" w:rsidRPr="009A2F50">
        <w:rPr>
          <w:rFonts w:eastAsia="MS Mincho"/>
          <w:b/>
          <w:szCs w:val="23"/>
        </w:rPr>
        <w:t xml:space="preserve">[XX] </w:t>
      </w:r>
      <w:r w:rsidR="007A343A" w:rsidRPr="009A2F50">
        <w:rPr>
          <w:rFonts w:eastAsia="MS Mincho"/>
          <w:szCs w:val="23"/>
        </w:rPr>
        <w:t>offenders for</w:t>
      </w:r>
      <w:r w:rsidR="007A343A" w:rsidRPr="00EF5469">
        <w:rPr>
          <w:rFonts w:eastAsia="MS Mincho"/>
          <w:szCs w:val="23"/>
        </w:rPr>
        <w:t xml:space="preserve"> the deadly crime.  </w:t>
      </w:r>
    </w:p>
    <w:p w14:paraId="64D48BF2" w14:textId="77777777" w:rsidR="00032D54" w:rsidRDefault="00032D54" w:rsidP="00032D54">
      <w:pPr>
        <w:spacing w:after="0" w:line="240" w:lineRule="auto"/>
        <w:rPr>
          <w:rFonts w:eastAsia="MS Mincho"/>
          <w:szCs w:val="23"/>
        </w:rPr>
      </w:pPr>
    </w:p>
    <w:p w14:paraId="4909A093" w14:textId="77777777" w:rsidR="007A343A" w:rsidRDefault="007A343A" w:rsidP="00032D54">
      <w:pPr>
        <w:spacing w:after="0" w:line="240" w:lineRule="auto"/>
        <w:rPr>
          <w:rFonts w:eastAsia="MS Mincho"/>
          <w:szCs w:val="23"/>
        </w:rPr>
      </w:pPr>
      <w:r>
        <w:rPr>
          <w:rFonts w:eastAsia="MS Mincho"/>
          <w:szCs w:val="23"/>
        </w:rPr>
        <w:t xml:space="preserve">The </w:t>
      </w:r>
      <w:r w:rsidRPr="00EF5469">
        <w:rPr>
          <w:rFonts w:eastAsia="MS Mincho"/>
          <w:b/>
          <w:szCs w:val="23"/>
        </w:rPr>
        <w:t xml:space="preserve">[Law Enforcement Organization] </w:t>
      </w:r>
      <w:r w:rsidRPr="00EF5469">
        <w:rPr>
          <w:rFonts w:eastAsia="MS Mincho"/>
          <w:szCs w:val="23"/>
        </w:rPr>
        <w:t xml:space="preserve">ramped up its usual enforcement efforts, adding </w:t>
      </w:r>
      <w:r w:rsidRPr="00EF5469">
        <w:rPr>
          <w:rFonts w:eastAsia="MS Mincho"/>
          <w:b/>
          <w:szCs w:val="23"/>
        </w:rPr>
        <w:t>[insert number of local checkpoints and/or additional units if applicable]</w:t>
      </w:r>
      <w:r w:rsidRPr="00EF5469">
        <w:rPr>
          <w:rFonts w:eastAsia="MS Mincho"/>
          <w:szCs w:val="23"/>
        </w:rPr>
        <w:t xml:space="preserve">. </w:t>
      </w:r>
      <w:r w:rsidRPr="00EF5469">
        <w:rPr>
          <w:rFonts w:eastAsia="MS Mincho"/>
          <w:b/>
          <w:szCs w:val="23"/>
        </w:rPr>
        <w:t xml:space="preserve">[Local Area Leadership] </w:t>
      </w:r>
      <w:r w:rsidRPr="00EF5469">
        <w:rPr>
          <w:rFonts w:eastAsia="MS Mincho"/>
          <w:szCs w:val="23"/>
        </w:rPr>
        <w:t xml:space="preserve">said that by removing </w:t>
      </w:r>
      <w:r w:rsidRPr="00EF5469">
        <w:rPr>
          <w:rFonts w:eastAsia="MS Mincho"/>
          <w:b/>
          <w:szCs w:val="23"/>
        </w:rPr>
        <w:t xml:space="preserve">[XX] </w:t>
      </w:r>
      <w:r w:rsidRPr="00EF5469">
        <w:rPr>
          <w:rFonts w:eastAsia="MS Mincho"/>
          <w:szCs w:val="23"/>
        </w:rPr>
        <w:t xml:space="preserve">drunk drivers from the roads, many lives were likely saved. </w:t>
      </w:r>
    </w:p>
    <w:p w14:paraId="11620331" w14:textId="77777777" w:rsidR="00652FA1" w:rsidRDefault="00652FA1" w:rsidP="00032D54">
      <w:pPr>
        <w:spacing w:after="0" w:line="240" w:lineRule="auto"/>
        <w:rPr>
          <w:rFonts w:eastAsia="MS Mincho"/>
          <w:szCs w:val="23"/>
        </w:rPr>
      </w:pPr>
    </w:p>
    <w:p w14:paraId="782135D4" w14:textId="77777777" w:rsidR="00652FA1" w:rsidRDefault="00652FA1" w:rsidP="00652FA1">
      <w:pPr>
        <w:spacing w:after="0" w:line="240" w:lineRule="auto"/>
        <w:rPr>
          <w:rFonts w:eastAsia="MS Mincho"/>
          <w:szCs w:val="23"/>
        </w:rPr>
      </w:pPr>
      <w:r>
        <w:rPr>
          <w:rFonts w:eastAsia="MS Mincho"/>
          <w:szCs w:val="23"/>
        </w:rPr>
        <w:t xml:space="preserve">“Every day, we work to spread the word about the dangers of drunk driving, and the national </w:t>
      </w:r>
      <w:r w:rsidRPr="00652FA1">
        <w:rPr>
          <w:rFonts w:eastAsia="MS Mincho"/>
          <w:i/>
          <w:szCs w:val="23"/>
        </w:rPr>
        <w:t>Drive Sober or Get Pulled Over</w:t>
      </w:r>
      <w:r>
        <w:rPr>
          <w:rFonts w:eastAsia="MS Mincho"/>
          <w:szCs w:val="23"/>
        </w:rPr>
        <w:t xml:space="preserve"> campaign helps our law enforcement officers better address this problem head on,” said </w:t>
      </w:r>
      <w:r w:rsidRPr="00A97A0C">
        <w:rPr>
          <w:rFonts w:eastAsia="MS Mincho"/>
          <w:b/>
          <w:szCs w:val="23"/>
        </w:rPr>
        <w:t>[Local Law Enforcement Leader]</w:t>
      </w:r>
      <w:r>
        <w:rPr>
          <w:rFonts w:eastAsia="MS Mincho"/>
          <w:szCs w:val="23"/>
        </w:rPr>
        <w:t xml:space="preserve">. </w:t>
      </w:r>
      <w:r w:rsidRPr="00EE127D">
        <w:rPr>
          <w:rFonts w:eastAsia="MS Mincho"/>
          <w:szCs w:val="23"/>
        </w:rPr>
        <w:t>“If you feel impaired by any substance, do not get behind</w:t>
      </w:r>
      <w:r w:rsidR="00F97D3B">
        <w:rPr>
          <w:rFonts w:eastAsia="MS Mincho"/>
          <w:szCs w:val="23"/>
        </w:rPr>
        <w:t xml:space="preserve"> the wheel of a vehicle</w:t>
      </w:r>
      <w:r w:rsidRPr="00EE127D">
        <w:rPr>
          <w:rFonts w:eastAsia="MS Mincho"/>
          <w:szCs w:val="23"/>
        </w:rPr>
        <w:t xml:space="preserve">,” </w:t>
      </w:r>
      <w:r w:rsidRPr="00EE127D">
        <w:rPr>
          <w:rFonts w:eastAsia="MS Mincho"/>
          <w:b/>
          <w:szCs w:val="23"/>
        </w:rPr>
        <w:t>[he/she said]</w:t>
      </w:r>
      <w:r w:rsidRPr="00EE127D">
        <w:rPr>
          <w:rFonts w:eastAsia="MS Mincho"/>
          <w:szCs w:val="23"/>
        </w:rPr>
        <w:t>.</w:t>
      </w:r>
    </w:p>
    <w:p w14:paraId="2D1B0DB6" w14:textId="77777777" w:rsidR="0051148D" w:rsidRDefault="0051148D" w:rsidP="00032D54">
      <w:pPr>
        <w:spacing w:after="0" w:line="240" w:lineRule="auto"/>
        <w:rPr>
          <w:rFonts w:eastAsia="MS Mincho"/>
          <w:szCs w:val="23"/>
        </w:rPr>
      </w:pPr>
    </w:p>
    <w:p w14:paraId="01E9D729" w14:textId="77777777" w:rsidR="00032D54" w:rsidRDefault="003F0C67" w:rsidP="00652FA1">
      <w:pPr>
        <w:spacing w:before="120" w:after="120" w:line="240" w:lineRule="auto"/>
      </w:pPr>
      <w:r>
        <w:rPr>
          <w:rFonts w:eastAsia="Times New Roman"/>
        </w:rPr>
        <w:t>During</w:t>
      </w:r>
      <w:r w:rsidRPr="00D774BE">
        <w:rPr>
          <w:rFonts w:eastAsia="Times New Roman"/>
        </w:rPr>
        <w:t xml:space="preserve"> the 2017 Labor Day holiday period (6 p.m. September 1</w:t>
      </w:r>
      <w:r w:rsidRPr="00D774BE">
        <w:rPr>
          <w:rFonts w:eastAsia="Times New Roman"/>
          <w:vertAlign w:val="superscript"/>
        </w:rPr>
        <w:t xml:space="preserve"> </w:t>
      </w:r>
      <w:r w:rsidRPr="00D774BE">
        <w:rPr>
          <w:rFonts w:eastAsia="Times New Roman"/>
        </w:rPr>
        <w:t xml:space="preserve">– 5:59 a.m. September 5), there were 376 crash fatalities nationwide. Forty-four percent of those fatalities involved drivers who had been drinking (.01+ BAC). More than one-third (36%) of the fatalities involved drivers who were drunk (.08+ BAC), and more than one-fourth (26%) involved drivers who were driving with a BAC almost twice the </w:t>
      </w:r>
      <w:r w:rsidR="003A265B">
        <w:rPr>
          <w:rFonts w:eastAsia="Times New Roman"/>
        </w:rPr>
        <w:t>legal</w:t>
      </w:r>
      <w:r w:rsidR="003A265B" w:rsidRPr="00D774BE">
        <w:rPr>
          <w:rFonts w:eastAsia="Times New Roman"/>
        </w:rPr>
        <w:t xml:space="preserve"> </w:t>
      </w:r>
      <w:r w:rsidRPr="00D774BE">
        <w:rPr>
          <w:rFonts w:eastAsia="Times New Roman"/>
        </w:rPr>
        <w:t>limit (.15+ BAC).</w:t>
      </w:r>
      <w:r>
        <w:rPr>
          <w:rFonts w:ascii="Calibri" w:eastAsia="Times New Roman" w:hAnsi="Calibri"/>
        </w:rPr>
        <w:t xml:space="preserve"> </w:t>
      </w:r>
      <w:r>
        <w:rPr>
          <w:rFonts w:eastAsia="Times New Roman"/>
        </w:rPr>
        <w:t xml:space="preserve">Age is a particularly risky factor: </w:t>
      </w:r>
      <w:r w:rsidRPr="00BE6387">
        <w:t>Among the drivers between the ages of 18 and 34 who were killed in crashes over the Labor Day holiday period in 201</w:t>
      </w:r>
      <w:r>
        <w:t xml:space="preserve">7, </w:t>
      </w:r>
      <w:r w:rsidR="00C54790">
        <w:t>42</w:t>
      </w:r>
      <w:r w:rsidR="00F97D3B">
        <w:t xml:space="preserve">% </w:t>
      </w:r>
      <w:r w:rsidRPr="00BE6387">
        <w:t xml:space="preserve">of those </w:t>
      </w:r>
      <w:r w:rsidR="00C54790">
        <w:t>drivers were drunk,</w:t>
      </w:r>
      <w:r w:rsidRPr="00BE6387">
        <w:t xml:space="preserve"> with BAC</w:t>
      </w:r>
      <w:r>
        <w:t>s</w:t>
      </w:r>
      <w:r w:rsidRPr="00BE6387">
        <w:t xml:space="preserve"> of .08 or higher.</w:t>
      </w:r>
    </w:p>
    <w:p w14:paraId="02F003C9" w14:textId="77777777" w:rsidR="00F97D3B" w:rsidRPr="00652FA1" w:rsidRDefault="00F97D3B" w:rsidP="00652FA1">
      <w:pPr>
        <w:spacing w:before="120" w:after="120" w:line="240" w:lineRule="auto"/>
        <w:rPr>
          <w:rFonts w:ascii="Calibri" w:eastAsia="Times New Roman" w:hAnsi="Calibri"/>
        </w:rPr>
      </w:pPr>
    </w:p>
    <w:p w14:paraId="4CCDD8DD" w14:textId="77777777" w:rsidR="007A343A" w:rsidRDefault="007A343A" w:rsidP="00032D54">
      <w:pPr>
        <w:spacing w:after="0" w:line="240" w:lineRule="auto"/>
        <w:rPr>
          <w:rFonts w:eastAsia="MS Mincho"/>
          <w:szCs w:val="23"/>
        </w:rPr>
      </w:pPr>
      <w:r>
        <w:rPr>
          <w:rFonts w:eastAsia="MS Mincho"/>
          <w:szCs w:val="23"/>
        </w:rPr>
        <w:lastRenderedPageBreak/>
        <w:t>“</w:t>
      </w:r>
      <w:r w:rsidR="00652FA1">
        <w:rPr>
          <w:rFonts w:eastAsia="MS Mincho"/>
          <w:szCs w:val="23"/>
        </w:rPr>
        <w:t xml:space="preserve">We encourage partygoers to make a plan before they head out to their festivities, so that they may avoid driving </w:t>
      </w:r>
      <w:r w:rsidR="005B1A07">
        <w:rPr>
          <w:rFonts w:eastAsia="MS Mincho"/>
          <w:szCs w:val="23"/>
        </w:rPr>
        <w:t xml:space="preserve">drunk </w:t>
      </w:r>
      <w:r w:rsidR="00652FA1">
        <w:rPr>
          <w:rFonts w:eastAsia="MS Mincho"/>
          <w:szCs w:val="23"/>
        </w:rPr>
        <w:t>at all costs</w:t>
      </w:r>
      <w:r>
        <w:rPr>
          <w:rFonts w:eastAsia="MS Mincho"/>
          <w:szCs w:val="23"/>
        </w:rPr>
        <w:t xml:space="preserve">,” said </w:t>
      </w:r>
      <w:r>
        <w:rPr>
          <w:rFonts w:eastAsia="MS Mincho"/>
          <w:b/>
          <w:szCs w:val="23"/>
        </w:rPr>
        <w:t>[Local Leader]</w:t>
      </w:r>
      <w:r>
        <w:rPr>
          <w:rFonts w:eastAsia="MS Mincho"/>
          <w:szCs w:val="23"/>
        </w:rPr>
        <w:t>. “</w:t>
      </w:r>
      <w:r w:rsidR="00064724">
        <w:rPr>
          <w:rFonts w:eastAsia="MS Mincho"/>
          <w:szCs w:val="23"/>
        </w:rPr>
        <w:t>Remember: I</w:t>
      </w:r>
      <w:r w:rsidR="00652FA1">
        <w:rPr>
          <w:rFonts w:eastAsia="MS Mincho"/>
          <w:szCs w:val="23"/>
        </w:rPr>
        <w:t>t is never okay to drink and drive. Even one drink can be one drink too many</w:t>
      </w:r>
      <w:r>
        <w:rPr>
          <w:rFonts w:eastAsia="MS Mincho"/>
          <w:szCs w:val="23"/>
        </w:rPr>
        <w:t xml:space="preserve">. Drinking and driving is a choice; one you should never make.” </w:t>
      </w:r>
    </w:p>
    <w:p w14:paraId="10057285" w14:textId="77777777" w:rsidR="00032D54" w:rsidRPr="00DF33B0" w:rsidRDefault="00032D54" w:rsidP="00032D54">
      <w:pPr>
        <w:spacing w:after="0" w:line="240" w:lineRule="auto"/>
        <w:rPr>
          <w:rFonts w:eastAsia="MS Mincho"/>
          <w:szCs w:val="23"/>
        </w:rPr>
      </w:pPr>
    </w:p>
    <w:p w14:paraId="3C071B27" w14:textId="77777777" w:rsidR="007D01B0" w:rsidRPr="00AD2777" w:rsidRDefault="00F97D3B" w:rsidP="00465A74">
      <w:r w:rsidRPr="00D508E2">
        <w:rPr>
          <w:color w:val="000000"/>
        </w:rPr>
        <w:t xml:space="preserve">For more information about the </w:t>
      </w:r>
      <w:r w:rsidRPr="00D508E2">
        <w:rPr>
          <w:i/>
          <w:color w:val="000000"/>
        </w:rPr>
        <w:t>Drive Sober or Get Pulled Over</w:t>
      </w:r>
      <w:r w:rsidRPr="00D508E2">
        <w:rPr>
          <w:color w:val="000000"/>
        </w:rPr>
        <w:t xml:space="preserve"> campaign, visit </w:t>
      </w:r>
      <w:hyperlink r:id="rId7" w:history="1">
        <w:r>
          <w:rPr>
            <w:rStyle w:val="Hyperlink"/>
          </w:rPr>
          <w:t>https://www.trafficsafetymarketing.gov/get-materials/drunk-driving/national-mobilization/peak-enforcement-kit</w:t>
        </w:r>
      </w:hyperlink>
      <w:r w:rsidRPr="00D508E2">
        <w:t>.</w:t>
      </w:r>
    </w:p>
    <w:sectPr w:rsidR="007D01B0" w:rsidRPr="00AD2777" w:rsidSect="00B9273B">
      <w:headerReference w:type="even" r:id="rId8"/>
      <w:headerReference w:type="default" r:id="rId9"/>
      <w:footerReference w:type="even" r:id="rId10"/>
      <w:footerReference w:type="default" r:id="rId11"/>
      <w:headerReference w:type="first" r:id="rId12"/>
      <w:footerReference w:type="first" r:id="rId13"/>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8EECA" w14:textId="77777777" w:rsidR="00E41A0E" w:rsidRDefault="00E41A0E" w:rsidP="00901CE9">
      <w:pPr>
        <w:spacing w:after="0" w:line="240" w:lineRule="auto"/>
      </w:pPr>
      <w:r>
        <w:separator/>
      </w:r>
    </w:p>
  </w:endnote>
  <w:endnote w:type="continuationSeparator" w:id="0">
    <w:p w14:paraId="02AE0304" w14:textId="77777777" w:rsidR="00E41A0E" w:rsidRDefault="00E41A0E"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B5ABA" w14:textId="77777777" w:rsidR="009F4D42" w:rsidRDefault="009F4D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3500D"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006D448C" wp14:editId="7AEB6F72">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3B6B7" w14:textId="77777777" w:rsidR="007F0F99" w:rsidRDefault="00CE58E4" w:rsidP="00FF53E2">
                          <w:pPr>
                            <w:pStyle w:val="5ControlCode"/>
                          </w:pPr>
                          <w:r>
                            <w:t>13487e</w:t>
                          </w:r>
                          <w:r w:rsidR="007F0F99">
                            <w:t>-</w:t>
                          </w:r>
                          <w:r w:rsidR="002A2465">
                            <w:t>081018</w:t>
                          </w:r>
                          <w:r w:rsidR="00FF4E5A">
                            <w:t>-</w:t>
                          </w:r>
                          <w:r>
                            <w:t>v</w:t>
                          </w:r>
                          <w:r w:rsidR="002A2465">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CE58E4" w:rsidP="00FF53E2">
                    <w:pPr>
                      <w:pStyle w:val="5ControlCode"/>
                    </w:pPr>
                    <w:r>
                      <w:t>13487e</w:t>
                    </w:r>
                    <w:r w:rsidR="007F0F99">
                      <w:t>-</w:t>
                    </w:r>
                    <w:r w:rsidR="002A2465">
                      <w:t>081018</w:t>
                    </w:r>
                    <w:r w:rsidR="00FF4E5A">
                      <w:t>-</w:t>
                    </w:r>
                    <w:r>
                      <w:t>v</w:t>
                    </w:r>
                    <w:r w:rsidR="002A2465">
                      <w:t>2</w:t>
                    </w:r>
                  </w:p>
                </w:txbxContent>
              </v:textbox>
            </v:shape>
          </w:pict>
        </mc:Fallback>
      </mc:AlternateContent>
    </w:r>
    <w:r>
      <w:rPr>
        <w:noProof/>
        <w:sz w:val="14"/>
        <w:szCs w:val="14"/>
      </w:rPr>
      <w:drawing>
        <wp:inline distT="0" distB="0" distL="0" distR="0" wp14:anchorId="351F5849" wp14:editId="0E8AAEE1">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59916" w14:textId="77777777" w:rsidR="009F4D42" w:rsidRDefault="009F4D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93B98" w14:textId="77777777" w:rsidR="00E41A0E" w:rsidRDefault="00E41A0E" w:rsidP="00901CE9">
      <w:pPr>
        <w:spacing w:after="0" w:line="240" w:lineRule="auto"/>
      </w:pPr>
      <w:r>
        <w:separator/>
      </w:r>
    </w:p>
  </w:footnote>
  <w:footnote w:type="continuationSeparator" w:id="0">
    <w:p w14:paraId="5EC6D8C9" w14:textId="77777777" w:rsidR="00E41A0E" w:rsidRDefault="00E41A0E"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54DC" w14:textId="77777777" w:rsidR="009F4D42" w:rsidRDefault="009F4D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44093" w14:textId="77777777" w:rsidR="00C52F03" w:rsidRDefault="00114B9F" w:rsidP="007C2723">
    <w:pPr>
      <w:pStyle w:val="Header"/>
      <w:tabs>
        <w:tab w:val="clear" w:pos="4680"/>
      </w:tabs>
      <w:jc w:val="center"/>
      <w:rPr>
        <w:b/>
        <w:noProof/>
        <w:position w:val="6"/>
        <w:sz w:val="36"/>
        <w:szCs w:val="36"/>
      </w:rPr>
    </w:pPr>
    <w:r>
      <w:rPr>
        <w:noProof/>
      </w:rPr>
      <w:drawing>
        <wp:inline distT="0" distB="0" distL="0" distR="0" wp14:anchorId="7032CE3C" wp14:editId="681ECB61">
          <wp:extent cx="1054100" cy="996315"/>
          <wp:effectExtent l="0" t="0" r="0" b="0"/>
          <wp:docPr id="1" name="Picture 1" descr="Drive Sober or Get Pulled Over Logo" title="Drive Sober or Get Pulled Over Logo"/>
          <wp:cNvGraphicFramePr/>
          <a:graphic xmlns:a="http://schemas.openxmlformats.org/drawingml/2006/main">
            <a:graphicData uri="http://schemas.openxmlformats.org/drawingml/2006/picture">
              <pic:pic xmlns:pic="http://schemas.openxmlformats.org/drawingml/2006/picture">
                <pic:nvPicPr>
                  <pic:cNvPr id="1" name="Picture 1" descr="Drive Sober or Get Pulled Over Logo" title="Drive Sober or Get Pulled Over Lo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4100" cy="9963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F9FCF" w14:textId="77777777" w:rsidR="009F4D42" w:rsidRDefault="009F4D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32D54"/>
    <w:rsid w:val="00064724"/>
    <w:rsid w:val="000663F2"/>
    <w:rsid w:val="000F62BD"/>
    <w:rsid w:val="00114B9F"/>
    <w:rsid w:val="00124DD8"/>
    <w:rsid w:val="001302C4"/>
    <w:rsid w:val="001320F3"/>
    <w:rsid w:val="00161F42"/>
    <w:rsid w:val="001E0A9C"/>
    <w:rsid w:val="001E692F"/>
    <w:rsid w:val="00205F4F"/>
    <w:rsid w:val="0021528E"/>
    <w:rsid w:val="00295062"/>
    <w:rsid w:val="002A2465"/>
    <w:rsid w:val="002A6AAF"/>
    <w:rsid w:val="002B4917"/>
    <w:rsid w:val="002B66C6"/>
    <w:rsid w:val="002C5FF8"/>
    <w:rsid w:val="002C7AC2"/>
    <w:rsid w:val="002E2965"/>
    <w:rsid w:val="00300B70"/>
    <w:rsid w:val="00324490"/>
    <w:rsid w:val="00343E03"/>
    <w:rsid w:val="00352A56"/>
    <w:rsid w:val="003A265B"/>
    <w:rsid w:val="003C674C"/>
    <w:rsid w:val="003D2D80"/>
    <w:rsid w:val="003F0C67"/>
    <w:rsid w:val="0044490E"/>
    <w:rsid w:val="00465A74"/>
    <w:rsid w:val="00466173"/>
    <w:rsid w:val="00481C4E"/>
    <w:rsid w:val="004944B0"/>
    <w:rsid w:val="004D21EE"/>
    <w:rsid w:val="004D77A2"/>
    <w:rsid w:val="004E1BDF"/>
    <w:rsid w:val="004F7615"/>
    <w:rsid w:val="0051148D"/>
    <w:rsid w:val="00512BFB"/>
    <w:rsid w:val="00515528"/>
    <w:rsid w:val="005430D9"/>
    <w:rsid w:val="00550936"/>
    <w:rsid w:val="00565486"/>
    <w:rsid w:val="005B1A07"/>
    <w:rsid w:val="005E42DD"/>
    <w:rsid w:val="00603243"/>
    <w:rsid w:val="0060392A"/>
    <w:rsid w:val="00604280"/>
    <w:rsid w:val="00625A39"/>
    <w:rsid w:val="00636AEB"/>
    <w:rsid w:val="00652FA1"/>
    <w:rsid w:val="0067003C"/>
    <w:rsid w:val="00672251"/>
    <w:rsid w:val="00673C85"/>
    <w:rsid w:val="00697610"/>
    <w:rsid w:val="0071193B"/>
    <w:rsid w:val="0077096D"/>
    <w:rsid w:val="007A343A"/>
    <w:rsid w:val="007C2723"/>
    <w:rsid w:val="007D01B0"/>
    <w:rsid w:val="007D5238"/>
    <w:rsid w:val="007F0F99"/>
    <w:rsid w:val="00824066"/>
    <w:rsid w:val="008459C9"/>
    <w:rsid w:val="00890A26"/>
    <w:rsid w:val="008A62CA"/>
    <w:rsid w:val="008B6819"/>
    <w:rsid w:val="008B6C4C"/>
    <w:rsid w:val="008C149B"/>
    <w:rsid w:val="00901CE9"/>
    <w:rsid w:val="00905462"/>
    <w:rsid w:val="009A5F02"/>
    <w:rsid w:val="009C0118"/>
    <w:rsid w:val="009E3F3A"/>
    <w:rsid w:val="009F3460"/>
    <w:rsid w:val="009F4D42"/>
    <w:rsid w:val="00A209DF"/>
    <w:rsid w:val="00A345FE"/>
    <w:rsid w:val="00A43F1D"/>
    <w:rsid w:val="00A519A9"/>
    <w:rsid w:val="00A77193"/>
    <w:rsid w:val="00A80AFB"/>
    <w:rsid w:val="00A90A9E"/>
    <w:rsid w:val="00A97A0C"/>
    <w:rsid w:val="00AA106A"/>
    <w:rsid w:val="00AD2777"/>
    <w:rsid w:val="00AD3AFD"/>
    <w:rsid w:val="00AE3DBD"/>
    <w:rsid w:val="00B331E3"/>
    <w:rsid w:val="00B63986"/>
    <w:rsid w:val="00B770A5"/>
    <w:rsid w:val="00B9273B"/>
    <w:rsid w:val="00BB1112"/>
    <w:rsid w:val="00BC144A"/>
    <w:rsid w:val="00BF0673"/>
    <w:rsid w:val="00C52F03"/>
    <w:rsid w:val="00C54790"/>
    <w:rsid w:val="00C55758"/>
    <w:rsid w:val="00C5702F"/>
    <w:rsid w:val="00C64E8A"/>
    <w:rsid w:val="00C679D3"/>
    <w:rsid w:val="00C7028D"/>
    <w:rsid w:val="00CA1A42"/>
    <w:rsid w:val="00CC5909"/>
    <w:rsid w:val="00CE4233"/>
    <w:rsid w:val="00CE58E4"/>
    <w:rsid w:val="00CE7F96"/>
    <w:rsid w:val="00D11077"/>
    <w:rsid w:val="00D3792F"/>
    <w:rsid w:val="00D55119"/>
    <w:rsid w:val="00D565CC"/>
    <w:rsid w:val="00D92FE1"/>
    <w:rsid w:val="00DC4743"/>
    <w:rsid w:val="00DD4A9B"/>
    <w:rsid w:val="00DE2078"/>
    <w:rsid w:val="00DE4EF2"/>
    <w:rsid w:val="00E14CE6"/>
    <w:rsid w:val="00E31AC0"/>
    <w:rsid w:val="00E41A0E"/>
    <w:rsid w:val="00E53BEF"/>
    <w:rsid w:val="00E61E96"/>
    <w:rsid w:val="00E746E2"/>
    <w:rsid w:val="00E9501C"/>
    <w:rsid w:val="00EE127D"/>
    <w:rsid w:val="00F01171"/>
    <w:rsid w:val="00F21C7C"/>
    <w:rsid w:val="00F41EC0"/>
    <w:rsid w:val="00F621F4"/>
    <w:rsid w:val="00F97D3B"/>
    <w:rsid w:val="00FB2798"/>
    <w:rsid w:val="00FD2951"/>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FF5E6"/>
  <w15:docId w15:val="{2271B9BE-209E-4DA6-A388-ACF763BF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NoSpacing">
    <w:name w:val="No Spacing"/>
    <w:uiPriority w:val="1"/>
    <w:rsid w:val="007A343A"/>
    <w:rPr>
      <w:rFonts w:ascii="Trebuchet MS"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73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trafficsafetymarketing.gov/get-materials/drunk-driving/national-mobilization/peak-enforcement-k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2018 NHTSA Drive Sober or Get Pulled Over Sample Press Release</vt:lpstr>
    </vt:vector>
  </TitlesOfParts>
  <Company>DOT</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NHTSA Drive Sober or Get Pulled Over Sample Press Release</dc:title>
  <dc:creator>Greenbauer, Lynn CTR (NHTSA)</dc:creator>
  <cp:lastModifiedBy>Tara Casanova Powell</cp:lastModifiedBy>
  <cp:revision>2</cp:revision>
  <dcterms:created xsi:type="dcterms:W3CDTF">2019-08-15T19:32:00Z</dcterms:created>
  <dcterms:modified xsi:type="dcterms:W3CDTF">2019-08-15T19:32:00Z</dcterms:modified>
</cp:coreProperties>
</file>