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3CFB48" w14:textId="77777777" w:rsidR="00854EB9" w:rsidRPr="00095699" w:rsidRDefault="00854EB9" w:rsidP="00854EB9">
      <w:pPr>
        <w:pStyle w:val="NoSpacing"/>
        <w:rPr>
          <w:rFonts w:ascii="Rockwell" w:hAnsi="Rockwell"/>
          <w:b/>
        </w:rPr>
      </w:pPr>
      <w:r w:rsidRPr="00095699">
        <w:rPr>
          <w:rFonts w:ascii="Rockwell" w:hAnsi="Rockwell"/>
          <w:b/>
        </w:rPr>
        <w:t xml:space="preserve">2018 </w:t>
      </w:r>
      <w:r w:rsidR="00C978DA">
        <w:rPr>
          <w:rFonts w:ascii="Rockwell" w:hAnsi="Rockwell"/>
          <w:b/>
        </w:rPr>
        <w:t xml:space="preserve">ST. PATRICK’S DAY </w:t>
      </w:r>
      <w:r>
        <w:rPr>
          <w:rFonts w:ascii="Rockwell" w:hAnsi="Rockwell"/>
          <w:b/>
        </w:rPr>
        <w:t>BUZZED DRIVING IS DRUNK DRIVING</w:t>
      </w:r>
      <w:r w:rsidRPr="00095699">
        <w:rPr>
          <w:rFonts w:ascii="Rockwell" w:hAnsi="Rockwell"/>
          <w:b/>
        </w:rPr>
        <w:t xml:space="preserve"> </w:t>
      </w:r>
    </w:p>
    <w:p w14:paraId="0780E641" w14:textId="5AFA787E" w:rsidR="00854EB9" w:rsidRPr="00335D5B" w:rsidRDefault="00854EB9" w:rsidP="00854EB9">
      <w:pPr>
        <w:pStyle w:val="NoSpacing"/>
        <w:rPr>
          <w:rFonts w:ascii="Rockwell" w:hAnsi="Rockwell"/>
        </w:rPr>
      </w:pPr>
      <w:r w:rsidRPr="00A26DB5">
        <w:rPr>
          <w:rFonts w:ascii="Rockwell" w:hAnsi="Rockwell"/>
          <w:b/>
        </w:rPr>
        <w:t>SAMPLE NEWS RELEASE</w:t>
      </w:r>
      <w:r w:rsidRPr="00A26DB5">
        <w:rPr>
          <w:rFonts w:ascii="Rockwell" w:hAnsi="Rockwell"/>
          <w:b/>
        </w:rPr>
        <w:tab/>
      </w:r>
      <w:r w:rsidRPr="00335D5B">
        <w:rPr>
          <w:rFonts w:ascii="Rockwell" w:hAnsi="Rockwell"/>
        </w:rPr>
        <w:t xml:space="preserve">  </w:t>
      </w:r>
      <w:bookmarkStart w:id="0" w:name="_GoBack"/>
      <w:bookmarkEnd w:id="0"/>
    </w:p>
    <w:p w14:paraId="770E1112" w14:textId="77777777" w:rsidR="00854EB9" w:rsidRDefault="00854EB9" w:rsidP="00854EB9">
      <w:pPr>
        <w:pStyle w:val="Heading3"/>
        <w:rPr>
          <w:rFonts w:ascii="Rockwell" w:hAnsi="Rockwell"/>
        </w:rPr>
      </w:pPr>
    </w:p>
    <w:p w14:paraId="71B1C7FD" w14:textId="77777777" w:rsidR="00854EB9" w:rsidRPr="00A26DB5" w:rsidRDefault="00854EB9" w:rsidP="00854EB9">
      <w:pPr>
        <w:pStyle w:val="NoSpacing"/>
        <w:rPr>
          <w:rFonts w:ascii="Rockwell" w:hAnsi="Rockwell"/>
          <w:b/>
        </w:rPr>
      </w:pPr>
      <w:r w:rsidRPr="00A26DB5">
        <w:rPr>
          <w:rFonts w:ascii="Rockwell" w:hAnsi="Rockwell"/>
        </w:rPr>
        <w:t>FOR IMMEDIATE RELEASE: [Date]</w:t>
      </w:r>
    </w:p>
    <w:p w14:paraId="4C5216D7" w14:textId="77777777" w:rsidR="00854EB9" w:rsidRDefault="00854EB9" w:rsidP="00854EB9">
      <w:pPr>
        <w:pStyle w:val="NoSpacing"/>
        <w:rPr>
          <w:rFonts w:ascii="Rockwell" w:hAnsi="Rockwell"/>
        </w:rPr>
      </w:pPr>
      <w:r w:rsidRPr="00A26DB5">
        <w:rPr>
          <w:rFonts w:ascii="Rockwell" w:hAnsi="Rockwell"/>
        </w:rPr>
        <w:t>CONTACT: [Name, Phone Number, E-Mail]</w:t>
      </w:r>
    </w:p>
    <w:p w14:paraId="04431F89" w14:textId="77777777" w:rsidR="00854EB9" w:rsidRPr="00A26DB5" w:rsidRDefault="00854EB9" w:rsidP="00854EB9">
      <w:pPr>
        <w:pStyle w:val="NoSpacing"/>
        <w:rPr>
          <w:rFonts w:ascii="Rockwell" w:hAnsi="Rockwell"/>
          <w:b/>
        </w:rPr>
      </w:pPr>
    </w:p>
    <w:p w14:paraId="1E1D6DB0" w14:textId="77777777" w:rsidR="00854EB9" w:rsidRPr="00335D5B" w:rsidRDefault="00854EB9" w:rsidP="00854EB9">
      <w:pPr>
        <w:pStyle w:val="Heading3"/>
        <w:rPr>
          <w:rFonts w:ascii="Rockwell" w:hAnsi="Rockwell"/>
        </w:rPr>
      </w:pPr>
      <w:r w:rsidRPr="00335D5B">
        <w:rPr>
          <w:rFonts w:ascii="Rockwell" w:hAnsi="Rockwell"/>
        </w:rPr>
        <w:t>Note: Before filling in the names of the organization and organization spokesperson, you MUST contact them to obtain their permission to use their names in this press release, and you must get their approval for the language of their quotations, and any changes or additions they may require. Only after this is done should you send out the press release.</w:t>
      </w:r>
    </w:p>
    <w:p w14:paraId="6A05C523" w14:textId="71A3D2B0" w:rsidR="00854EB9" w:rsidRDefault="00854EB9" w:rsidP="00854EB9">
      <w:pPr>
        <w:pStyle w:val="Heading3"/>
        <w:jc w:val="center"/>
        <w:rPr>
          <w:rFonts w:ascii="Rockwell" w:hAnsi="Rockwell"/>
          <w:sz w:val="24"/>
        </w:rPr>
      </w:pPr>
      <w:r>
        <w:rPr>
          <w:rFonts w:ascii="Rockwell" w:hAnsi="Rockwell"/>
          <w:sz w:val="24"/>
        </w:rPr>
        <w:t xml:space="preserve">This St. Paddy’s Day, </w:t>
      </w:r>
      <w:r w:rsidR="00C978DA">
        <w:rPr>
          <w:rFonts w:ascii="Rockwell" w:hAnsi="Rockwell"/>
          <w:sz w:val="24"/>
        </w:rPr>
        <w:t>D</w:t>
      </w:r>
      <w:r>
        <w:rPr>
          <w:rFonts w:ascii="Rockwell" w:hAnsi="Rockwell"/>
          <w:sz w:val="24"/>
        </w:rPr>
        <w:t xml:space="preserve">on’t </w:t>
      </w:r>
      <w:r w:rsidR="00020E29">
        <w:rPr>
          <w:rFonts w:ascii="Rockwell" w:hAnsi="Rockwell"/>
          <w:sz w:val="24"/>
        </w:rPr>
        <w:t>Rely on the Luck o’ the Irish</w:t>
      </w:r>
      <w:r>
        <w:rPr>
          <w:rFonts w:ascii="Rockwell" w:hAnsi="Rockwell"/>
          <w:sz w:val="24"/>
        </w:rPr>
        <w:t>:</w:t>
      </w:r>
    </w:p>
    <w:p w14:paraId="7A68C580" w14:textId="2AB453F7" w:rsidR="00854EB9" w:rsidRPr="00682CDE" w:rsidRDefault="00854EB9" w:rsidP="00854EB9">
      <w:pPr>
        <w:pStyle w:val="Heading3"/>
        <w:jc w:val="center"/>
        <w:rPr>
          <w:rFonts w:ascii="Rockwell" w:hAnsi="Rockwell"/>
          <w:i/>
          <w:sz w:val="24"/>
        </w:rPr>
      </w:pPr>
      <w:r w:rsidRPr="00682CDE">
        <w:rPr>
          <w:rFonts w:ascii="Rockwell" w:hAnsi="Rockwell"/>
          <w:i/>
          <w:sz w:val="24"/>
        </w:rPr>
        <w:t xml:space="preserve">Buzzed Driving </w:t>
      </w:r>
      <w:r w:rsidR="0029468C">
        <w:rPr>
          <w:rFonts w:ascii="Rockwell" w:hAnsi="Rockwell"/>
          <w:i/>
          <w:sz w:val="24"/>
        </w:rPr>
        <w:t>I</w:t>
      </w:r>
      <w:r w:rsidRPr="00682CDE">
        <w:rPr>
          <w:rFonts w:ascii="Rockwell" w:hAnsi="Rockwell"/>
          <w:i/>
          <w:sz w:val="24"/>
        </w:rPr>
        <w:t>s Drunk Driving</w:t>
      </w:r>
    </w:p>
    <w:p w14:paraId="206DAE06" w14:textId="385B434A" w:rsidR="00854EB9" w:rsidRPr="00922E3E" w:rsidRDefault="00854EB9" w:rsidP="00854EB9">
      <w:r>
        <w:t>[City, State]— St. Patrick’s Day is one of the most popular holidays</w:t>
      </w:r>
      <w:r w:rsidR="00020E29">
        <w:t xml:space="preserve"> in the United States</w:t>
      </w:r>
      <w:r>
        <w:t xml:space="preserve">. With a plethora of Irish immigrants—and many, many more St. Paddy’s Day well-wishers, the holiday is heavily celebrated by most Americans with friendly pinches, bangers n’ mash, and green beer galore. Sadly, all </w:t>
      </w:r>
      <w:r w:rsidR="00EF5050">
        <w:t xml:space="preserve">this </w:t>
      </w:r>
      <w:r w:rsidR="00FB6889">
        <w:t>merry-</w:t>
      </w:r>
      <w:r>
        <w:t xml:space="preserve">making can lead to dangerous </w:t>
      </w:r>
      <w:r w:rsidR="00EF5050">
        <w:t xml:space="preserve">driving </w:t>
      </w:r>
      <w:r>
        <w:t>conditions as party</w:t>
      </w:r>
      <w:r w:rsidR="0029468C">
        <w:t>-</w:t>
      </w:r>
      <w:r w:rsidR="009951A6">
        <w:t>goers head home. In 2016</w:t>
      </w:r>
      <w:r>
        <w:t xml:space="preserve"> alone, </w:t>
      </w:r>
      <w:r w:rsidR="009951A6">
        <w:t>6</w:t>
      </w:r>
      <w:r>
        <w:t xml:space="preserve">0 people </w:t>
      </w:r>
      <w:r w:rsidRPr="00922E3E">
        <w:t xml:space="preserve">were killed in drunk-driving crashes </w:t>
      </w:r>
      <w:r w:rsidR="009951A6">
        <w:t>over the</w:t>
      </w:r>
      <w:r w:rsidRPr="00922E3E">
        <w:t xml:space="preserve"> St. Paddy’s Day</w:t>
      </w:r>
      <w:r w:rsidR="009951A6">
        <w:t xml:space="preserve"> holiday period </w:t>
      </w:r>
      <w:r w:rsidR="009951A6" w:rsidRPr="00922E3E">
        <w:t>(6 p.m. March 16 to 5:59 a.m. March 18)</w:t>
      </w:r>
      <w:r>
        <w:t xml:space="preserve">. The selfish act of drinking and driving can rip people from their friends and loved ones forever. For this reason, </w:t>
      </w:r>
      <w:r w:rsidRPr="007E0948">
        <w:rPr>
          <w:b/>
        </w:rPr>
        <w:t>[</w:t>
      </w:r>
      <w:r>
        <w:rPr>
          <w:b/>
        </w:rPr>
        <w:t>Local Official</w:t>
      </w:r>
      <w:r w:rsidRPr="007E0948">
        <w:rPr>
          <w:b/>
        </w:rPr>
        <w:t>]</w:t>
      </w:r>
      <w:r>
        <w:t xml:space="preserve"> is working to spread the message about the dangers of drunk driving. Even one drink can be </w:t>
      </w:r>
      <w:r w:rsidR="003B402F">
        <w:t>one too many</w:t>
      </w:r>
      <w:r>
        <w:t xml:space="preserve">. </w:t>
      </w:r>
      <w:r w:rsidR="00EF5050">
        <w:t>I</w:t>
      </w:r>
      <w:r>
        <w:t xml:space="preserve">f you’re heading out for the Irish festivities, plan ahead and remember: </w:t>
      </w:r>
      <w:r w:rsidRPr="00A539F0">
        <w:rPr>
          <w:i/>
        </w:rPr>
        <w:t xml:space="preserve">Buzzed Driving </w:t>
      </w:r>
      <w:r w:rsidR="0029468C">
        <w:rPr>
          <w:i/>
        </w:rPr>
        <w:t>I</w:t>
      </w:r>
      <w:r w:rsidRPr="00A539F0">
        <w:rPr>
          <w:i/>
        </w:rPr>
        <w:t>s Drunk Driving</w:t>
      </w:r>
      <w:r>
        <w:t xml:space="preserve">. </w:t>
      </w:r>
      <w:r w:rsidRPr="00922E3E">
        <w:t xml:space="preserve"> </w:t>
      </w:r>
    </w:p>
    <w:p w14:paraId="2AB9CCA9" w14:textId="1C1D68DF" w:rsidR="00854EB9" w:rsidRPr="00922E3E" w:rsidRDefault="00854EB9" w:rsidP="00854EB9">
      <w:r w:rsidRPr="00922E3E">
        <w:t xml:space="preserve">Tragically, March 17 has become </w:t>
      </w:r>
      <w:r w:rsidR="00020E29">
        <w:t>a dangerous holiday on our nation’s roads</w:t>
      </w:r>
      <w:r w:rsidRPr="00922E3E">
        <w:t>. According to the National Highway Traffic Safety Administration</w:t>
      </w:r>
      <w:r w:rsidR="00FB6889">
        <w:t xml:space="preserve"> (NHTSA)</w:t>
      </w:r>
      <w:r w:rsidRPr="00922E3E">
        <w:t>, during the 201</w:t>
      </w:r>
      <w:r w:rsidR="009951A6">
        <w:t>6</w:t>
      </w:r>
      <w:r w:rsidRPr="00922E3E">
        <w:t xml:space="preserve"> St</w:t>
      </w:r>
      <w:r w:rsidR="009951A6">
        <w:t>. Patrick’s Day holiday period</w:t>
      </w:r>
      <w:r w:rsidRPr="00922E3E">
        <w:t xml:space="preserve">, </w:t>
      </w:r>
      <w:r w:rsidR="009951A6">
        <w:t>almost two-thirds (39%)</w:t>
      </w:r>
      <w:r w:rsidRPr="00922E3E">
        <w:t xml:space="preserve"> of all motor vehicle crash fatalities involved drunk drivers. The early hours of March 18 didn’t fare much better</w:t>
      </w:r>
      <w:r w:rsidR="00FB6889">
        <w:t>.</w:t>
      </w:r>
      <w:r w:rsidR="00FB6889" w:rsidRPr="00922E3E">
        <w:t xml:space="preserve"> </w:t>
      </w:r>
      <w:r w:rsidR="00FB6889">
        <w:t>B</w:t>
      </w:r>
      <w:r w:rsidRPr="00922E3E">
        <w:t xml:space="preserve">etween midnight and 5:59 a.m., nearly </w:t>
      </w:r>
      <w:r w:rsidR="009951A6">
        <w:t>three-fourths (69%)</w:t>
      </w:r>
      <w:r w:rsidRPr="00922E3E">
        <w:t xml:space="preserve"> of all crash fatalities involved d</w:t>
      </w:r>
      <w:r>
        <w:t>runk drivers. In fact, from 201</w:t>
      </w:r>
      <w:r w:rsidR="009951A6">
        <w:t>2 to 2016</w:t>
      </w:r>
      <w:r w:rsidRPr="00922E3E">
        <w:t xml:space="preserve">, </w:t>
      </w:r>
      <w:r w:rsidR="009951A6">
        <w:t>almost two-fifths (38%)</w:t>
      </w:r>
      <w:r>
        <w:t xml:space="preserve"> of</w:t>
      </w:r>
      <w:r w:rsidRPr="00922E3E">
        <w:t xml:space="preserve"> the drunk-driving fatalities during this holiday period involved drivers who had </w:t>
      </w:r>
      <w:r w:rsidR="00EF5050">
        <w:t xml:space="preserve">blood alcohol concentrations </w:t>
      </w:r>
      <w:r w:rsidR="00B03B1F">
        <w:t>(BACs)</w:t>
      </w:r>
      <w:r w:rsidR="00EF5050">
        <w:t xml:space="preserve"> </w:t>
      </w:r>
      <w:r w:rsidRPr="00922E3E">
        <w:t>well above the .08 limit, with 2</w:t>
      </w:r>
      <w:r w:rsidR="009951A6">
        <w:t>69</w:t>
      </w:r>
      <w:r w:rsidRPr="00922E3E">
        <w:t xml:space="preserve"> drunk-driving fatalities total. </w:t>
      </w:r>
      <w:r w:rsidR="00FB6889">
        <w:t xml:space="preserve">Drivers should also </w:t>
      </w:r>
      <w:r w:rsidRPr="00922E3E">
        <w:t>keep an eye out for pedestrians who have had too much to drink</w:t>
      </w:r>
      <w:r w:rsidR="00FB6889">
        <w:t>.</w:t>
      </w:r>
      <w:r w:rsidR="00FB6889" w:rsidRPr="00922E3E">
        <w:t xml:space="preserve"> </w:t>
      </w:r>
      <w:r w:rsidRPr="00922E3E">
        <w:t xml:space="preserve">Walking while intoxicated can also be deadly, as lack of attention </w:t>
      </w:r>
      <w:r w:rsidR="00B03B1F">
        <w:t xml:space="preserve">to their surroundings </w:t>
      </w:r>
      <w:r w:rsidRPr="00922E3E">
        <w:t xml:space="preserve">could put </w:t>
      </w:r>
      <w:r w:rsidR="00FB6889">
        <w:t>pedestrians</w:t>
      </w:r>
      <w:r w:rsidR="00FB6889" w:rsidRPr="00922E3E">
        <w:t xml:space="preserve"> </w:t>
      </w:r>
      <w:r w:rsidRPr="00922E3E">
        <w:t xml:space="preserve">at risk of getting hit by a vehicle. </w:t>
      </w:r>
    </w:p>
    <w:p w14:paraId="217CE9A5" w14:textId="77777777" w:rsidR="00586456" w:rsidRDefault="00586456" w:rsidP="00854EB9">
      <w:pPr>
        <w:sectPr w:rsidR="00586456" w:rsidSect="00B9273B">
          <w:headerReference w:type="default" r:id="rId7"/>
          <w:footerReference w:type="default" r:id="rId8"/>
          <w:pgSz w:w="12240" w:h="15840"/>
          <w:pgMar w:top="2448" w:right="1440" w:bottom="2160" w:left="1440" w:header="576" w:footer="432" w:gutter="0"/>
          <w:cols w:space="720"/>
          <w:docGrid w:linePitch="360"/>
        </w:sectPr>
      </w:pPr>
    </w:p>
    <w:p w14:paraId="0B5F1428" w14:textId="4A952317" w:rsidR="00854EB9" w:rsidRPr="00775448" w:rsidRDefault="00854EB9" w:rsidP="00854EB9">
      <w:r>
        <w:lastRenderedPageBreak/>
        <w:t xml:space="preserve">“We want our community members to </w:t>
      </w:r>
      <w:r w:rsidR="00EF5050">
        <w:t xml:space="preserve">plan ahead </w:t>
      </w:r>
      <w:r>
        <w:t xml:space="preserve">when they </w:t>
      </w:r>
      <w:r w:rsidR="00452A86">
        <w:t>are celebrating</w:t>
      </w:r>
      <w:r>
        <w:t xml:space="preserve"> this St. Patrick’s Day,” said </w:t>
      </w:r>
      <w:r>
        <w:rPr>
          <w:b/>
        </w:rPr>
        <w:t>[Local Official]</w:t>
      </w:r>
      <w:r>
        <w:t xml:space="preserve">. “Whether you are driving yourself or </w:t>
      </w:r>
      <w:r w:rsidR="0029468C">
        <w:t xml:space="preserve">your </w:t>
      </w:r>
      <w:r>
        <w:t>friends, make sure you stay sober or plan</w:t>
      </w:r>
      <w:r w:rsidR="00EF5050">
        <w:t xml:space="preserve"> for</w:t>
      </w:r>
      <w:r>
        <w:t xml:space="preserve"> a sober ride home. Remember</w:t>
      </w:r>
      <w:r w:rsidR="00020E29">
        <w:t>: I</w:t>
      </w:r>
      <w:r>
        <w:t>t’s not just about you</w:t>
      </w:r>
      <w:r w:rsidR="00020E29">
        <w:t>. T</w:t>
      </w:r>
      <w:r w:rsidR="00452A86">
        <w:t>here are other people on the roads who want to get where they are going safely.</w:t>
      </w:r>
      <w:r>
        <w:t xml:space="preserve"> Don’t let alcohol cause you to be a risk to yourself and others on the road. </w:t>
      </w:r>
      <w:r w:rsidR="00452A86">
        <w:t xml:space="preserve">Drinking and </w:t>
      </w:r>
      <w:r w:rsidR="00020E29">
        <w:t>d</w:t>
      </w:r>
      <w:r w:rsidR="00452A86">
        <w:t>riving is an</w:t>
      </w:r>
      <w:r>
        <w:t xml:space="preserve"> act of selfishness. Before you put your keys in the ignition, remind yourself: </w:t>
      </w:r>
      <w:r w:rsidRPr="00775448">
        <w:rPr>
          <w:i/>
        </w:rPr>
        <w:t xml:space="preserve">Buzzed Driving </w:t>
      </w:r>
      <w:r w:rsidR="0029468C">
        <w:rPr>
          <w:i/>
        </w:rPr>
        <w:t>I</w:t>
      </w:r>
      <w:r w:rsidRPr="00775448">
        <w:rPr>
          <w:i/>
        </w:rPr>
        <w:t>s Drunk Driving</w:t>
      </w:r>
      <w:r>
        <w:t xml:space="preserve">. If you feel a buzz, you are in no shape to drive.” </w:t>
      </w:r>
    </w:p>
    <w:p w14:paraId="4471C818" w14:textId="2D11A662" w:rsidR="00854EB9" w:rsidRPr="007E0948" w:rsidRDefault="00854EB9" w:rsidP="00854EB9">
      <w:r>
        <w:t xml:space="preserve">“Please </w:t>
      </w:r>
      <w:r w:rsidR="00452A86">
        <w:t>m</w:t>
      </w:r>
      <w:r>
        <w:t>ake a plan before you head out for St. Patrick’s Day parties</w:t>
      </w:r>
      <w:r w:rsidR="00020E29">
        <w:t xml:space="preserve">,” </w:t>
      </w:r>
      <w:r w:rsidR="00020E29">
        <w:rPr>
          <w:b/>
        </w:rPr>
        <w:t xml:space="preserve">[Local Official] </w:t>
      </w:r>
      <w:r w:rsidR="00020E29">
        <w:t>continued</w:t>
      </w:r>
      <w:r>
        <w:t xml:space="preserve">. </w:t>
      </w:r>
      <w:r w:rsidR="00020E29">
        <w:t>“</w:t>
      </w:r>
      <w:r>
        <w:t xml:space="preserve">Consider being the </w:t>
      </w:r>
      <w:r w:rsidR="00452A86">
        <w:t xml:space="preserve">sober </w:t>
      </w:r>
      <w:r>
        <w:t xml:space="preserve">designated driver for your friends. If you are planning to drink, plan </w:t>
      </w:r>
      <w:r w:rsidR="00452A86">
        <w:t xml:space="preserve">for </w:t>
      </w:r>
      <w:r>
        <w:t xml:space="preserve">a safe ride home,” </w:t>
      </w:r>
      <w:r w:rsidR="00020E29">
        <w:rPr>
          <w:b/>
        </w:rPr>
        <w:t xml:space="preserve">[he/she] </w:t>
      </w:r>
      <w:r w:rsidR="00020E29">
        <w:t>said</w:t>
      </w:r>
      <w:r>
        <w:t xml:space="preserve">. “There are too many safe alternatives to </w:t>
      </w:r>
      <w:r w:rsidR="00452A86">
        <w:t>choose otherwise</w:t>
      </w:r>
      <w:r>
        <w:t>. Think before you act.”</w:t>
      </w:r>
    </w:p>
    <w:p w14:paraId="5C161F47" w14:textId="77777777" w:rsidR="00854EB9" w:rsidRDefault="00854EB9" w:rsidP="00854EB9">
      <w:r w:rsidRPr="00922E3E">
        <w:rPr>
          <w:b/>
        </w:rPr>
        <w:t xml:space="preserve">[Local </w:t>
      </w:r>
      <w:r>
        <w:rPr>
          <w:b/>
        </w:rPr>
        <w:t>Official</w:t>
      </w:r>
      <w:r w:rsidRPr="00922E3E">
        <w:rPr>
          <w:b/>
        </w:rPr>
        <w:t>]</w:t>
      </w:r>
      <w:r>
        <w:t xml:space="preserve"> recommends </w:t>
      </w:r>
      <w:r w:rsidR="00FB6889">
        <w:t>the following</w:t>
      </w:r>
      <w:r>
        <w:t xml:space="preserve"> safe alternatives to drinking and driving:</w:t>
      </w:r>
    </w:p>
    <w:p w14:paraId="747B94E1" w14:textId="0126FA91" w:rsidR="005616CC" w:rsidRDefault="005616CC" w:rsidP="005616CC">
      <w:pPr>
        <w:pStyle w:val="ListParagraph"/>
        <w:numPr>
          <w:ilvl w:val="0"/>
          <w:numId w:val="2"/>
        </w:numPr>
      </w:pPr>
      <w:r>
        <w:t>First: Always remember to plan ahead. You know whether you’ll attend a party. If you plan to drink, plan for a sober driver to take you home. Is it your turn to be the designated driver? Take that role seriously—your friends could be relying on you.</w:t>
      </w:r>
    </w:p>
    <w:p w14:paraId="57BAC979" w14:textId="7BE3FD5B" w:rsidR="00854EB9" w:rsidRDefault="00854EB9" w:rsidP="00854EB9">
      <w:pPr>
        <w:pStyle w:val="ListParagraph"/>
        <w:numPr>
          <w:ilvl w:val="0"/>
          <w:numId w:val="2"/>
        </w:numPr>
      </w:pPr>
      <w:r>
        <w:t xml:space="preserve">Remember that it is never okay to drink and drive. Even if you’ve </w:t>
      </w:r>
      <w:r w:rsidR="00FB6889">
        <w:t xml:space="preserve">only </w:t>
      </w:r>
      <w:r>
        <w:t xml:space="preserve">had one alcoholic beverage, designate a sober driver or plan to use public transportation to get home safely. </w:t>
      </w:r>
    </w:p>
    <w:p w14:paraId="33D00944" w14:textId="77777777" w:rsidR="00854EB9" w:rsidRDefault="00854EB9" w:rsidP="00854EB9">
      <w:pPr>
        <w:pStyle w:val="ListParagraph"/>
        <w:numPr>
          <w:ilvl w:val="0"/>
          <w:numId w:val="2"/>
        </w:numPr>
      </w:pPr>
      <w:r>
        <w:t xml:space="preserve">Download NHTSA’s SaferRide mobile app available on Google Play for Android devices: (https://play.google.com/store/apps/details?id=com.nhtsa.SaferRide&amp;hl=en), and Apple’s </w:t>
      </w:r>
      <w:r w:rsidR="00FB6889">
        <w:t xml:space="preserve">iTunes </w:t>
      </w:r>
      <w:r>
        <w:t xml:space="preserve">Store for </w:t>
      </w:r>
      <w:r w:rsidR="00FB6889">
        <w:t>i</w:t>
      </w:r>
      <w:r>
        <w:t>OS devices: (https://itunes.apple.com/us/app/saferride/id950774008?mt=8). SaferRide allows users to call a taxi or a predetermined friend, and identifies the user’s location so he or she can be picked up.</w:t>
      </w:r>
    </w:p>
    <w:p w14:paraId="4F00352B" w14:textId="77777777" w:rsidR="00854EB9" w:rsidRDefault="00854EB9" w:rsidP="00854EB9">
      <w:pPr>
        <w:pStyle w:val="ListParagraph"/>
        <w:numPr>
          <w:ilvl w:val="0"/>
          <w:numId w:val="2"/>
        </w:numPr>
      </w:pPr>
      <w:r>
        <w:t>Use your community’s sober ride program [Insert your local sober ride program specifics here].</w:t>
      </w:r>
    </w:p>
    <w:p w14:paraId="560486B1" w14:textId="77777777" w:rsidR="00854EB9" w:rsidRDefault="00854EB9" w:rsidP="00854EB9">
      <w:pPr>
        <w:pStyle w:val="ListParagraph"/>
        <w:numPr>
          <w:ilvl w:val="0"/>
          <w:numId w:val="2"/>
        </w:numPr>
      </w:pPr>
      <w:r>
        <w:t>If you see a drunk driver on the road, contact [Local Law Enforcement].</w:t>
      </w:r>
    </w:p>
    <w:p w14:paraId="06B00680" w14:textId="77777777" w:rsidR="00854EB9" w:rsidRDefault="00FB6889" w:rsidP="00854EB9">
      <w:pPr>
        <w:pStyle w:val="ListParagraph"/>
        <w:numPr>
          <w:ilvl w:val="0"/>
          <w:numId w:val="2"/>
        </w:numPr>
      </w:pPr>
      <w:r>
        <w:t xml:space="preserve">Have </w:t>
      </w:r>
      <w:r w:rsidR="00854EB9">
        <w:t xml:space="preserve">a friend who is about to drink and drive? Take the keys away and make arrangements to get </w:t>
      </w:r>
      <w:r w:rsidR="0029468C">
        <w:t>them</w:t>
      </w:r>
      <w:r w:rsidR="00854EB9">
        <w:t xml:space="preserve"> home safely.</w:t>
      </w:r>
    </w:p>
    <w:p w14:paraId="29F619F1" w14:textId="1928C875" w:rsidR="00854EB9" w:rsidRDefault="00854EB9" w:rsidP="00854EB9">
      <w:r>
        <w:t xml:space="preserve">For more information about the </w:t>
      </w:r>
      <w:r w:rsidRPr="00682CDE">
        <w:rPr>
          <w:i/>
        </w:rPr>
        <w:t xml:space="preserve">Buzzed Driving </w:t>
      </w:r>
      <w:r w:rsidR="002E1814">
        <w:rPr>
          <w:i/>
        </w:rPr>
        <w:t>I</w:t>
      </w:r>
      <w:r w:rsidRPr="00682CDE">
        <w:rPr>
          <w:i/>
        </w:rPr>
        <w:t>s Drunk Driving</w:t>
      </w:r>
      <w:r>
        <w:t xml:space="preserve"> campaign, visit </w:t>
      </w:r>
      <w:hyperlink r:id="rId9" w:history="1">
        <w:r w:rsidRPr="0034526A">
          <w:rPr>
            <w:rStyle w:val="Hyperlink"/>
          </w:rPr>
          <w:t>www.TrafficSafetyMarketing.gov</w:t>
        </w:r>
      </w:hyperlink>
      <w:r>
        <w:t>.</w:t>
      </w:r>
    </w:p>
    <w:p w14:paraId="614E0A4A" w14:textId="77777777" w:rsidR="00854EB9" w:rsidRPr="00B43A94" w:rsidRDefault="00854EB9" w:rsidP="00854EB9"/>
    <w:p w14:paraId="09EDADA0" w14:textId="77777777" w:rsidR="004944B0" w:rsidRPr="00854EB9" w:rsidRDefault="004944B0" w:rsidP="00854EB9"/>
    <w:sectPr w:rsidR="004944B0" w:rsidRPr="00854EB9" w:rsidSect="00B9273B">
      <w:headerReference w:type="default" r:id="rId10"/>
      <w:footerReference w:type="default" r:id="rId11"/>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B2BBA" w14:textId="77777777" w:rsidR="00A10EF7" w:rsidRDefault="00A10EF7" w:rsidP="00901CE9">
      <w:pPr>
        <w:spacing w:after="0" w:line="240" w:lineRule="auto"/>
      </w:pPr>
      <w:r>
        <w:separator/>
      </w:r>
    </w:p>
  </w:endnote>
  <w:endnote w:type="continuationSeparator" w:id="0">
    <w:p w14:paraId="71AFE0EA" w14:textId="77777777" w:rsidR="00A10EF7" w:rsidRDefault="00A10EF7"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952B0" w14:textId="7123A036"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46192F81" wp14:editId="4F404273">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A4638"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1="http://schemas.microsoft.com/office/drawing/2015/9/8/chartex">
          <w:pict>
            <v:shapetype w14:anchorId="46192F81"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4E1A4638" w14:textId="77777777" w:rsidR="007F0F99" w:rsidRDefault="007F0F99" w:rsidP="00FF53E2">
                    <w:pPr>
                      <w:pStyle w:val="5ControlCode"/>
                    </w:pPr>
                    <w:r>
                      <w:t>Job#-date</w:t>
                    </w:r>
                    <w:r w:rsidR="00FF4E5A">
                      <w:t>-</w:t>
                    </w:r>
                    <w:r>
                      <w:t>version</w:t>
                    </w:r>
                  </w:p>
                </w:txbxContent>
              </v:textbox>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B4D83" w14:textId="77777777" w:rsidR="00586456" w:rsidRPr="00901CE9" w:rsidRDefault="00586456" w:rsidP="007F0F99">
    <w:pPr>
      <w:pStyle w:val="Footer"/>
      <w:jc w:val="center"/>
      <w:rPr>
        <w:sz w:val="14"/>
        <w:szCs w:val="14"/>
      </w:rPr>
    </w:pPr>
    <w:r>
      <w:rPr>
        <w:noProof/>
        <w:sz w:val="14"/>
        <w:szCs w:val="14"/>
      </w:rPr>
      <mc:AlternateContent>
        <mc:Choice Requires="wps">
          <w:drawing>
            <wp:anchor distT="0" distB="0" distL="114300" distR="114300" simplePos="0" relativeHeight="251659776" behindDoc="0" locked="0" layoutInCell="1" allowOverlap="1" wp14:anchorId="4D995C87" wp14:editId="0F7F7AE4">
              <wp:simplePos x="0" y="0"/>
              <wp:positionH relativeFrom="column">
                <wp:posOffset>5405120</wp:posOffset>
              </wp:positionH>
              <wp:positionV relativeFrom="paragraph">
                <wp:posOffset>707390</wp:posOffset>
              </wp:positionV>
              <wp:extent cx="1107440" cy="142240"/>
              <wp:effectExtent l="4445" t="2540"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44C05C" w14:textId="4189B53B" w:rsidR="00586456" w:rsidRDefault="00586456" w:rsidP="00FF53E2">
                          <w:pPr>
                            <w:pStyle w:val="5ControlCode"/>
                          </w:pPr>
                          <w:r>
                            <w:t>13198b-092817-v1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995C87" id="_x0000_t202" coordsize="21600,21600" o:spt="202" path="m,l,21600r21600,l21600,xe">
              <v:stroke joinstyle="miter"/>
              <v:path gradientshapeok="t" o:connecttype="rect"/>
            </v:shapetype>
            <v:shape id="_x0000_s1027" type="#_x0000_t202" style="position:absolute;left:0;text-align:left;margin-left:425.6pt;margin-top:55.7pt;width:87.2pt;height:11.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" filled="f" stroked="f">
              <v:textbox inset="0,0,0,0">
                <w:txbxContent>
                  <w:p w14:paraId="7044C05C" w14:textId="4189B53B" w:rsidR="00586456" w:rsidRDefault="00586456" w:rsidP="00FF53E2">
                    <w:pPr>
                      <w:pStyle w:val="5ControlCode"/>
                    </w:pPr>
                    <w:r>
                      <w:t>13198b-092817-v1</w:t>
                    </w:r>
                  </w:p>
                </w:txbxContent>
              </v:textbox>
            </v:shape>
          </w:pict>
        </mc:Fallback>
      </mc:AlternateContent>
    </w:r>
    <w:r>
      <w:rPr>
        <w:noProof/>
        <w:sz w:val="14"/>
        <w:szCs w:val="14"/>
      </w:rPr>
      <w:drawing>
        <wp:inline distT="0" distB="0" distL="0" distR="0" wp14:anchorId="289A3A1F" wp14:editId="3FB48111">
          <wp:extent cx="2776220" cy="737870"/>
          <wp:effectExtent l="0" t="0" r="5080" b="5080"/>
          <wp:docPr id="5" name="Picture 5"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AC235" w14:textId="77777777" w:rsidR="00A10EF7" w:rsidRDefault="00A10EF7" w:rsidP="00901CE9">
      <w:pPr>
        <w:spacing w:after="0" w:line="240" w:lineRule="auto"/>
      </w:pPr>
      <w:r>
        <w:separator/>
      </w:r>
    </w:p>
  </w:footnote>
  <w:footnote w:type="continuationSeparator" w:id="0">
    <w:p w14:paraId="43E52B8E" w14:textId="77777777" w:rsidR="00A10EF7" w:rsidRDefault="00A10EF7"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DFD22" w14:textId="77777777" w:rsidR="00A7668B" w:rsidRDefault="00A7668B" w:rsidP="00205F4F">
    <w:pPr>
      <w:pStyle w:val="Header"/>
      <w:tabs>
        <w:tab w:val="clear" w:pos="4680"/>
      </w:tabs>
      <w:jc w:val="center"/>
      <w:rPr>
        <w:b/>
        <w:noProof/>
        <w:position w:val="6"/>
        <w:sz w:val="36"/>
        <w:szCs w:val="36"/>
      </w:rPr>
    </w:pPr>
    <w:r>
      <w:rPr>
        <w:b/>
        <w:noProof/>
        <w:position w:val="6"/>
        <w:sz w:val="36"/>
        <w:szCs w:val="36"/>
      </w:rPr>
      <w:drawing>
        <wp:inline distT="0" distB="0" distL="0" distR="0" wp14:anchorId="7E53F8E8" wp14:editId="7680CBD9">
          <wp:extent cx="3410712" cy="1024128"/>
          <wp:effectExtent l="0" t="0" r="0" b="5080"/>
          <wp:docPr id="4" name="Picture 4" descr="NHTSA/Buzzed Driving Logo Lockup" title="NHTSA/Buzzed Driving Logo Lock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10712" cy="1024128"/>
                  </a:xfrm>
                  <a:prstGeom prst="rect">
                    <a:avLst/>
                  </a:prstGeom>
                </pic:spPr>
              </pic:pic>
            </a:graphicData>
          </a:graphic>
        </wp:inline>
      </w:drawing>
    </w:r>
  </w:p>
  <w:p w14:paraId="0844E65C" w14:textId="77777777" w:rsidR="00AA106A" w:rsidRDefault="00AA106A" w:rsidP="00205F4F">
    <w:pPr>
      <w:pStyle w:val="Header"/>
      <w:tabs>
        <w:tab w:val="clear" w:pos="4680"/>
      </w:tabs>
      <w:jc w:val="center"/>
      <w:rPr>
        <w:b/>
        <w:noProof/>
        <w:position w:val="6"/>
        <w:sz w:val="36"/>
        <w:szCs w:val="3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3B2BB" w14:textId="5BF2152F" w:rsidR="00586456" w:rsidRDefault="00586456" w:rsidP="00205F4F">
    <w:pPr>
      <w:pStyle w:val="Header"/>
      <w:tabs>
        <w:tab w:val="clear" w:pos="4680"/>
      </w:tabs>
      <w:jc w:val="center"/>
      <w:rPr>
        <w:b/>
        <w:noProof/>
        <w:position w:val="6"/>
        <w:sz w:val="36"/>
        <w:szCs w:val="36"/>
      </w:rPr>
    </w:pPr>
  </w:p>
  <w:p w14:paraId="446C8CFF" w14:textId="77777777" w:rsidR="00586456" w:rsidRDefault="00586456" w:rsidP="00205F4F">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9EC4357"/>
    <w:multiLevelType w:val="hybridMultilevel"/>
    <w:tmpl w:val="55262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CE9"/>
    <w:rsid w:val="00020E29"/>
    <w:rsid w:val="000663F2"/>
    <w:rsid w:val="00161F42"/>
    <w:rsid w:val="00197D1E"/>
    <w:rsid w:val="001E692F"/>
    <w:rsid w:val="00205F4F"/>
    <w:rsid w:val="0021528E"/>
    <w:rsid w:val="0029468C"/>
    <w:rsid w:val="00295062"/>
    <w:rsid w:val="002A6AAF"/>
    <w:rsid w:val="002B4917"/>
    <w:rsid w:val="002B66C6"/>
    <w:rsid w:val="002C5FF8"/>
    <w:rsid w:val="002E1814"/>
    <w:rsid w:val="00343E03"/>
    <w:rsid w:val="00352A56"/>
    <w:rsid w:val="003B402F"/>
    <w:rsid w:val="003D2D80"/>
    <w:rsid w:val="0044490E"/>
    <w:rsid w:val="00452A86"/>
    <w:rsid w:val="004944B0"/>
    <w:rsid w:val="004A2628"/>
    <w:rsid w:val="004D21EE"/>
    <w:rsid w:val="004D77A2"/>
    <w:rsid w:val="004F7615"/>
    <w:rsid w:val="00512BFB"/>
    <w:rsid w:val="00515528"/>
    <w:rsid w:val="005430D9"/>
    <w:rsid w:val="00550936"/>
    <w:rsid w:val="005616CC"/>
    <w:rsid w:val="00565486"/>
    <w:rsid w:val="00586456"/>
    <w:rsid w:val="005E42DD"/>
    <w:rsid w:val="00603243"/>
    <w:rsid w:val="00604280"/>
    <w:rsid w:val="00625A39"/>
    <w:rsid w:val="0067003C"/>
    <w:rsid w:val="00672251"/>
    <w:rsid w:val="00673C85"/>
    <w:rsid w:val="00697610"/>
    <w:rsid w:val="0077096D"/>
    <w:rsid w:val="007D5238"/>
    <w:rsid w:val="007F0F99"/>
    <w:rsid w:val="00824066"/>
    <w:rsid w:val="008459C9"/>
    <w:rsid w:val="00854EB9"/>
    <w:rsid w:val="008B6819"/>
    <w:rsid w:val="008B6C4C"/>
    <w:rsid w:val="008C11E2"/>
    <w:rsid w:val="008C149B"/>
    <w:rsid w:val="00901CE9"/>
    <w:rsid w:val="00905462"/>
    <w:rsid w:val="009951A6"/>
    <w:rsid w:val="009A5F02"/>
    <w:rsid w:val="009C0118"/>
    <w:rsid w:val="009E3F3A"/>
    <w:rsid w:val="009F3460"/>
    <w:rsid w:val="00A10EF7"/>
    <w:rsid w:val="00A209DF"/>
    <w:rsid w:val="00A345FE"/>
    <w:rsid w:val="00A519A9"/>
    <w:rsid w:val="00A7668B"/>
    <w:rsid w:val="00A77193"/>
    <w:rsid w:val="00A80AFB"/>
    <w:rsid w:val="00AA106A"/>
    <w:rsid w:val="00B03B1F"/>
    <w:rsid w:val="00B331E3"/>
    <w:rsid w:val="00B63986"/>
    <w:rsid w:val="00B9273B"/>
    <w:rsid w:val="00BB1112"/>
    <w:rsid w:val="00BF0673"/>
    <w:rsid w:val="00C30E59"/>
    <w:rsid w:val="00C55758"/>
    <w:rsid w:val="00C64E8A"/>
    <w:rsid w:val="00C978DA"/>
    <w:rsid w:val="00CA1A42"/>
    <w:rsid w:val="00CB5CDD"/>
    <w:rsid w:val="00CC5909"/>
    <w:rsid w:val="00CE7F96"/>
    <w:rsid w:val="00D11077"/>
    <w:rsid w:val="00D3792F"/>
    <w:rsid w:val="00D55119"/>
    <w:rsid w:val="00D92FE1"/>
    <w:rsid w:val="00DA64CF"/>
    <w:rsid w:val="00DE2078"/>
    <w:rsid w:val="00DE4EF2"/>
    <w:rsid w:val="00DE5C81"/>
    <w:rsid w:val="00E14CE6"/>
    <w:rsid w:val="00E15A47"/>
    <w:rsid w:val="00E31AC0"/>
    <w:rsid w:val="00E53BEF"/>
    <w:rsid w:val="00E61E96"/>
    <w:rsid w:val="00EF5050"/>
    <w:rsid w:val="00F01171"/>
    <w:rsid w:val="00F21C7C"/>
    <w:rsid w:val="00F41EC0"/>
    <w:rsid w:val="00F80249"/>
    <w:rsid w:val="00FB2798"/>
    <w:rsid w:val="00FB6889"/>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1B9B5C5"/>
  <w15:docId w15:val="{7B0D4627-E898-41D7-8FAB-7D46F95A5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4. Body"/>
    <w:qFormat/>
    <w:rsid w:val="00197D1E"/>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197D1E"/>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197D1E"/>
    <w:pPr>
      <w:spacing w:after="240"/>
      <w:outlineLvl w:val="1"/>
    </w:pPr>
    <w:rPr>
      <w:bCs w:val="0"/>
      <w:caps/>
    </w:rPr>
  </w:style>
  <w:style w:type="paragraph" w:styleId="Heading3">
    <w:name w:val="heading 3"/>
    <w:aliases w:val="3. Subhead"/>
    <w:next w:val="Normal"/>
    <w:link w:val="Heading3Char"/>
    <w:uiPriority w:val="9"/>
    <w:unhideWhenUsed/>
    <w:qFormat/>
    <w:rsid w:val="00197D1E"/>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7D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D1E"/>
    <w:rPr>
      <w:rFonts w:ascii="Trebuchet MS" w:hAnsi="Trebuchet MS"/>
      <w:sz w:val="22"/>
      <w:szCs w:val="22"/>
    </w:rPr>
  </w:style>
  <w:style w:type="paragraph" w:styleId="Footer">
    <w:name w:val="footer"/>
    <w:basedOn w:val="Normal"/>
    <w:link w:val="FooterChar"/>
    <w:uiPriority w:val="99"/>
    <w:unhideWhenUsed/>
    <w:rsid w:val="00197D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D1E"/>
    <w:rPr>
      <w:rFonts w:ascii="Trebuchet MS" w:hAnsi="Trebuchet MS"/>
      <w:sz w:val="22"/>
      <w:szCs w:val="22"/>
    </w:rPr>
  </w:style>
  <w:style w:type="paragraph" w:styleId="BalloonText">
    <w:name w:val="Balloon Text"/>
    <w:basedOn w:val="Normal"/>
    <w:link w:val="BalloonTextChar"/>
    <w:uiPriority w:val="99"/>
    <w:semiHidden/>
    <w:unhideWhenUsed/>
    <w:rsid w:val="00197D1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97D1E"/>
    <w:rPr>
      <w:rFonts w:ascii="Tahoma" w:hAnsi="Tahoma" w:cs="Tahoma"/>
      <w:sz w:val="16"/>
      <w:szCs w:val="16"/>
    </w:rPr>
  </w:style>
  <w:style w:type="character" w:customStyle="1" w:styleId="Heading1Char">
    <w:name w:val="Heading 1 Char"/>
    <w:aliases w:val="1. Campaign Year &amp; Name Char"/>
    <w:link w:val="Heading1"/>
    <w:uiPriority w:val="9"/>
    <w:rsid w:val="00197D1E"/>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197D1E"/>
    <w:rPr>
      <w:rFonts w:ascii="Rockwell" w:eastAsia="Times New Roman" w:hAnsi="Rockwell"/>
      <w:b/>
      <w:caps/>
      <w:noProof/>
      <w:color w:val="000000"/>
      <w:sz w:val="28"/>
      <w:szCs w:val="28"/>
    </w:rPr>
  </w:style>
  <w:style w:type="character" w:styleId="Hyperlink">
    <w:name w:val="Hyperlink"/>
    <w:uiPriority w:val="99"/>
    <w:unhideWhenUsed/>
    <w:rsid w:val="00197D1E"/>
    <w:rPr>
      <w:color w:val="0000FF"/>
      <w:u w:val="single"/>
    </w:rPr>
  </w:style>
  <w:style w:type="paragraph" w:customStyle="1" w:styleId="MediumGrid21">
    <w:name w:val="Medium Grid 21"/>
    <w:uiPriority w:val="1"/>
    <w:rsid w:val="00197D1E"/>
    <w:rPr>
      <w:sz w:val="22"/>
      <w:szCs w:val="22"/>
    </w:rPr>
  </w:style>
  <w:style w:type="paragraph" w:customStyle="1" w:styleId="Normal1">
    <w:name w:val="Normal1"/>
    <w:basedOn w:val="Normal"/>
    <w:rsid w:val="00197D1E"/>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197D1E"/>
  </w:style>
  <w:style w:type="paragraph" w:customStyle="1" w:styleId="bodycopy">
    <w:name w:val="bodycopy"/>
    <w:basedOn w:val="Normal"/>
    <w:rsid w:val="00197D1E"/>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197D1E"/>
  </w:style>
  <w:style w:type="table" w:styleId="TableGrid">
    <w:name w:val="Table Grid"/>
    <w:basedOn w:val="TableNormal"/>
    <w:uiPriority w:val="59"/>
    <w:rsid w:val="00197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197D1E"/>
    <w:rPr>
      <w:rFonts w:ascii="Trebuchet MS" w:eastAsia="Times New Roman" w:hAnsi="Trebuchet MS"/>
      <w:b/>
      <w:bCs/>
      <w:color w:val="000000"/>
      <w:sz w:val="22"/>
      <w:szCs w:val="28"/>
    </w:rPr>
  </w:style>
  <w:style w:type="paragraph" w:styleId="Title">
    <w:name w:val="Title"/>
    <w:basedOn w:val="Normal"/>
    <w:next w:val="Normal"/>
    <w:link w:val="TitleChar"/>
    <w:uiPriority w:val="10"/>
    <w:rsid w:val="00197D1E"/>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197D1E"/>
    <w:rPr>
      <w:rFonts w:ascii="Cambria" w:eastAsia="Times New Roman" w:hAnsi="Cambria"/>
      <w:b/>
      <w:bCs/>
      <w:kern w:val="28"/>
      <w:sz w:val="32"/>
      <w:szCs w:val="32"/>
    </w:rPr>
  </w:style>
  <w:style w:type="paragraph" w:styleId="Quote">
    <w:name w:val="Quote"/>
    <w:basedOn w:val="Normal"/>
    <w:next w:val="Normal"/>
    <w:link w:val="QuoteChar"/>
    <w:uiPriority w:val="29"/>
    <w:rsid w:val="00197D1E"/>
    <w:rPr>
      <w:i/>
      <w:iCs/>
      <w:color w:val="000000"/>
    </w:rPr>
  </w:style>
  <w:style w:type="character" w:customStyle="1" w:styleId="QuoteChar">
    <w:name w:val="Quote Char"/>
    <w:link w:val="Quote"/>
    <w:uiPriority w:val="29"/>
    <w:rsid w:val="00197D1E"/>
    <w:rPr>
      <w:rFonts w:ascii="Trebuchet MS" w:hAnsi="Trebuchet MS"/>
      <w:i/>
      <w:iCs/>
      <w:color w:val="000000"/>
      <w:sz w:val="22"/>
      <w:szCs w:val="22"/>
    </w:rPr>
  </w:style>
  <w:style w:type="paragraph" w:customStyle="1" w:styleId="5ControlCode">
    <w:name w:val="5. Control Code"/>
    <w:basedOn w:val="Normal"/>
    <w:link w:val="5ControlCodeChar"/>
    <w:rsid w:val="00197D1E"/>
    <w:pPr>
      <w:jc w:val="right"/>
    </w:pPr>
    <w:rPr>
      <w:sz w:val="14"/>
      <w:szCs w:val="14"/>
    </w:rPr>
  </w:style>
  <w:style w:type="character" w:customStyle="1" w:styleId="5ControlCodeChar">
    <w:name w:val="5. Control Code Char"/>
    <w:link w:val="5ControlCode"/>
    <w:rsid w:val="00197D1E"/>
    <w:rPr>
      <w:rFonts w:ascii="Trebuchet MS" w:hAnsi="Trebuchet MS"/>
      <w:sz w:val="14"/>
      <w:szCs w:val="14"/>
    </w:rPr>
  </w:style>
  <w:style w:type="paragraph" w:styleId="NoSpacing">
    <w:name w:val="No Spacing"/>
    <w:uiPriority w:val="1"/>
    <w:rsid w:val="00854EB9"/>
    <w:rPr>
      <w:rFonts w:ascii="Trebuchet MS" w:hAnsi="Trebuchet MS"/>
      <w:sz w:val="22"/>
      <w:szCs w:val="22"/>
    </w:rPr>
  </w:style>
  <w:style w:type="paragraph" w:styleId="ListParagraph">
    <w:name w:val="List Paragraph"/>
    <w:basedOn w:val="Normal"/>
    <w:uiPriority w:val="34"/>
    <w:rsid w:val="00854EB9"/>
    <w:pPr>
      <w:ind w:left="720"/>
      <w:contextualSpacing/>
    </w:pPr>
  </w:style>
  <w:style w:type="character" w:styleId="CommentReference">
    <w:name w:val="annotation reference"/>
    <w:basedOn w:val="DefaultParagraphFont"/>
    <w:uiPriority w:val="99"/>
    <w:semiHidden/>
    <w:unhideWhenUsed/>
    <w:rsid w:val="00EF5050"/>
    <w:rPr>
      <w:sz w:val="16"/>
      <w:szCs w:val="16"/>
    </w:rPr>
  </w:style>
  <w:style w:type="paragraph" w:styleId="CommentText">
    <w:name w:val="annotation text"/>
    <w:basedOn w:val="Normal"/>
    <w:link w:val="CommentTextChar"/>
    <w:uiPriority w:val="99"/>
    <w:semiHidden/>
    <w:unhideWhenUsed/>
    <w:rsid w:val="00EF5050"/>
    <w:pPr>
      <w:spacing w:line="240" w:lineRule="auto"/>
    </w:pPr>
    <w:rPr>
      <w:sz w:val="20"/>
      <w:szCs w:val="20"/>
    </w:rPr>
  </w:style>
  <w:style w:type="character" w:customStyle="1" w:styleId="CommentTextChar">
    <w:name w:val="Comment Text Char"/>
    <w:basedOn w:val="DefaultParagraphFont"/>
    <w:link w:val="CommentText"/>
    <w:uiPriority w:val="99"/>
    <w:semiHidden/>
    <w:rsid w:val="00EF5050"/>
    <w:rPr>
      <w:rFonts w:ascii="Trebuchet MS" w:hAnsi="Trebuchet MS"/>
    </w:rPr>
  </w:style>
  <w:style w:type="paragraph" w:styleId="CommentSubject">
    <w:name w:val="annotation subject"/>
    <w:basedOn w:val="CommentText"/>
    <w:next w:val="CommentText"/>
    <w:link w:val="CommentSubjectChar"/>
    <w:uiPriority w:val="99"/>
    <w:semiHidden/>
    <w:unhideWhenUsed/>
    <w:rsid w:val="00EF5050"/>
    <w:rPr>
      <w:b/>
      <w:bCs/>
    </w:rPr>
  </w:style>
  <w:style w:type="character" w:customStyle="1" w:styleId="CommentSubjectChar">
    <w:name w:val="Comment Subject Char"/>
    <w:basedOn w:val="CommentTextChar"/>
    <w:link w:val="CommentSubject"/>
    <w:uiPriority w:val="99"/>
    <w:semiHidden/>
    <w:rsid w:val="00EF5050"/>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TrafficSafetyMarketing.gov"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Media_Template.dotx</Template>
  <TotalTime>0</TotalTime>
  <Pages>2</Pages>
  <Words>697</Words>
  <Characters>3978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Lee, Amy CTR (NHTSA)</cp:lastModifiedBy>
  <cp:revision>2</cp:revision>
  <dcterms:created xsi:type="dcterms:W3CDTF">2017-10-26T18:34:00Z</dcterms:created>
  <dcterms:modified xsi:type="dcterms:W3CDTF">2017-10-26T18:34:00Z</dcterms:modified>
</cp:coreProperties>
</file>